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006111D" w14:textId="77777777" w:rsidR="00857962" w:rsidRPr="00371BEF" w:rsidRDefault="00D92B9D" w:rsidP="00870A1B">
      <w:pPr>
        <w:pStyle w:val="Title"/>
      </w:pPr>
      <w:bookmarkStart w:id="0" w:name="_Toc320695185"/>
      <w:bookmarkStart w:id="1" w:name="_GoBack"/>
      <w:bookmarkEnd w:id="1"/>
      <w:r>
        <w:rPr>
          <w:noProof/>
          <w:lang w:val="en-US"/>
        </w:rPr>
        <w:pict w14:anchorId="6FF4EA4C">
          <v:shapetype id="_x0000_t202" coordsize="21600,21600" o:spt="202" path="m0,0l0,21600,21600,21600,21600,0xe">
            <v:stroke joinstyle="miter"/>
            <v:path gradientshapeok="t" o:connecttype="rect"/>
          </v:shapetype>
          <v:shape id="_x0000_s1035" type="#_x0000_t202" style="position:absolute;left:0;text-align:left;margin-left:310.4pt;margin-top:-31.55pt;width:186.85pt;height:41.65pt;z-index:251661824;mso-wrap-edited:f" wrapcoords="0 0 21600 0 21600 21600 0 21600 0 0" filled="f" stroked="f">
            <v:fill o:detectmouseclick="t"/>
            <v:textbox inset=",7.2pt,,7.2pt">
              <w:txbxContent>
                <w:p w14:paraId="17075F7A" w14:textId="77777777" w:rsidR="00D92B9D" w:rsidRDefault="00D92B9D" w:rsidP="00D92B9D">
                  <w:pPr>
                    <w:jc w:val="right"/>
                  </w:pPr>
                  <w:proofErr w:type="gramStart"/>
                  <w:r>
                    <w:t>e</w:t>
                  </w:r>
                  <w:proofErr w:type="gramEnd"/>
                  <w:r>
                    <w:t>-NAV12/16</w:t>
                  </w:r>
                </w:p>
                <w:p w14:paraId="10E69A5F" w14:textId="77777777" w:rsidR="005D5FF8" w:rsidRDefault="00D92B9D" w:rsidP="00D92B9D">
                  <w:pPr>
                    <w:jc w:val="right"/>
                  </w:pPr>
                  <w:r>
                    <w:t xml:space="preserve">Formerly </w:t>
                  </w:r>
                  <w:r w:rsidR="005D5FF8">
                    <w:t>e-NAV11/WG4/WP1</w:t>
                  </w:r>
                </w:p>
              </w:txbxContent>
            </v:textbox>
            <w10:wrap type="tight"/>
          </v:shape>
        </w:pict>
      </w:r>
      <w:r>
        <w:rPr>
          <w:noProof/>
          <w:lang w:val="en-US"/>
        </w:rPr>
        <w:pict w14:anchorId="21CD667D">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61D6EECF" w14:textId="77777777" w:rsidR="003E3262" w:rsidRDefault="003E3262"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lang w:val="en-US"/>
        </w:rPr>
        <w:pict w14:anchorId="5FE18D12">
          <v:line id="Line 116" o:spid="_x0000_s1031" style="position:absolute;left:0;text-align:left;flip:y;z-index:251659776;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val="en-US"/>
        </w:rPr>
        <w:pict w14:anchorId="6AEDC633">
          <v:line id="Line 117" o:spid="_x0000_s1030" style="position:absolute;left:0;text-align:left;z-index:251660800;visibility:visible;mso-wrap-style:square;mso-width-percent:0;mso-height-percent:0;mso-wrap-distance-left:114298emu;mso-wrap-distance-top:0;mso-wrap-distance-right:114298emu;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val="en-US"/>
        </w:rPr>
        <w:pict w14:anchorId="3ED98A7D">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03E5EE9" w14:textId="77777777" w:rsidR="003E3262" w:rsidRDefault="003E3262"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w14:anchorId="3AA2AFE8">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7A77B335" w14:textId="77777777" w:rsidR="003E3262" w:rsidRPr="00D83688" w:rsidRDefault="003E3262" w:rsidP="00460028">
                  <w:pPr>
                    <w:autoSpaceDE w:val="0"/>
                    <w:autoSpaceDN w:val="0"/>
                    <w:adjustRightInd w:val="0"/>
                    <w:jc w:val="center"/>
                    <w:rPr>
                      <w:rFonts w:cs="Arial"/>
                      <w:color w:val="000000"/>
                      <w:sz w:val="20"/>
                      <w:szCs w:val="18"/>
                      <w:highlight w:val="yellow"/>
                      <w:lang w:val="fr-FR"/>
                    </w:rPr>
                  </w:pPr>
                  <w:r w:rsidRPr="00D83688">
                    <w:rPr>
                      <w:rFonts w:cs="Arial"/>
                      <w:color w:val="000000"/>
                      <w:sz w:val="20"/>
                      <w:szCs w:val="18"/>
                      <w:highlight w:val="yellow"/>
                      <w:lang w:val="fr-FR"/>
                    </w:rPr>
                    <w:t xml:space="preserve">20ter, rue </w:t>
                  </w:r>
                  <w:proofErr w:type="spellStart"/>
                  <w:r w:rsidRPr="00D83688">
                    <w:rPr>
                      <w:rFonts w:cs="Arial"/>
                      <w:color w:val="000000"/>
                      <w:sz w:val="20"/>
                      <w:szCs w:val="18"/>
                      <w:highlight w:val="yellow"/>
                      <w:lang w:val="fr-FR"/>
                    </w:rPr>
                    <w:t>Schnapper</w:t>
                  </w:r>
                  <w:proofErr w:type="spellEnd"/>
                </w:p>
                <w:p w14:paraId="5D22F336" w14:textId="77777777" w:rsidR="003E3262" w:rsidRPr="00D83688" w:rsidRDefault="003E3262" w:rsidP="00460028">
                  <w:pPr>
                    <w:autoSpaceDE w:val="0"/>
                    <w:autoSpaceDN w:val="0"/>
                    <w:adjustRightInd w:val="0"/>
                    <w:jc w:val="center"/>
                    <w:rPr>
                      <w:rFonts w:cs="Arial"/>
                      <w:color w:val="000000"/>
                      <w:sz w:val="20"/>
                      <w:szCs w:val="18"/>
                      <w:highlight w:val="yellow"/>
                      <w:lang w:val="fr-FR"/>
                    </w:rPr>
                  </w:pPr>
                  <w:r w:rsidRPr="00D83688">
                    <w:rPr>
                      <w:rFonts w:cs="Arial"/>
                      <w:color w:val="000000"/>
                      <w:sz w:val="20"/>
                      <w:szCs w:val="18"/>
                      <w:highlight w:val="yellow"/>
                      <w:lang w:val="fr-FR"/>
                    </w:rPr>
                    <w:t>78100 Saint Germain en Laye, France</w:t>
                  </w:r>
                </w:p>
                <w:p w14:paraId="20D93B4E" w14:textId="77777777" w:rsidR="003E3262" w:rsidRDefault="003E3262" w:rsidP="00460028">
                  <w:pPr>
                    <w:autoSpaceDE w:val="0"/>
                    <w:autoSpaceDN w:val="0"/>
                    <w:adjustRightInd w:val="0"/>
                    <w:jc w:val="center"/>
                    <w:rPr>
                      <w:rFonts w:cs="Arial"/>
                      <w:color w:val="000000"/>
                      <w:sz w:val="20"/>
                      <w:szCs w:val="18"/>
                    </w:rPr>
                  </w:pPr>
                  <w:r w:rsidRPr="00D83688">
                    <w:rPr>
                      <w:rFonts w:cs="Arial"/>
                      <w:color w:val="000000"/>
                      <w:sz w:val="20"/>
                      <w:szCs w:val="18"/>
                      <w:highlight w:val="yellow"/>
                    </w:rPr>
                    <w:t xml:space="preserve">Telephone: +33 1 34 51 70 </w:t>
                  </w:r>
                  <w:proofErr w:type="gramStart"/>
                  <w:r w:rsidRPr="00D83688">
                    <w:rPr>
                      <w:rFonts w:cs="Arial"/>
                      <w:color w:val="000000"/>
                      <w:sz w:val="20"/>
                      <w:szCs w:val="18"/>
                      <w:highlight w:val="yellow"/>
                    </w:rPr>
                    <w:t>01  Fax</w:t>
                  </w:r>
                  <w:proofErr w:type="gramEnd"/>
                  <w:r w:rsidRPr="00D83688">
                    <w:rPr>
                      <w:rFonts w:cs="Arial"/>
                      <w:color w:val="000000"/>
                      <w:sz w:val="20"/>
                      <w:szCs w:val="18"/>
                      <w:highlight w:val="yellow"/>
                    </w:rPr>
                    <w:t>:  +33 1 34 51 82 05</w:t>
                  </w:r>
                </w:p>
                <w:p w14:paraId="48C4ED43" w14:textId="77777777" w:rsidR="003E3262" w:rsidRDefault="003E3262"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9A0D07">
        <w:rPr>
          <w:noProof/>
          <w:lang w:val="en-US"/>
        </w:rPr>
        <w:drawing>
          <wp:anchor distT="0" distB="0" distL="114300" distR="114300" simplePos="0" relativeHeight="251655680" behindDoc="0" locked="0" layoutInCell="1" allowOverlap="1" wp14:anchorId="0E433099" wp14:editId="42AC24D7">
            <wp:simplePos x="0" y="0"/>
            <wp:positionH relativeFrom="column">
              <wp:posOffset>2514600</wp:posOffset>
            </wp:positionH>
            <wp:positionV relativeFrom="paragraph">
              <wp:posOffset>4611370</wp:posOffset>
            </wp:positionV>
            <wp:extent cx="898525" cy="1236980"/>
            <wp:effectExtent l="25400" t="0" r="0" b="0"/>
            <wp:wrapNone/>
            <wp:docPr id="9"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a:srcRect/>
                    <a:stretch>
                      <a:fillRect/>
                    </a:stretch>
                  </pic:blipFill>
                  <pic:spPr bwMode="auto">
                    <a:xfrm>
                      <a:off x="0" y="0"/>
                      <a:ext cx="898525" cy="1236980"/>
                    </a:xfrm>
                    <a:prstGeom prst="rect">
                      <a:avLst/>
                    </a:prstGeom>
                    <a:noFill/>
                  </pic:spPr>
                </pic:pic>
              </a:graphicData>
            </a:graphic>
          </wp:anchor>
        </w:drawing>
      </w:r>
      <w:r>
        <w:rPr>
          <w:noProof/>
          <w:lang w:val="en-US"/>
        </w:rPr>
        <w:pict w14:anchorId="610E1BFA">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3049A597" w14:textId="77777777" w:rsidR="003E3262" w:rsidRPr="00380C7B" w:rsidRDefault="003E3262"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1462713E" w14:textId="77777777" w:rsidR="003E3262" w:rsidRPr="00380C7B" w:rsidRDefault="003E3262" w:rsidP="00460028">
                  <w:pPr>
                    <w:autoSpaceDE w:val="0"/>
                    <w:autoSpaceDN w:val="0"/>
                    <w:adjustRightInd w:val="0"/>
                    <w:jc w:val="center"/>
                    <w:rPr>
                      <w:rFonts w:cs="Arial"/>
                      <w:b/>
                      <w:bCs/>
                      <w:color w:val="000000"/>
                      <w:sz w:val="36"/>
                      <w:szCs w:val="36"/>
                      <w:highlight w:val="yellow"/>
                    </w:rPr>
                  </w:pPr>
                </w:p>
                <w:p w14:paraId="1F9F13C5" w14:textId="77777777"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On</w:t>
                  </w:r>
                </w:p>
                <w:p w14:paraId="34C6218B" w14:textId="77777777" w:rsidR="003E3262" w:rsidRPr="003C6FD2" w:rsidRDefault="003E3262" w:rsidP="00460028">
                  <w:pPr>
                    <w:autoSpaceDE w:val="0"/>
                    <w:autoSpaceDN w:val="0"/>
                    <w:adjustRightInd w:val="0"/>
                    <w:jc w:val="center"/>
                    <w:rPr>
                      <w:rFonts w:cs="Arial"/>
                      <w:b/>
                      <w:bCs/>
                      <w:color w:val="000000"/>
                      <w:sz w:val="36"/>
                      <w:szCs w:val="36"/>
                    </w:rPr>
                  </w:pPr>
                </w:p>
                <w:p w14:paraId="30019515" w14:textId="77777777"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[Communications in Polar Areas]</w:t>
                  </w:r>
                </w:p>
                <w:p w14:paraId="47C11A53" w14:textId="77777777" w:rsidR="003E3262" w:rsidRPr="003C6FD2" w:rsidRDefault="003E3262" w:rsidP="00460028">
                  <w:pPr>
                    <w:autoSpaceDE w:val="0"/>
                    <w:autoSpaceDN w:val="0"/>
                    <w:adjustRightInd w:val="0"/>
                    <w:jc w:val="center"/>
                    <w:rPr>
                      <w:rFonts w:cs="Arial"/>
                      <w:b/>
                      <w:bCs/>
                      <w:color w:val="000000"/>
                      <w:sz w:val="36"/>
                      <w:szCs w:val="36"/>
                    </w:rPr>
                  </w:pPr>
                </w:p>
                <w:p w14:paraId="561BB7DF" w14:textId="77777777"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Edition 1</w:t>
                  </w:r>
                </w:p>
                <w:p w14:paraId="0069B810" w14:textId="77777777" w:rsidR="003E3262" w:rsidRPr="003C6FD2" w:rsidRDefault="003E3262" w:rsidP="00460028">
                  <w:pPr>
                    <w:autoSpaceDE w:val="0"/>
                    <w:autoSpaceDN w:val="0"/>
                    <w:adjustRightInd w:val="0"/>
                    <w:jc w:val="center"/>
                    <w:rPr>
                      <w:rFonts w:cs="Arial"/>
                      <w:b/>
                      <w:bCs/>
                      <w:color w:val="000000"/>
                      <w:sz w:val="36"/>
                      <w:szCs w:val="36"/>
                    </w:rPr>
                  </w:pPr>
                </w:p>
                <w:p w14:paraId="72C6ED50" w14:textId="77777777" w:rsidR="003E3262" w:rsidRPr="003C6FD2" w:rsidRDefault="003E3262" w:rsidP="00460028">
                  <w:pPr>
                    <w:autoSpaceDE w:val="0"/>
                    <w:autoSpaceDN w:val="0"/>
                    <w:adjustRightInd w:val="0"/>
                    <w:jc w:val="center"/>
                    <w:rPr>
                      <w:rFonts w:cs="Arial"/>
                      <w:b/>
                      <w:bCs/>
                      <w:color w:val="000000"/>
                      <w:sz w:val="36"/>
                      <w:szCs w:val="36"/>
                    </w:rPr>
                  </w:pPr>
                  <w:r w:rsidRPr="003C6FD2">
                    <w:rPr>
                      <w:rFonts w:cs="Arial"/>
                      <w:b/>
                      <w:bCs/>
                      <w:color w:val="000000"/>
                      <w:sz w:val="36"/>
                      <w:szCs w:val="36"/>
                    </w:rPr>
                    <w:t>[Date issued]</w:t>
                  </w:r>
                </w:p>
                <w:p w14:paraId="548B1C69" w14:textId="77777777" w:rsidR="003E3262" w:rsidRDefault="003E3262" w:rsidP="00460028">
                  <w:pPr>
                    <w:autoSpaceDE w:val="0"/>
                    <w:autoSpaceDN w:val="0"/>
                    <w:adjustRightInd w:val="0"/>
                    <w:jc w:val="center"/>
                    <w:rPr>
                      <w:rFonts w:cs="Arial"/>
                      <w:b/>
                      <w:bCs/>
                      <w:color w:val="000000"/>
                    </w:rPr>
                  </w:pPr>
                  <w:r w:rsidRPr="003C6FD2">
                    <w:rPr>
                      <w:rFonts w:cs="Arial"/>
                      <w:b/>
                      <w:bCs/>
                      <w:color w:val="000000"/>
                    </w:rPr>
                    <w:t>[Previous Edition; Date issued]</w:t>
                  </w:r>
                </w:p>
              </w:txbxContent>
            </v:textbox>
          </v:shape>
        </w:pict>
      </w:r>
      <w:r w:rsidR="00460028" w:rsidRPr="00371BEF">
        <w:br w:type="page"/>
      </w:r>
      <w:r w:rsidR="009A2C02" w:rsidRPr="00371BEF">
        <w:lastRenderedPageBreak/>
        <w:t>Document Revisions</w:t>
      </w:r>
      <w:bookmarkEnd w:id="0"/>
      <w:r w:rsidR="00986D5A">
        <w:t xml:space="preserve"> </w:t>
      </w:r>
    </w:p>
    <w:p w14:paraId="63CB7780"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F0BB0E3" w14:textId="77777777">
        <w:tc>
          <w:tcPr>
            <w:tcW w:w="1908" w:type="dxa"/>
          </w:tcPr>
          <w:p w14:paraId="0FB44DE8"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131D800C"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6DC5F9C3"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39F01AE7" w14:textId="77777777">
        <w:trPr>
          <w:trHeight w:val="851"/>
        </w:trPr>
        <w:tc>
          <w:tcPr>
            <w:tcW w:w="1908" w:type="dxa"/>
            <w:vAlign w:val="center"/>
          </w:tcPr>
          <w:p w14:paraId="5E8DE8D4" w14:textId="77777777" w:rsidR="00857962" w:rsidRPr="00371BEF" w:rsidRDefault="000D00B8" w:rsidP="00A163D8">
            <w:pPr>
              <w:spacing w:before="60" w:after="60"/>
              <w:rPr>
                <w:highlight w:val="yellow"/>
              </w:rPr>
            </w:pPr>
            <w:r>
              <w:rPr>
                <w:highlight w:val="yellow"/>
              </w:rPr>
              <w:t>March 27, 2012</w:t>
            </w:r>
          </w:p>
        </w:tc>
        <w:tc>
          <w:tcPr>
            <w:tcW w:w="3360" w:type="dxa"/>
            <w:vAlign w:val="center"/>
          </w:tcPr>
          <w:p w14:paraId="0529EA3B" w14:textId="77777777" w:rsidR="00857962" w:rsidRPr="00371BEF" w:rsidRDefault="000D00B8" w:rsidP="00A163D8">
            <w:pPr>
              <w:spacing w:before="60" w:after="60"/>
              <w:rPr>
                <w:highlight w:val="yellow"/>
              </w:rPr>
            </w:pPr>
            <w:r>
              <w:rPr>
                <w:highlight w:val="yellow"/>
              </w:rPr>
              <w:t>All</w:t>
            </w:r>
          </w:p>
        </w:tc>
        <w:tc>
          <w:tcPr>
            <w:tcW w:w="4161" w:type="dxa"/>
            <w:vAlign w:val="center"/>
          </w:tcPr>
          <w:p w14:paraId="340B8B69" w14:textId="77777777" w:rsidR="00857962" w:rsidRPr="00371BEF" w:rsidRDefault="003C6FD2" w:rsidP="003C6FD2">
            <w:pPr>
              <w:pStyle w:val="ListParagraph"/>
              <w:numPr>
                <w:ilvl w:val="0"/>
                <w:numId w:val="17"/>
              </w:numPr>
              <w:spacing w:before="60" w:after="60"/>
            </w:pPr>
            <w:r>
              <w:t>Revised Draft Statement and formats</w:t>
            </w:r>
          </w:p>
        </w:tc>
      </w:tr>
      <w:tr w:rsidR="00857962" w:rsidRPr="00371BEF" w14:paraId="4EE94A95" w14:textId="77777777">
        <w:trPr>
          <w:trHeight w:val="851"/>
        </w:trPr>
        <w:tc>
          <w:tcPr>
            <w:tcW w:w="1908" w:type="dxa"/>
            <w:vAlign w:val="center"/>
          </w:tcPr>
          <w:p w14:paraId="4B44EF00" w14:textId="77777777" w:rsidR="00857962" w:rsidRPr="00371BEF" w:rsidRDefault="00857962" w:rsidP="00A163D8">
            <w:pPr>
              <w:spacing w:before="60" w:after="60"/>
            </w:pPr>
          </w:p>
        </w:tc>
        <w:tc>
          <w:tcPr>
            <w:tcW w:w="3360" w:type="dxa"/>
            <w:vAlign w:val="center"/>
          </w:tcPr>
          <w:p w14:paraId="2E91C019" w14:textId="77777777" w:rsidR="00857962" w:rsidRPr="00371BEF" w:rsidRDefault="00857962" w:rsidP="00A163D8">
            <w:pPr>
              <w:spacing w:before="60" w:after="60"/>
            </w:pPr>
          </w:p>
        </w:tc>
        <w:tc>
          <w:tcPr>
            <w:tcW w:w="4161" w:type="dxa"/>
            <w:vAlign w:val="center"/>
          </w:tcPr>
          <w:p w14:paraId="2883448B" w14:textId="77777777" w:rsidR="00857962" w:rsidRPr="00371BEF" w:rsidRDefault="00857962" w:rsidP="00A163D8">
            <w:pPr>
              <w:spacing w:before="60" w:after="60"/>
            </w:pPr>
          </w:p>
        </w:tc>
      </w:tr>
      <w:tr w:rsidR="00857962" w:rsidRPr="00371BEF" w14:paraId="440380F0" w14:textId="77777777">
        <w:trPr>
          <w:trHeight w:val="851"/>
        </w:trPr>
        <w:tc>
          <w:tcPr>
            <w:tcW w:w="1908" w:type="dxa"/>
            <w:vAlign w:val="center"/>
          </w:tcPr>
          <w:p w14:paraId="66DF17E9" w14:textId="77777777" w:rsidR="00857962" w:rsidRPr="00371BEF" w:rsidRDefault="00857962" w:rsidP="00A163D8">
            <w:pPr>
              <w:spacing w:before="60" w:after="60"/>
            </w:pPr>
          </w:p>
        </w:tc>
        <w:tc>
          <w:tcPr>
            <w:tcW w:w="3360" w:type="dxa"/>
            <w:vAlign w:val="center"/>
          </w:tcPr>
          <w:p w14:paraId="17A5210F" w14:textId="77777777" w:rsidR="00857962" w:rsidRPr="00371BEF" w:rsidRDefault="00857962" w:rsidP="00A163D8">
            <w:pPr>
              <w:spacing w:before="60" w:after="60"/>
            </w:pPr>
          </w:p>
        </w:tc>
        <w:tc>
          <w:tcPr>
            <w:tcW w:w="4161" w:type="dxa"/>
            <w:vAlign w:val="center"/>
          </w:tcPr>
          <w:p w14:paraId="34F20701" w14:textId="77777777" w:rsidR="00857962" w:rsidRPr="00371BEF" w:rsidRDefault="00857962" w:rsidP="00A163D8">
            <w:pPr>
              <w:spacing w:before="60" w:after="60"/>
            </w:pPr>
          </w:p>
        </w:tc>
      </w:tr>
      <w:tr w:rsidR="00857962" w:rsidRPr="00371BEF" w14:paraId="68A79E99" w14:textId="77777777">
        <w:trPr>
          <w:trHeight w:val="851"/>
        </w:trPr>
        <w:tc>
          <w:tcPr>
            <w:tcW w:w="1908" w:type="dxa"/>
            <w:vAlign w:val="center"/>
          </w:tcPr>
          <w:p w14:paraId="55764D47" w14:textId="77777777" w:rsidR="00857962" w:rsidRPr="00371BEF" w:rsidRDefault="00857962" w:rsidP="00A163D8">
            <w:pPr>
              <w:spacing w:before="60" w:after="60"/>
            </w:pPr>
          </w:p>
        </w:tc>
        <w:tc>
          <w:tcPr>
            <w:tcW w:w="3360" w:type="dxa"/>
            <w:vAlign w:val="center"/>
          </w:tcPr>
          <w:p w14:paraId="367F91AF" w14:textId="77777777" w:rsidR="00857962" w:rsidRPr="00371BEF" w:rsidRDefault="00857962" w:rsidP="00A163D8">
            <w:pPr>
              <w:spacing w:before="60" w:after="60"/>
            </w:pPr>
          </w:p>
        </w:tc>
        <w:tc>
          <w:tcPr>
            <w:tcW w:w="4161" w:type="dxa"/>
            <w:vAlign w:val="center"/>
          </w:tcPr>
          <w:p w14:paraId="5704A7D6" w14:textId="77777777" w:rsidR="00857962" w:rsidRPr="00371BEF" w:rsidRDefault="00857962" w:rsidP="00A163D8">
            <w:pPr>
              <w:spacing w:before="60" w:after="60"/>
            </w:pPr>
          </w:p>
        </w:tc>
      </w:tr>
      <w:tr w:rsidR="00857962" w:rsidRPr="00371BEF" w14:paraId="59164153" w14:textId="77777777">
        <w:trPr>
          <w:trHeight w:val="851"/>
        </w:trPr>
        <w:tc>
          <w:tcPr>
            <w:tcW w:w="1908" w:type="dxa"/>
            <w:vAlign w:val="center"/>
          </w:tcPr>
          <w:p w14:paraId="017C35F8" w14:textId="77777777" w:rsidR="00857962" w:rsidRPr="00371BEF" w:rsidRDefault="00857962" w:rsidP="00A163D8">
            <w:pPr>
              <w:spacing w:before="60" w:after="60"/>
            </w:pPr>
          </w:p>
        </w:tc>
        <w:tc>
          <w:tcPr>
            <w:tcW w:w="3360" w:type="dxa"/>
            <w:vAlign w:val="center"/>
          </w:tcPr>
          <w:p w14:paraId="152F0B2A" w14:textId="77777777" w:rsidR="00857962" w:rsidRPr="00371BEF" w:rsidRDefault="00857962" w:rsidP="00A163D8">
            <w:pPr>
              <w:spacing w:before="60" w:after="60"/>
            </w:pPr>
          </w:p>
        </w:tc>
        <w:tc>
          <w:tcPr>
            <w:tcW w:w="4161" w:type="dxa"/>
            <w:vAlign w:val="center"/>
          </w:tcPr>
          <w:p w14:paraId="48CC1A35" w14:textId="77777777" w:rsidR="00857962" w:rsidRPr="00371BEF" w:rsidRDefault="00857962" w:rsidP="00A163D8">
            <w:pPr>
              <w:spacing w:before="60" w:after="60"/>
            </w:pPr>
          </w:p>
        </w:tc>
      </w:tr>
      <w:tr w:rsidR="00857962" w:rsidRPr="00371BEF" w14:paraId="71EA3789" w14:textId="77777777">
        <w:trPr>
          <w:trHeight w:val="851"/>
        </w:trPr>
        <w:tc>
          <w:tcPr>
            <w:tcW w:w="1908" w:type="dxa"/>
            <w:vAlign w:val="center"/>
          </w:tcPr>
          <w:p w14:paraId="45D4FC0C" w14:textId="77777777" w:rsidR="00857962" w:rsidRPr="00371BEF" w:rsidRDefault="00857962" w:rsidP="00A163D8">
            <w:pPr>
              <w:spacing w:before="60" w:after="60"/>
            </w:pPr>
          </w:p>
        </w:tc>
        <w:tc>
          <w:tcPr>
            <w:tcW w:w="3360" w:type="dxa"/>
            <w:vAlign w:val="center"/>
          </w:tcPr>
          <w:p w14:paraId="16D62B9C" w14:textId="77777777" w:rsidR="00857962" w:rsidRPr="00371BEF" w:rsidRDefault="00857962" w:rsidP="00A163D8">
            <w:pPr>
              <w:spacing w:before="60" w:after="60"/>
            </w:pPr>
          </w:p>
        </w:tc>
        <w:tc>
          <w:tcPr>
            <w:tcW w:w="4161" w:type="dxa"/>
            <w:vAlign w:val="center"/>
          </w:tcPr>
          <w:p w14:paraId="3153AB95" w14:textId="77777777" w:rsidR="00857962" w:rsidRPr="00371BEF" w:rsidRDefault="00857962" w:rsidP="00A163D8">
            <w:pPr>
              <w:spacing w:before="60" w:after="60"/>
            </w:pPr>
          </w:p>
        </w:tc>
      </w:tr>
    </w:tbl>
    <w:p w14:paraId="41617CC1" w14:textId="77777777" w:rsidR="00460028" w:rsidRPr="00D83688" w:rsidRDefault="00857962" w:rsidP="00D83688">
      <w:r w:rsidRPr="00371BEF">
        <w:br w:type="page"/>
      </w:r>
      <w:r w:rsidR="00371BEF" w:rsidRPr="00D83688">
        <w:rPr>
          <w:b/>
          <w:sz w:val="28"/>
        </w:rPr>
        <w:lastRenderedPageBreak/>
        <w:t>Table of Contents</w:t>
      </w:r>
      <w:r w:rsidR="00986D5A" w:rsidRPr="00D83688">
        <w:rPr>
          <w:b/>
          <w:sz w:val="28"/>
        </w:rPr>
        <w:t xml:space="preserve"> </w:t>
      </w:r>
    </w:p>
    <w:p w14:paraId="53FBC6DD" w14:textId="77777777" w:rsidR="00A27B7B" w:rsidRDefault="00A27B7B">
      <w:pPr>
        <w:pStyle w:val="TOC1"/>
        <w:rPr>
          <w:highlight w:val="yellow"/>
        </w:rPr>
      </w:pPr>
    </w:p>
    <w:p w14:paraId="7D08E273" w14:textId="77777777" w:rsidR="00525B19" w:rsidRDefault="00F309CD">
      <w:pPr>
        <w:pStyle w:val="TOC1"/>
        <w:rPr>
          <w:rFonts w:asciiTheme="minorHAnsi" w:eastAsiaTheme="minorEastAsia" w:hAnsiTheme="minorHAnsi" w:cstheme="minorBidi"/>
          <w:b w:val="0"/>
          <w:bCs w:val="0"/>
          <w:caps w:val="0"/>
          <w:noProof/>
          <w:szCs w:val="22"/>
          <w:lang w:val="en-US"/>
        </w:rPr>
      </w:pPr>
      <w:r>
        <w:fldChar w:fldCharType="begin"/>
      </w:r>
      <w:r w:rsidR="007379A8">
        <w:instrText xml:space="preserve"> TOC \o "3-3" \h \z \t "Heading 1,1,Heading 2,2,Annex,4,Appendix,5,Title,1" </w:instrText>
      </w:r>
      <w:r>
        <w:fldChar w:fldCharType="separate"/>
      </w:r>
      <w:hyperlink w:anchor="_Toc320695185" w:history="1">
        <w:r w:rsidR="00525B19" w:rsidRPr="00432CC1">
          <w:rPr>
            <w:rStyle w:val="Hyperlink"/>
            <w:noProof/>
          </w:rPr>
          <w:t>Document Revisions</w:t>
        </w:r>
        <w:r w:rsidR="00525B19">
          <w:rPr>
            <w:noProof/>
            <w:webHidden/>
          </w:rPr>
          <w:tab/>
        </w:r>
        <w:r>
          <w:rPr>
            <w:noProof/>
            <w:webHidden/>
          </w:rPr>
          <w:fldChar w:fldCharType="begin"/>
        </w:r>
        <w:r w:rsidR="00525B19">
          <w:rPr>
            <w:noProof/>
            <w:webHidden/>
          </w:rPr>
          <w:instrText xml:space="preserve"> PAGEREF _Toc320695185 \h </w:instrText>
        </w:r>
        <w:r>
          <w:rPr>
            <w:noProof/>
            <w:webHidden/>
          </w:rPr>
        </w:r>
        <w:r>
          <w:rPr>
            <w:noProof/>
            <w:webHidden/>
          </w:rPr>
          <w:fldChar w:fldCharType="separate"/>
        </w:r>
        <w:r w:rsidR="00525B19">
          <w:rPr>
            <w:noProof/>
            <w:webHidden/>
          </w:rPr>
          <w:t>1</w:t>
        </w:r>
        <w:r>
          <w:rPr>
            <w:noProof/>
            <w:webHidden/>
          </w:rPr>
          <w:fldChar w:fldCharType="end"/>
        </w:r>
      </w:hyperlink>
    </w:p>
    <w:p w14:paraId="58E451A2" w14:textId="77777777" w:rsidR="00525B19" w:rsidRDefault="00D92B9D">
      <w:pPr>
        <w:pStyle w:val="TOC1"/>
        <w:rPr>
          <w:rFonts w:asciiTheme="minorHAnsi" w:eastAsiaTheme="minorEastAsia" w:hAnsiTheme="minorHAnsi" w:cstheme="minorBidi"/>
          <w:b w:val="0"/>
          <w:bCs w:val="0"/>
          <w:caps w:val="0"/>
          <w:noProof/>
          <w:szCs w:val="22"/>
          <w:lang w:val="en-US"/>
        </w:rPr>
      </w:pPr>
      <w:hyperlink w:anchor="_Toc320695186" w:history="1">
        <w:r w:rsidR="00525B19" w:rsidRPr="00432CC1">
          <w:rPr>
            <w:rStyle w:val="Hyperlink"/>
            <w:noProof/>
          </w:rPr>
          <w:t>Communications in Polar Areas – IALA Statement</w:t>
        </w:r>
        <w:r w:rsidR="00525B19">
          <w:rPr>
            <w:noProof/>
            <w:webHidden/>
          </w:rPr>
          <w:tab/>
        </w:r>
        <w:r w:rsidR="00F309CD">
          <w:rPr>
            <w:noProof/>
            <w:webHidden/>
          </w:rPr>
          <w:fldChar w:fldCharType="begin"/>
        </w:r>
        <w:r w:rsidR="00525B19">
          <w:rPr>
            <w:noProof/>
            <w:webHidden/>
          </w:rPr>
          <w:instrText xml:space="preserve"> PAGEREF _Toc320695186 \h </w:instrText>
        </w:r>
        <w:r w:rsidR="00F309CD">
          <w:rPr>
            <w:noProof/>
            <w:webHidden/>
          </w:rPr>
        </w:r>
        <w:r w:rsidR="00F309CD">
          <w:rPr>
            <w:noProof/>
            <w:webHidden/>
          </w:rPr>
          <w:fldChar w:fldCharType="separate"/>
        </w:r>
        <w:r w:rsidR="00525B19">
          <w:rPr>
            <w:noProof/>
            <w:webHidden/>
          </w:rPr>
          <w:t>4</w:t>
        </w:r>
        <w:r w:rsidR="00F309CD">
          <w:rPr>
            <w:noProof/>
            <w:webHidden/>
          </w:rPr>
          <w:fldChar w:fldCharType="end"/>
        </w:r>
      </w:hyperlink>
    </w:p>
    <w:p w14:paraId="4A1C976E" w14:textId="77777777" w:rsidR="00525B19" w:rsidRDefault="00D92B9D">
      <w:pPr>
        <w:pStyle w:val="TOC1"/>
        <w:rPr>
          <w:rFonts w:asciiTheme="minorHAnsi" w:eastAsiaTheme="minorEastAsia" w:hAnsiTheme="minorHAnsi" w:cstheme="minorBidi"/>
          <w:b w:val="0"/>
          <w:bCs w:val="0"/>
          <w:caps w:val="0"/>
          <w:noProof/>
          <w:szCs w:val="22"/>
          <w:lang w:val="en-US"/>
        </w:rPr>
      </w:pPr>
      <w:hyperlink w:anchor="_Toc320695187" w:history="1">
        <w:r w:rsidR="00525B19" w:rsidRPr="00432CC1">
          <w:rPr>
            <w:rStyle w:val="Hyperlink"/>
            <w:noProof/>
          </w:rPr>
          <w:t>1</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EXECUTIVE SUMMARY</w:t>
        </w:r>
        <w:r w:rsidR="00525B19">
          <w:rPr>
            <w:noProof/>
            <w:webHidden/>
          </w:rPr>
          <w:tab/>
        </w:r>
        <w:r w:rsidR="00F309CD">
          <w:rPr>
            <w:noProof/>
            <w:webHidden/>
          </w:rPr>
          <w:fldChar w:fldCharType="begin"/>
        </w:r>
        <w:r w:rsidR="00525B19">
          <w:rPr>
            <w:noProof/>
            <w:webHidden/>
          </w:rPr>
          <w:instrText xml:space="preserve"> PAGEREF _Toc320695187 \h </w:instrText>
        </w:r>
        <w:r w:rsidR="00F309CD">
          <w:rPr>
            <w:noProof/>
            <w:webHidden/>
          </w:rPr>
        </w:r>
        <w:r w:rsidR="00F309CD">
          <w:rPr>
            <w:noProof/>
            <w:webHidden/>
          </w:rPr>
          <w:fldChar w:fldCharType="separate"/>
        </w:r>
        <w:r w:rsidR="00525B19">
          <w:rPr>
            <w:noProof/>
            <w:webHidden/>
          </w:rPr>
          <w:t>4</w:t>
        </w:r>
        <w:r w:rsidR="00F309CD">
          <w:rPr>
            <w:noProof/>
            <w:webHidden/>
          </w:rPr>
          <w:fldChar w:fldCharType="end"/>
        </w:r>
      </w:hyperlink>
    </w:p>
    <w:p w14:paraId="45EA4029" w14:textId="77777777" w:rsidR="00525B19" w:rsidRDefault="00D92B9D">
      <w:pPr>
        <w:pStyle w:val="TOC1"/>
        <w:rPr>
          <w:rFonts w:asciiTheme="minorHAnsi" w:eastAsiaTheme="minorEastAsia" w:hAnsiTheme="minorHAnsi" w:cstheme="minorBidi"/>
          <w:b w:val="0"/>
          <w:bCs w:val="0"/>
          <w:caps w:val="0"/>
          <w:noProof/>
          <w:szCs w:val="22"/>
          <w:lang w:val="en-US"/>
        </w:rPr>
      </w:pPr>
      <w:hyperlink w:anchor="_Toc320695188" w:history="1">
        <w:r w:rsidR="00525B19" w:rsidRPr="00432CC1">
          <w:rPr>
            <w:rStyle w:val="Hyperlink"/>
            <w:noProof/>
          </w:rPr>
          <w:t>2</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discussions</w:t>
        </w:r>
        <w:r w:rsidR="00525B19">
          <w:rPr>
            <w:noProof/>
            <w:webHidden/>
          </w:rPr>
          <w:tab/>
        </w:r>
        <w:r w:rsidR="00F309CD">
          <w:rPr>
            <w:noProof/>
            <w:webHidden/>
          </w:rPr>
          <w:fldChar w:fldCharType="begin"/>
        </w:r>
        <w:r w:rsidR="00525B19">
          <w:rPr>
            <w:noProof/>
            <w:webHidden/>
          </w:rPr>
          <w:instrText xml:space="preserve"> PAGEREF _Toc320695188 \h </w:instrText>
        </w:r>
        <w:r w:rsidR="00F309CD">
          <w:rPr>
            <w:noProof/>
            <w:webHidden/>
          </w:rPr>
        </w:r>
        <w:r w:rsidR="00F309CD">
          <w:rPr>
            <w:noProof/>
            <w:webHidden/>
          </w:rPr>
          <w:fldChar w:fldCharType="separate"/>
        </w:r>
        <w:r w:rsidR="00525B19">
          <w:rPr>
            <w:noProof/>
            <w:webHidden/>
          </w:rPr>
          <w:t>6</w:t>
        </w:r>
        <w:r w:rsidR="00F309CD">
          <w:rPr>
            <w:noProof/>
            <w:webHidden/>
          </w:rPr>
          <w:fldChar w:fldCharType="end"/>
        </w:r>
      </w:hyperlink>
    </w:p>
    <w:p w14:paraId="46AC3FA2" w14:textId="77777777" w:rsidR="00525B19" w:rsidRDefault="00D92B9D">
      <w:pPr>
        <w:pStyle w:val="TOC1"/>
        <w:rPr>
          <w:rFonts w:asciiTheme="minorHAnsi" w:eastAsiaTheme="minorEastAsia" w:hAnsiTheme="minorHAnsi" w:cstheme="minorBidi"/>
          <w:b w:val="0"/>
          <w:bCs w:val="0"/>
          <w:caps w:val="0"/>
          <w:noProof/>
          <w:szCs w:val="22"/>
          <w:lang w:val="en-US"/>
        </w:rPr>
      </w:pPr>
      <w:hyperlink w:anchor="_Toc320695189" w:history="1">
        <w:r w:rsidR="00525B19" w:rsidRPr="00432CC1">
          <w:rPr>
            <w:rStyle w:val="Hyperlink"/>
            <w:noProof/>
          </w:rPr>
          <w:t>3</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COMMUNICATIONS IN THE POLAR REGIONS</w:t>
        </w:r>
        <w:r w:rsidR="00525B19">
          <w:rPr>
            <w:noProof/>
            <w:webHidden/>
          </w:rPr>
          <w:tab/>
        </w:r>
        <w:r w:rsidR="00F309CD">
          <w:rPr>
            <w:noProof/>
            <w:webHidden/>
          </w:rPr>
          <w:fldChar w:fldCharType="begin"/>
        </w:r>
        <w:r w:rsidR="00525B19">
          <w:rPr>
            <w:noProof/>
            <w:webHidden/>
          </w:rPr>
          <w:instrText xml:space="preserve"> PAGEREF _Toc320695189 \h </w:instrText>
        </w:r>
        <w:r w:rsidR="00F309CD">
          <w:rPr>
            <w:noProof/>
            <w:webHidden/>
          </w:rPr>
        </w:r>
        <w:r w:rsidR="00F309CD">
          <w:rPr>
            <w:noProof/>
            <w:webHidden/>
          </w:rPr>
          <w:fldChar w:fldCharType="separate"/>
        </w:r>
        <w:r w:rsidR="00525B19">
          <w:rPr>
            <w:noProof/>
            <w:webHidden/>
          </w:rPr>
          <w:t>6</w:t>
        </w:r>
        <w:r w:rsidR="00F309CD">
          <w:rPr>
            <w:noProof/>
            <w:webHidden/>
          </w:rPr>
          <w:fldChar w:fldCharType="end"/>
        </w:r>
      </w:hyperlink>
    </w:p>
    <w:p w14:paraId="5912026A" w14:textId="77777777" w:rsidR="00525B19" w:rsidRDefault="00D92B9D">
      <w:pPr>
        <w:pStyle w:val="TOC1"/>
        <w:rPr>
          <w:rFonts w:asciiTheme="minorHAnsi" w:eastAsiaTheme="minorEastAsia" w:hAnsiTheme="minorHAnsi" w:cstheme="minorBidi"/>
          <w:b w:val="0"/>
          <w:bCs w:val="0"/>
          <w:caps w:val="0"/>
          <w:noProof/>
          <w:szCs w:val="22"/>
          <w:lang w:val="en-US"/>
        </w:rPr>
      </w:pPr>
      <w:hyperlink w:anchor="_Toc320695190" w:history="1">
        <w:r w:rsidR="00525B19" w:rsidRPr="00432CC1">
          <w:rPr>
            <w:rStyle w:val="Hyperlink"/>
            <w:noProof/>
          </w:rPr>
          <w:t>4</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rPr>
          <w:t>USE of ais (automatic identification system)</w:t>
        </w:r>
        <w:r w:rsidR="00525B19">
          <w:rPr>
            <w:noProof/>
            <w:webHidden/>
          </w:rPr>
          <w:tab/>
        </w:r>
        <w:r w:rsidR="00F309CD">
          <w:rPr>
            <w:noProof/>
            <w:webHidden/>
          </w:rPr>
          <w:fldChar w:fldCharType="begin"/>
        </w:r>
        <w:r w:rsidR="00525B19">
          <w:rPr>
            <w:noProof/>
            <w:webHidden/>
          </w:rPr>
          <w:instrText xml:space="preserve"> PAGEREF _Toc320695190 \h </w:instrText>
        </w:r>
        <w:r w:rsidR="00F309CD">
          <w:rPr>
            <w:noProof/>
            <w:webHidden/>
          </w:rPr>
        </w:r>
        <w:r w:rsidR="00F309CD">
          <w:rPr>
            <w:noProof/>
            <w:webHidden/>
          </w:rPr>
          <w:fldChar w:fldCharType="separate"/>
        </w:r>
        <w:r w:rsidR="00525B19">
          <w:rPr>
            <w:noProof/>
            <w:webHidden/>
          </w:rPr>
          <w:t>6</w:t>
        </w:r>
        <w:r w:rsidR="00F309CD">
          <w:rPr>
            <w:noProof/>
            <w:webHidden/>
          </w:rPr>
          <w:fldChar w:fldCharType="end"/>
        </w:r>
      </w:hyperlink>
    </w:p>
    <w:p w14:paraId="22F3912C" w14:textId="77777777" w:rsidR="00525B19" w:rsidRDefault="00D92B9D">
      <w:pPr>
        <w:pStyle w:val="TOC1"/>
        <w:rPr>
          <w:rFonts w:asciiTheme="minorHAnsi" w:eastAsiaTheme="minorEastAsia" w:hAnsiTheme="minorHAnsi" w:cstheme="minorBidi"/>
          <w:b w:val="0"/>
          <w:bCs w:val="0"/>
          <w:caps w:val="0"/>
          <w:noProof/>
          <w:szCs w:val="22"/>
          <w:lang w:val="en-US"/>
        </w:rPr>
      </w:pPr>
      <w:hyperlink w:anchor="_Toc320695191" w:history="1">
        <w:r w:rsidR="00525B19" w:rsidRPr="00432CC1">
          <w:rPr>
            <w:rStyle w:val="Hyperlink"/>
            <w:noProof/>
            <w:lang w:val="en-US"/>
          </w:rPr>
          <w:t>5</w:t>
        </w:r>
        <w:r w:rsidR="00525B19">
          <w:rPr>
            <w:rFonts w:asciiTheme="minorHAnsi" w:eastAsiaTheme="minorEastAsia" w:hAnsiTheme="minorHAnsi" w:cstheme="minorBidi"/>
            <w:b w:val="0"/>
            <w:bCs w:val="0"/>
            <w:caps w:val="0"/>
            <w:noProof/>
            <w:szCs w:val="22"/>
            <w:lang w:val="en-US"/>
          </w:rPr>
          <w:tab/>
        </w:r>
        <w:r w:rsidR="00525B19" w:rsidRPr="00432CC1">
          <w:rPr>
            <w:rStyle w:val="Hyperlink"/>
            <w:noProof/>
            <w:lang w:val="en-US"/>
          </w:rPr>
          <w:t>Recommended actions</w:t>
        </w:r>
        <w:r w:rsidR="00525B19">
          <w:rPr>
            <w:noProof/>
            <w:webHidden/>
          </w:rPr>
          <w:tab/>
        </w:r>
        <w:r w:rsidR="00F309CD">
          <w:rPr>
            <w:noProof/>
            <w:webHidden/>
          </w:rPr>
          <w:fldChar w:fldCharType="begin"/>
        </w:r>
        <w:r w:rsidR="00525B19">
          <w:rPr>
            <w:noProof/>
            <w:webHidden/>
          </w:rPr>
          <w:instrText xml:space="preserve"> PAGEREF _Toc320695191 \h </w:instrText>
        </w:r>
        <w:r w:rsidR="00F309CD">
          <w:rPr>
            <w:noProof/>
            <w:webHidden/>
          </w:rPr>
        </w:r>
        <w:r w:rsidR="00F309CD">
          <w:rPr>
            <w:noProof/>
            <w:webHidden/>
          </w:rPr>
          <w:fldChar w:fldCharType="separate"/>
        </w:r>
        <w:r w:rsidR="00525B19">
          <w:rPr>
            <w:noProof/>
            <w:webHidden/>
          </w:rPr>
          <w:t>7</w:t>
        </w:r>
        <w:r w:rsidR="00F309CD">
          <w:rPr>
            <w:noProof/>
            <w:webHidden/>
          </w:rPr>
          <w:fldChar w:fldCharType="end"/>
        </w:r>
      </w:hyperlink>
    </w:p>
    <w:p w14:paraId="751517B4" w14:textId="77777777" w:rsidR="00525B19" w:rsidRDefault="00D92B9D">
      <w:pPr>
        <w:pStyle w:val="TOC4"/>
        <w:rPr>
          <w:rFonts w:asciiTheme="minorHAnsi" w:eastAsiaTheme="minorEastAsia" w:hAnsiTheme="minorHAnsi" w:cstheme="minorBidi"/>
          <w:b w:val="0"/>
          <w:caps w:val="0"/>
          <w:lang w:val="en-US" w:eastAsia="en-US"/>
        </w:rPr>
      </w:pPr>
      <w:hyperlink w:anchor="_Toc320695192" w:history="1">
        <w:r w:rsidR="00525B19" w:rsidRPr="00432CC1">
          <w:rPr>
            <w:rStyle w:val="Hyperlink"/>
          </w:rPr>
          <w:t>ANNEX 1</w:t>
        </w:r>
        <w:r w:rsidR="00525B19">
          <w:rPr>
            <w:rFonts w:asciiTheme="minorHAnsi" w:eastAsiaTheme="minorEastAsia" w:hAnsiTheme="minorHAnsi" w:cstheme="minorBidi"/>
            <w:b w:val="0"/>
            <w:caps w:val="0"/>
            <w:lang w:val="en-US" w:eastAsia="en-US"/>
          </w:rPr>
          <w:tab/>
        </w:r>
        <w:r w:rsidR="00525B19" w:rsidRPr="00432CC1">
          <w:rPr>
            <w:rStyle w:val="Hyperlink"/>
          </w:rPr>
          <w:t>current and FUTURE SATELLITE COMMUNICATIONS SYSTEMS</w:t>
        </w:r>
        <w:r w:rsidR="00525B19">
          <w:rPr>
            <w:webHidden/>
          </w:rPr>
          <w:tab/>
        </w:r>
        <w:r w:rsidR="00F309CD">
          <w:rPr>
            <w:webHidden/>
          </w:rPr>
          <w:fldChar w:fldCharType="begin"/>
        </w:r>
        <w:r w:rsidR="00525B19">
          <w:rPr>
            <w:webHidden/>
          </w:rPr>
          <w:instrText xml:space="preserve"> PAGEREF _Toc320695192 \h </w:instrText>
        </w:r>
        <w:r w:rsidR="00F309CD">
          <w:rPr>
            <w:webHidden/>
          </w:rPr>
        </w:r>
        <w:r w:rsidR="00F309CD">
          <w:rPr>
            <w:webHidden/>
          </w:rPr>
          <w:fldChar w:fldCharType="separate"/>
        </w:r>
        <w:r w:rsidR="00525B19">
          <w:rPr>
            <w:webHidden/>
          </w:rPr>
          <w:t>8</w:t>
        </w:r>
        <w:r w:rsidR="00F309CD">
          <w:rPr>
            <w:webHidden/>
          </w:rPr>
          <w:fldChar w:fldCharType="end"/>
        </w:r>
      </w:hyperlink>
    </w:p>
    <w:p w14:paraId="453B429C" w14:textId="77777777" w:rsidR="00525B19" w:rsidRDefault="00D92B9D">
      <w:pPr>
        <w:pStyle w:val="TOC4"/>
        <w:rPr>
          <w:rFonts w:asciiTheme="minorHAnsi" w:eastAsiaTheme="minorEastAsia" w:hAnsiTheme="minorHAnsi" w:cstheme="minorBidi"/>
          <w:b w:val="0"/>
          <w:caps w:val="0"/>
          <w:lang w:val="en-US" w:eastAsia="en-US"/>
        </w:rPr>
      </w:pPr>
      <w:hyperlink w:anchor="_Toc320695193" w:history="1">
        <w:r w:rsidR="00525B19" w:rsidRPr="00432CC1">
          <w:rPr>
            <w:rStyle w:val="Hyperlink"/>
          </w:rPr>
          <w:t>ANNEX 2</w:t>
        </w:r>
        <w:r w:rsidR="00525B19">
          <w:rPr>
            <w:rFonts w:asciiTheme="minorHAnsi" w:eastAsiaTheme="minorEastAsia" w:hAnsiTheme="minorHAnsi" w:cstheme="minorBidi"/>
            <w:b w:val="0"/>
            <w:caps w:val="0"/>
            <w:lang w:val="en-US" w:eastAsia="en-US"/>
          </w:rPr>
          <w:tab/>
        </w:r>
        <w:r w:rsidR="00525B19" w:rsidRPr="00432CC1">
          <w:rPr>
            <w:rStyle w:val="Hyperlink"/>
          </w:rPr>
          <w:t>Satellite Orbit Definitions</w:t>
        </w:r>
        <w:r w:rsidR="00525B19">
          <w:rPr>
            <w:webHidden/>
          </w:rPr>
          <w:tab/>
        </w:r>
        <w:r w:rsidR="00F309CD">
          <w:rPr>
            <w:webHidden/>
          </w:rPr>
          <w:fldChar w:fldCharType="begin"/>
        </w:r>
        <w:r w:rsidR="00525B19">
          <w:rPr>
            <w:webHidden/>
          </w:rPr>
          <w:instrText xml:space="preserve"> PAGEREF _Toc320695193 \h </w:instrText>
        </w:r>
        <w:r w:rsidR="00F309CD">
          <w:rPr>
            <w:webHidden/>
          </w:rPr>
        </w:r>
        <w:r w:rsidR="00F309CD">
          <w:rPr>
            <w:webHidden/>
          </w:rPr>
          <w:fldChar w:fldCharType="separate"/>
        </w:r>
        <w:r w:rsidR="00525B19">
          <w:rPr>
            <w:webHidden/>
          </w:rPr>
          <w:t>11</w:t>
        </w:r>
        <w:r w:rsidR="00F309CD">
          <w:rPr>
            <w:webHidden/>
          </w:rPr>
          <w:fldChar w:fldCharType="end"/>
        </w:r>
      </w:hyperlink>
    </w:p>
    <w:p w14:paraId="0D773C02" w14:textId="77777777" w:rsidR="00525B19" w:rsidRDefault="00D92B9D">
      <w:pPr>
        <w:pStyle w:val="TOC1"/>
        <w:rPr>
          <w:rFonts w:asciiTheme="minorHAnsi" w:eastAsiaTheme="minorEastAsia" w:hAnsiTheme="minorHAnsi" w:cstheme="minorBidi"/>
          <w:b w:val="0"/>
          <w:bCs w:val="0"/>
          <w:caps w:val="0"/>
          <w:noProof/>
          <w:szCs w:val="22"/>
          <w:lang w:val="en-US"/>
        </w:rPr>
      </w:pPr>
      <w:hyperlink w:anchor="_Toc320695194" w:history="1">
        <w:r w:rsidR="00525B19" w:rsidRPr="00432CC1">
          <w:rPr>
            <w:rStyle w:val="Hyperlink"/>
            <w:noProof/>
          </w:rPr>
          <w:t>Glossary of Terms</w:t>
        </w:r>
        <w:r w:rsidR="00525B19">
          <w:rPr>
            <w:noProof/>
            <w:webHidden/>
          </w:rPr>
          <w:tab/>
        </w:r>
        <w:r w:rsidR="00F309CD">
          <w:rPr>
            <w:noProof/>
            <w:webHidden/>
          </w:rPr>
          <w:fldChar w:fldCharType="begin"/>
        </w:r>
        <w:r w:rsidR="00525B19">
          <w:rPr>
            <w:noProof/>
            <w:webHidden/>
          </w:rPr>
          <w:instrText xml:space="preserve"> PAGEREF _Toc320695194 \h </w:instrText>
        </w:r>
        <w:r w:rsidR="00F309CD">
          <w:rPr>
            <w:noProof/>
            <w:webHidden/>
          </w:rPr>
        </w:r>
        <w:r w:rsidR="00F309CD">
          <w:rPr>
            <w:noProof/>
            <w:webHidden/>
          </w:rPr>
          <w:fldChar w:fldCharType="separate"/>
        </w:r>
        <w:r w:rsidR="00525B19">
          <w:rPr>
            <w:noProof/>
            <w:webHidden/>
          </w:rPr>
          <w:t>12</w:t>
        </w:r>
        <w:r w:rsidR="00F309CD">
          <w:rPr>
            <w:noProof/>
            <w:webHidden/>
          </w:rPr>
          <w:fldChar w:fldCharType="end"/>
        </w:r>
      </w:hyperlink>
    </w:p>
    <w:p w14:paraId="3245CA55" w14:textId="77777777" w:rsidR="00DC1CA6" w:rsidRDefault="00F309CD" w:rsidP="00380C7B">
      <w:pPr>
        <w:rPr>
          <w:rFonts w:cs="Arial"/>
        </w:rPr>
      </w:pPr>
      <w:r>
        <w:rPr>
          <w:rFonts w:cs="Arial"/>
        </w:rPr>
        <w:fldChar w:fldCharType="end"/>
      </w:r>
    </w:p>
    <w:p w14:paraId="3A6FDBCC" w14:textId="77777777" w:rsidR="00986D5A" w:rsidRPr="00371BEF" w:rsidRDefault="00986D5A" w:rsidP="00380C7B"/>
    <w:p w14:paraId="704FEE6F" w14:textId="77777777" w:rsidR="00DE75A0" w:rsidRDefault="00460028" w:rsidP="00DE75A0">
      <w:pPr>
        <w:pStyle w:val="Title"/>
      </w:pPr>
      <w:r w:rsidRPr="00371BEF">
        <w:br w:type="page"/>
      </w:r>
      <w:bookmarkStart w:id="2" w:name="_Toc320695186"/>
      <w:r w:rsidR="00DE75A0">
        <w:lastRenderedPageBreak/>
        <w:t>Communications in Polar Areas – IALA Statement</w:t>
      </w:r>
      <w:bookmarkEnd w:id="2"/>
    </w:p>
    <w:p w14:paraId="457B038C" w14:textId="77777777" w:rsidR="00DE75A0" w:rsidRDefault="00DE75A0" w:rsidP="00D83688">
      <w:pPr>
        <w:pStyle w:val="Title"/>
      </w:pPr>
    </w:p>
    <w:p w14:paraId="1B43E901" w14:textId="77777777" w:rsidR="004E4A57" w:rsidRDefault="004E4A57" w:rsidP="00DE75A0">
      <w:pPr>
        <w:pStyle w:val="Heading1"/>
      </w:pPr>
      <w:bookmarkStart w:id="3" w:name="_Toc320695187"/>
      <w:r w:rsidRPr="004E4A57">
        <w:t>EXECUTIVE SUMMARY</w:t>
      </w:r>
      <w:bookmarkEnd w:id="3"/>
    </w:p>
    <w:p w14:paraId="174E885C" w14:textId="77777777" w:rsidR="00586162" w:rsidRPr="00D83688" w:rsidRDefault="00586162" w:rsidP="004E4A57">
      <w:pPr>
        <w:ind w:firstLine="720"/>
        <w:jc w:val="center"/>
        <w:rPr>
          <w:b/>
          <w:sz w:val="20"/>
          <w:szCs w:val="32"/>
        </w:rPr>
      </w:pPr>
    </w:p>
    <w:p w14:paraId="3AD1DF5B" w14:textId="77777777" w:rsidR="00D83688" w:rsidRDefault="00D83688" w:rsidP="00D83688">
      <w:pPr>
        <w:pStyle w:val="Subtitle"/>
        <w:jc w:val="left"/>
      </w:pPr>
      <w:r>
        <w:t>Purpose</w:t>
      </w:r>
    </w:p>
    <w:p w14:paraId="207266CD" w14:textId="77777777" w:rsidR="00D83688" w:rsidRDefault="00D83688" w:rsidP="00D83688">
      <w:pPr>
        <w:pStyle w:val="BodyText"/>
      </w:pPr>
      <w:r>
        <w:t xml:space="preserve">The guideline seeks to establish recommendations for improved communication and dissemination of MSI with ships operating in polar areas through enhanced communication systems. </w:t>
      </w:r>
    </w:p>
    <w:p w14:paraId="5FDE778D" w14:textId="77777777" w:rsidR="00D83688" w:rsidRDefault="00D83688" w:rsidP="00D83688">
      <w:pPr>
        <w:pStyle w:val="BodyText"/>
        <w:rPr>
          <w:lang w:val="en-US"/>
        </w:rPr>
      </w:pPr>
      <w:r>
        <w:rPr>
          <w:lang w:val="en-US"/>
        </w:rPr>
        <w:t>The guidelines focus on the existing equipment as required by SOLAS for sea area A4.</w:t>
      </w:r>
    </w:p>
    <w:p w14:paraId="749D3516" w14:textId="77777777" w:rsidR="00D83688" w:rsidRDefault="00D83688" w:rsidP="00D83688">
      <w:pPr>
        <w:pStyle w:val="BodyText"/>
      </w:pPr>
    </w:p>
    <w:p w14:paraId="4E0A772A" w14:textId="77777777" w:rsidR="00D83688" w:rsidRPr="004A274C" w:rsidRDefault="00D83688" w:rsidP="00D83688">
      <w:pPr>
        <w:pStyle w:val="Subtitle"/>
        <w:jc w:val="left"/>
      </w:pPr>
      <w:r w:rsidRPr="004A274C">
        <w:t>Summary</w:t>
      </w:r>
    </w:p>
    <w:p w14:paraId="028A6EF0" w14:textId="77777777" w:rsidR="00D83688" w:rsidRDefault="00D83688" w:rsidP="00DE75A0">
      <w:pPr>
        <w:pStyle w:val="BodyText"/>
        <w:rPr>
          <w:lang w:val="en-US"/>
        </w:rPr>
      </w:pPr>
      <w:r>
        <w:t xml:space="preserve">For </w:t>
      </w:r>
      <w:r>
        <w:rPr>
          <w:lang w:val="en-US"/>
        </w:rPr>
        <w:t xml:space="preserve">ships operating in Sea Area A4, HF radio remains the only viable system for communicating distress and safety information </w:t>
      </w:r>
      <w:r>
        <w:t>due to limitation of coverage of recognized satellite systems.</w:t>
      </w:r>
      <w:r>
        <w:rPr>
          <w:lang w:val="en-US"/>
        </w:rPr>
        <w:t xml:space="preserve">  AIS is required to be carried, and could be extended to cover the area using polar orbiting Satellite AIS services. </w:t>
      </w:r>
    </w:p>
    <w:p w14:paraId="13CE9726" w14:textId="77777777" w:rsidR="00D83688" w:rsidRDefault="00D83688" w:rsidP="00DE75A0">
      <w:pPr>
        <w:pStyle w:val="BodyText"/>
        <w:rPr>
          <w:lang w:val="en-US"/>
        </w:rPr>
      </w:pPr>
      <w:r>
        <w:rPr>
          <w:lang w:val="en-US"/>
        </w:rPr>
        <w:t>Efficient, seamless and automated delivery of MSI should be a key objective of such communication in order to minimize distress situations</w:t>
      </w:r>
      <w:proofErr w:type="gramStart"/>
      <w:r>
        <w:rPr>
          <w:lang w:val="en-US"/>
        </w:rPr>
        <w:t xml:space="preserve">. </w:t>
      </w:r>
      <w:proofErr w:type="gramEnd"/>
      <w:r>
        <w:rPr>
          <w:lang w:val="en-US"/>
        </w:rPr>
        <w:t xml:space="preserve">It should be noted that some urgent safety situations </w:t>
      </w:r>
      <w:proofErr w:type="gramStart"/>
      <w:r>
        <w:rPr>
          <w:lang w:val="en-US"/>
        </w:rPr>
        <w:t>may</w:t>
      </w:r>
      <w:proofErr w:type="gramEnd"/>
      <w:r>
        <w:rPr>
          <w:lang w:val="en-US"/>
        </w:rPr>
        <w:t xml:space="preserve"> require higher bandwidth solutions.</w:t>
      </w:r>
    </w:p>
    <w:p w14:paraId="77895BDA" w14:textId="77777777" w:rsidR="00D83688" w:rsidRDefault="00D83688" w:rsidP="00DE75A0">
      <w:pPr>
        <w:pStyle w:val="BodyText"/>
        <w:rPr>
          <w:lang w:val="en-US"/>
        </w:rPr>
      </w:pPr>
      <w:r>
        <w:rPr>
          <w:lang w:val="en-US"/>
        </w:rPr>
        <w:t xml:space="preserve">It is imperative to monitor all shipping traffic in polar areas to ensure their optimum safety. </w:t>
      </w:r>
    </w:p>
    <w:p w14:paraId="6B95C33D" w14:textId="77777777" w:rsidR="000D00B8" w:rsidRPr="003E3262" w:rsidRDefault="000D00B8" w:rsidP="00294BD3">
      <w:pPr>
        <w:rPr>
          <w:rFonts w:cs="Calibri"/>
          <w:lang w:val="en-US"/>
        </w:rPr>
      </w:pPr>
    </w:p>
    <w:p w14:paraId="6B6FDD8A" w14:textId="77777777" w:rsidR="004E4A57" w:rsidRDefault="004E4A57"/>
    <w:p w14:paraId="3D92E401" w14:textId="77777777" w:rsidR="004E4A57" w:rsidRDefault="004E4A57"/>
    <w:p w14:paraId="4741D15B" w14:textId="77777777" w:rsidR="004E4A57" w:rsidRDefault="004E4A57"/>
    <w:p w14:paraId="4309657A" w14:textId="77777777" w:rsidR="004E4A57" w:rsidRDefault="004E4A57"/>
    <w:p w14:paraId="5A86D5DB" w14:textId="77777777" w:rsidR="004E4A57" w:rsidRDefault="004E4A57"/>
    <w:p w14:paraId="01C718EA" w14:textId="77777777" w:rsidR="004E4A57" w:rsidRDefault="004E4A57">
      <w:r>
        <w:br w:type="page"/>
      </w:r>
    </w:p>
    <w:p w14:paraId="4E138121" w14:textId="77777777" w:rsidR="004E4A57" w:rsidRDefault="004E4A57"/>
    <w:p w14:paraId="5D4DAAB4" w14:textId="77777777" w:rsidR="004E4A57" w:rsidRDefault="000D00B8" w:rsidP="000D00B8">
      <w:pPr>
        <w:ind w:firstLine="720"/>
        <w:jc w:val="center"/>
        <w:rPr>
          <w:b/>
          <w:sz w:val="32"/>
          <w:szCs w:val="32"/>
        </w:rPr>
      </w:pPr>
      <w:r w:rsidRPr="00D83688">
        <w:rPr>
          <w:b/>
          <w:sz w:val="32"/>
          <w:szCs w:val="32"/>
        </w:rPr>
        <w:t>DEFINITIONS</w:t>
      </w:r>
    </w:p>
    <w:p w14:paraId="079A9276" w14:textId="77777777" w:rsidR="000D00B8" w:rsidRPr="000D00B8" w:rsidRDefault="000D00B8" w:rsidP="000D00B8">
      <w:pPr>
        <w:ind w:firstLine="720"/>
        <w:rPr>
          <w:b/>
          <w:sz w:val="24"/>
          <w:szCs w:val="32"/>
        </w:rPr>
      </w:pPr>
    </w:p>
    <w:tbl>
      <w:tblPr>
        <w:tblW w:w="23408" w:type="dxa"/>
        <w:tblBorders>
          <w:top w:val="nil"/>
          <w:left w:val="nil"/>
          <w:right w:val="nil"/>
        </w:tblBorders>
        <w:tblLayout w:type="fixed"/>
        <w:tblLook w:val="0000" w:firstRow="0" w:lastRow="0" w:firstColumn="0" w:lastColumn="0" w:noHBand="0" w:noVBand="0"/>
      </w:tblPr>
      <w:tblGrid>
        <w:gridCol w:w="9648"/>
        <w:gridCol w:w="13760"/>
      </w:tblGrid>
      <w:tr w:rsidR="00A750F1" w:rsidRPr="00D83688" w14:paraId="0A61A641" w14:textId="77777777">
        <w:tc>
          <w:tcPr>
            <w:tcW w:w="9648" w:type="dxa"/>
          </w:tcPr>
          <w:p w14:paraId="4FF16EE4" w14:textId="77777777" w:rsidR="00A750F1" w:rsidRPr="00D83688" w:rsidRDefault="00A750F1" w:rsidP="00DE75A0">
            <w:pPr>
              <w:widowControl w:val="0"/>
              <w:autoSpaceDE w:val="0"/>
              <w:autoSpaceDN w:val="0"/>
              <w:adjustRightInd w:val="0"/>
              <w:jc w:val="both"/>
              <w:rPr>
                <w:lang w:val="en-US"/>
              </w:rPr>
            </w:pPr>
            <w:r w:rsidRPr="00D83688">
              <w:rPr>
                <w:i/>
                <w:iCs/>
                <w:lang w:val="en-US"/>
              </w:rPr>
              <w:t>Sea area A1</w:t>
            </w:r>
            <w:r w:rsidRPr="00D83688">
              <w:rPr>
                <w:lang w:val="en-US"/>
              </w:rPr>
              <w:t xml:space="preserve"> means an area within the radiotelephone coverage of at least one VHF coast station in which continuous DSC alerting is available, as may be defined by </w:t>
            </w:r>
            <w:proofErr w:type="gramStart"/>
            <w:r w:rsidRPr="00D83688">
              <w:rPr>
                <w:lang w:val="en-US"/>
              </w:rPr>
              <w:t>a Contracting</w:t>
            </w:r>
            <w:proofErr w:type="gramEnd"/>
            <w:r w:rsidRPr="00D83688">
              <w:rPr>
                <w:lang w:val="en-US"/>
              </w:rPr>
              <w:t xml:space="preserve"> Government. </w:t>
            </w:r>
          </w:p>
        </w:tc>
        <w:tc>
          <w:tcPr>
            <w:tcW w:w="13760" w:type="dxa"/>
          </w:tcPr>
          <w:p w14:paraId="7C37F93D" w14:textId="77777777" w:rsidR="00A750F1" w:rsidRPr="00D83688" w:rsidRDefault="00A750F1" w:rsidP="003E3262">
            <w:pPr>
              <w:widowControl w:val="0"/>
              <w:autoSpaceDE w:val="0"/>
              <w:autoSpaceDN w:val="0"/>
              <w:adjustRightInd w:val="0"/>
              <w:rPr>
                <w:lang w:val="en-US"/>
              </w:rPr>
            </w:pPr>
          </w:p>
        </w:tc>
      </w:tr>
    </w:tbl>
    <w:p w14:paraId="5F33C049" w14:textId="77777777" w:rsidR="00A750F1" w:rsidRPr="00D83688" w:rsidRDefault="00A750F1" w:rsidP="00A750F1">
      <w:pPr>
        <w:rPr>
          <w:i/>
          <w:iCs/>
          <w:lang w:val="en-US"/>
        </w:rPr>
      </w:pPr>
    </w:p>
    <w:p w14:paraId="5F64A4F5" w14:textId="77777777" w:rsidR="00A750F1" w:rsidRPr="00D83688" w:rsidRDefault="00A750F1" w:rsidP="00DE75A0">
      <w:pPr>
        <w:jc w:val="both"/>
        <w:rPr>
          <w:lang w:val="en-US"/>
        </w:rPr>
      </w:pPr>
      <w:r w:rsidRPr="00D83688">
        <w:rPr>
          <w:i/>
          <w:iCs/>
          <w:lang w:val="en-US"/>
        </w:rPr>
        <w:t>Sea area A2</w:t>
      </w:r>
      <w:r w:rsidRPr="00D83688">
        <w:rPr>
          <w:lang w:val="en-US"/>
        </w:rPr>
        <w:t xml:space="preserve"> means an area, excluding sea area A1, within the radiotelephone coverage of at least one MF coast station in which continuous DSC alerting is available, as may be defined by </w:t>
      </w:r>
      <w:proofErr w:type="gramStart"/>
      <w:r w:rsidRPr="00D83688">
        <w:rPr>
          <w:lang w:val="en-US"/>
        </w:rPr>
        <w:t>a Contracting</w:t>
      </w:r>
      <w:proofErr w:type="gramEnd"/>
      <w:r w:rsidRPr="00D83688">
        <w:rPr>
          <w:lang w:val="en-US"/>
        </w:rPr>
        <w:t xml:space="preserve"> Government. </w:t>
      </w:r>
    </w:p>
    <w:p w14:paraId="33192F2F" w14:textId="77777777" w:rsidR="00A750F1" w:rsidRPr="00D83688" w:rsidRDefault="00A750F1" w:rsidP="00DE75A0">
      <w:pPr>
        <w:jc w:val="both"/>
        <w:rPr>
          <w:lang w:val="en-US"/>
        </w:rPr>
      </w:pPr>
    </w:p>
    <w:tbl>
      <w:tblPr>
        <w:tblW w:w="0" w:type="auto"/>
        <w:tblBorders>
          <w:top w:val="nil"/>
          <w:left w:val="nil"/>
          <w:right w:val="nil"/>
        </w:tblBorders>
        <w:tblLayout w:type="fixed"/>
        <w:tblLook w:val="0000" w:firstRow="0" w:lastRow="0" w:firstColumn="0" w:lastColumn="0" w:noHBand="0" w:noVBand="0"/>
      </w:tblPr>
      <w:tblGrid>
        <w:gridCol w:w="13760"/>
        <w:gridCol w:w="13760"/>
      </w:tblGrid>
      <w:tr w:rsidR="00A750F1" w:rsidRPr="00D83688" w14:paraId="3F9EEFCD" w14:textId="77777777">
        <w:tc>
          <w:tcPr>
            <w:tcW w:w="13760" w:type="dxa"/>
          </w:tcPr>
          <w:p w14:paraId="6833F24B" w14:textId="77777777" w:rsidR="00A750F1" w:rsidRPr="00D83688" w:rsidRDefault="00A750F1" w:rsidP="00DE75A0">
            <w:pPr>
              <w:widowControl w:val="0"/>
              <w:autoSpaceDE w:val="0"/>
              <w:autoSpaceDN w:val="0"/>
              <w:adjustRightInd w:val="0"/>
              <w:ind w:right="4184"/>
              <w:jc w:val="both"/>
              <w:rPr>
                <w:lang w:val="en-US"/>
              </w:rPr>
            </w:pPr>
            <w:r w:rsidRPr="00D83688">
              <w:rPr>
                <w:i/>
                <w:iCs/>
                <w:lang w:val="en-US"/>
              </w:rPr>
              <w:t>Sea area A3</w:t>
            </w:r>
            <w:r w:rsidRPr="00D83688">
              <w:rPr>
                <w:lang w:val="en-US"/>
              </w:rPr>
              <w:t xml:space="preserve"> means an area, excluding sea areas A1 and A2, within the coverage of an Inmarsat geostationary satellite in which continuous alerting is available.</w:t>
            </w:r>
          </w:p>
        </w:tc>
        <w:tc>
          <w:tcPr>
            <w:tcW w:w="13760" w:type="dxa"/>
          </w:tcPr>
          <w:p w14:paraId="2BE30761" w14:textId="77777777" w:rsidR="00A750F1" w:rsidRPr="00D83688" w:rsidRDefault="00A750F1" w:rsidP="00DE75A0">
            <w:pPr>
              <w:widowControl w:val="0"/>
              <w:autoSpaceDE w:val="0"/>
              <w:autoSpaceDN w:val="0"/>
              <w:adjustRightInd w:val="0"/>
              <w:jc w:val="both"/>
              <w:rPr>
                <w:lang w:val="en-US"/>
              </w:rPr>
            </w:pPr>
          </w:p>
        </w:tc>
      </w:tr>
    </w:tbl>
    <w:p w14:paraId="4F6263F6" w14:textId="77777777" w:rsidR="00A750F1" w:rsidRPr="00D83688" w:rsidRDefault="00A750F1" w:rsidP="00DE75A0">
      <w:pPr>
        <w:jc w:val="both"/>
      </w:pPr>
    </w:p>
    <w:p w14:paraId="0CA1C211" w14:textId="77777777" w:rsidR="00A750F1" w:rsidRDefault="00A750F1" w:rsidP="00DE75A0">
      <w:pPr>
        <w:jc w:val="both"/>
        <w:rPr>
          <w:lang w:val="en-US"/>
        </w:rPr>
      </w:pPr>
      <w:r w:rsidRPr="00D83688">
        <w:rPr>
          <w:i/>
          <w:iCs/>
          <w:lang w:val="en-US"/>
        </w:rPr>
        <w:t>Sea area A4</w:t>
      </w:r>
      <w:r w:rsidRPr="00D83688">
        <w:rPr>
          <w:lang w:val="en-US"/>
        </w:rPr>
        <w:t xml:space="preserve"> means an area outside sea areas A1, A2 and A3.</w:t>
      </w:r>
    </w:p>
    <w:p w14:paraId="349EB6A8" w14:textId="77777777" w:rsidR="004F3CAB" w:rsidRDefault="004F3CAB" w:rsidP="00DE75A0">
      <w:pPr>
        <w:jc w:val="both"/>
      </w:pPr>
    </w:p>
    <w:p w14:paraId="47D21283" w14:textId="77777777" w:rsidR="004E4A57" w:rsidRDefault="007F5291" w:rsidP="00DE75A0">
      <w:pPr>
        <w:jc w:val="both"/>
      </w:pPr>
      <w:r w:rsidRPr="00D83688">
        <w:t xml:space="preserve">“E-Navigation is the </w:t>
      </w:r>
      <w:r w:rsidRPr="00D83688">
        <w:rPr>
          <w:i/>
          <w:u w:val="single"/>
        </w:rPr>
        <w:t>harmonized</w:t>
      </w:r>
      <w:r w:rsidRPr="00D83688">
        <w:t xml:space="preserve"> </w:t>
      </w:r>
      <w:r w:rsidRPr="007F5291">
        <w:t>collection, integration, exchange, presentation</w:t>
      </w:r>
      <w:r w:rsidRPr="00D83688">
        <w:t xml:space="preserve"> and </w:t>
      </w:r>
      <w:r w:rsidRPr="007F5291">
        <w:t>analysis</w:t>
      </w:r>
      <w:r w:rsidRPr="00D83688">
        <w:t xml:space="preserve"> of maritime information </w:t>
      </w:r>
      <w:proofErr w:type="spellStart"/>
      <w:r w:rsidRPr="00D83688">
        <w:rPr>
          <w:i/>
          <w:u w:val="single"/>
        </w:rPr>
        <w:t>onboard</w:t>
      </w:r>
      <w:proofErr w:type="spellEnd"/>
      <w:r w:rsidRPr="00D83688">
        <w:rPr>
          <w:i/>
          <w:u w:val="single"/>
        </w:rPr>
        <w:t xml:space="preserve"> and ashore</w:t>
      </w:r>
      <w:r w:rsidRPr="00D83688">
        <w:t xml:space="preserve"> by electronic means to enhance berth to berth navigation and related services, for safety and security at sea and protection of the marine environment.”</w:t>
      </w:r>
    </w:p>
    <w:p w14:paraId="611D105E" w14:textId="77777777" w:rsidR="005C0D29" w:rsidRDefault="005C0D29">
      <w:r>
        <w:br w:type="page"/>
      </w:r>
    </w:p>
    <w:p w14:paraId="3309CBC1" w14:textId="77777777" w:rsidR="003C6FD2" w:rsidRDefault="003C6FD2" w:rsidP="003C6FD2">
      <w:pPr>
        <w:pStyle w:val="Heading1"/>
      </w:pPr>
      <w:bookmarkStart w:id="4" w:name="_Toc320695188"/>
      <w:r>
        <w:lastRenderedPageBreak/>
        <w:t>discussions</w:t>
      </w:r>
      <w:bookmarkEnd w:id="4"/>
    </w:p>
    <w:p w14:paraId="19DA6A48" w14:textId="77777777" w:rsidR="003C6FD2" w:rsidRDefault="003C6FD2" w:rsidP="003C6FD2">
      <w:pPr>
        <w:pStyle w:val="BodyText"/>
        <w:rPr>
          <w:lang w:val="en-US"/>
        </w:rPr>
      </w:pPr>
      <w:r>
        <w:rPr>
          <w:lang w:val="en-US"/>
        </w:rPr>
        <w:t>According to the report from the e-Navigation Correspondence Group to MSC (COMSAR 15/11 – paragraph 9) efficient and reliable communication is crucial to ensure safe operations and interoperability on board and ashore and that an improved robust communication system for ships operating in polar and remote areas will be necessary for a future</w:t>
      </w:r>
      <w:r>
        <w:rPr>
          <w:rFonts w:cs="Arial"/>
          <w:lang w:val="en-US"/>
        </w:rPr>
        <w:t xml:space="preserve"> </w:t>
      </w:r>
      <w:r>
        <w:rPr>
          <w:lang w:val="en-US"/>
        </w:rPr>
        <w:t xml:space="preserve">e-navigation concept.  </w:t>
      </w:r>
    </w:p>
    <w:p w14:paraId="6B2C045A" w14:textId="77777777" w:rsidR="003C6FD2" w:rsidRDefault="003C6FD2" w:rsidP="003C6FD2">
      <w:pPr>
        <w:pStyle w:val="BodyText"/>
        <w:rPr>
          <w:lang w:val="en-US"/>
        </w:rPr>
      </w:pPr>
      <w:r>
        <w:rPr>
          <w:lang w:val="en-US"/>
        </w:rPr>
        <w:t xml:space="preserve">IALA supports the opinion expressed by the e-Navigation Correspondence Group (IALA e-NAV11/10/1).  </w:t>
      </w:r>
    </w:p>
    <w:p w14:paraId="12AFD361" w14:textId="77777777" w:rsidR="003C6FD2" w:rsidRDefault="003C6FD2" w:rsidP="003C6FD2">
      <w:pPr>
        <w:pStyle w:val="BodyText"/>
        <w:rPr>
          <w:lang w:eastAsia="de-DE"/>
        </w:rPr>
      </w:pPr>
      <w:r>
        <w:rPr>
          <w:lang w:eastAsia="de-DE"/>
        </w:rPr>
        <w:t xml:space="preserve">Whereas in most of the navigable ocean areas, the communications needs for </w:t>
      </w:r>
      <w:proofErr w:type="gramStart"/>
      <w:r>
        <w:rPr>
          <w:lang w:eastAsia="de-DE"/>
        </w:rPr>
        <w:t>distress and safety purposes can be met by existing terrestrial transmitters and communications satellites</w:t>
      </w:r>
      <w:proofErr w:type="gramEnd"/>
      <w:r>
        <w:rPr>
          <w:lang w:eastAsia="de-DE"/>
        </w:rPr>
        <w:t>.  In the Polar Regions</w:t>
      </w:r>
      <w:proofErr w:type="gramStart"/>
      <w:r>
        <w:rPr>
          <w:lang w:eastAsia="de-DE"/>
        </w:rPr>
        <w:t>;</w:t>
      </w:r>
      <w:proofErr w:type="gramEnd"/>
      <w:r>
        <w:rPr>
          <w:lang w:eastAsia="de-DE"/>
        </w:rPr>
        <w:t xml:space="preserve"> (i.e., above approximately 70 degrees North and below 70 degrees South) there is limited satellite communication capability for these purposes.  Although geosynchronous satellites (e.g., Inmarsat) can provide communications capability in areas up to approximately 75 degrees, an effective and reliable means of communications is necessary for the remainder of the polar areas.  </w:t>
      </w:r>
    </w:p>
    <w:p w14:paraId="7E4CEC41" w14:textId="77777777" w:rsidR="003C6FD2" w:rsidRDefault="003C6FD2" w:rsidP="003C6FD2">
      <w:pPr>
        <w:pStyle w:val="BodyText"/>
        <w:rPr>
          <w:lang w:eastAsia="de-DE"/>
        </w:rPr>
      </w:pPr>
      <w:r>
        <w:rPr>
          <w:lang w:eastAsia="de-DE"/>
        </w:rPr>
        <w:t>The GMDSS has introduced an international coordinated network of broadcasts of Maritime Safety Information (MSI), as defined in SOLAS IV Part A Regulation 2.9.</w:t>
      </w:r>
    </w:p>
    <w:p w14:paraId="68106668" w14:textId="77777777" w:rsidR="003C6FD2" w:rsidRDefault="003C6FD2" w:rsidP="003C6FD2">
      <w:pPr>
        <w:pStyle w:val="BodyText"/>
        <w:rPr>
          <w:lang w:eastAsia="de-DE"/>
        </w:rPr>
      </w:pPr>
      <w:r>
        <w:rPr>
          <w:lang w:eastAsia="de-DE"/>
        </w:rPr>
        <w:t xml:space="preserve">For the foreseeable future, HF remains the only available </w:t>
      </w:r>
      <w:proofErr w:type="gramStart"/>
      <w:r>
        <w:rPr>
          <w:lang w:eastAsia="de-DE"/>
        </w:rPr>
        <w:t>long range</w:t>
      </w:r>
      <w:proofErr w:type="gramEnd"/>
      <w:r>
        <w:rPr>
          <w:lang w:eastAsia="de-DE"/>
        </w:rPr>
        <w:t xml:space="preserve"> system that can provide for communications and MSI services in areas beyond the coverage of satellite systems (i.e., geosynchronous) recognized for that purpose.  This is also the opinion of IALA. </w:t>
      </w:r>
    </w:p>
    <w:p w14:paraId="58359A18" w14:textId="77777777" w:rsidR="00EE59FC" w:rsidRDefault="003C6FD2" w:rsidP="003C6FD2">
      <w:pPr>
        <w:pStyle w:val="BodyText"/>
        <w:rPr>
          <w:lang w:eastAsia="de-DE"/>
        </w:rPr>
      </w:pPr>
      <w:r w:rsidRPr="00EE59FC">
        <w:rPr>
          <w:highlight w:val="yellow"/>
          <w:lang w:eastAsia="de-DE"/>
        </w:rPr>
        <w:t>Although HF is a requirement of GMDSS, the operational challenges (e.g., changing propagation characteristics) and the inability to provide a high data rate (broadband) communications channel severely limits the usefulness of HF communications.</w:t>
      </w:r>
      <w:r w:rsidR="00EE59FC">
        <w:rPr>
          <w:lang w:eastAsia="de-DE"/>
        </w:rPr>
        <w:t xml:space="preserve"> </w:t>
      </w:r>
    </w:p>
    <w:p w14:paraId="1B655D4B" w14:textId="77777777" w:rsidR="00EE59FC" w:rsidRDefault="00EE59FC" w:rsidP="003C6FD2">
      <w:pPr>
        <w:pStyle w:val="BodyText"/>
        <w:rPr>
          <w:lang w:eastAsia="de-DE"/>
        </w:rPr>
      </w:pPr>
      <w:r w:rsidRPr="00EE59FC">
        <w:rPr>
          <w:highlight w:val="yellow"/>
          <w:lang w:eastAsia="de-DE"/>
        </w:rPr>
        <w:t xml:space="preserve">WRC-15 Agenda item 1.16 will consider possible additional maritime communications that could service the </w:t>
      </w:r>
      <w:proofErr w:type="gramStart"/>
      <w:r w:rsidRPr="00EE59FC">
        <w:rPr>
          <w:highlight w:val="yellow"/>
          <w:lang w:eastAsia="de-DE"/>
        </w:rPr>
        <w:t>polar regions</w:t>
      </w:r>
      <w:proofErr w:type="gramEnd"/>
      <w:r w:rsidRPr="00EE59FC">
        <w:rPr>
          <w:highlight w:val="yellow"/>
          <w:lang w:eastAsia="de-DE"/>
        </w:rPr>
        <w:t xml:space="preserve"> with more robust HF capabilities.</w:t>
      </w:r>
      <w:r w:rsidR="003C6FD2">
        <w:rPr>
          <w:lang w:eastAsia="de-DE"/>
        </w:rPr>
        <w:t xml:space="preserve"> </w:t>
      </w:r>
    </w:p>
    <w:p w14:paraId="1AB8C02B" w14:textId="77777777" w:rsidR="003C6FD2" w:rsidRDefault="00EE59FC" w:rsidP="003C6FD2">
      <w:pPr>
        <w:pStyle w:val="BodyText"/>
        <w:rPr>
          <w:lang w:eastAsia="de-DE"/>
        </w:rPr>
      </w:pPr>
      <w:r w:rsidRPr="00EE59FC">
        <w:rPr>
          <w:highlight w:val="yellow"/>
          <w:lang w:eastAsia="de-DE"/>
        </w:rPr>
        <w:t>LRIT</w:t>
      </w:r>
    </w:p>
    <w:p w14:paraId="3CB0F4C2" w14:textId="77777777" w:rsidR="003C6FD2" w:rsidRDefault="003C6FD2" w:rsidP="003C6FD2">
      <w:pPr>
        <w:pStyle w:val="BodyText"/>
        <w:rPr>
          <w:lang w:eastAsia="de-DE"/>
        </w:rPr>
      </w:pPr>
      <w:r>
        <w:rPr>
          <w:lang w:eastAsia="de-DE"/>
        </w:rPr>
        <w:t xml:space="preserve">E-navigation requires both communication of data and radio navigation information. Though at this time, </w:t>
      </w:r>
      <w:proofErr w:type="gramStart"/>
      <w:r>
        <w:rPr>
          <w:lang w:eastAsia="de-DE"/>
        </w:rPr>
        <w:t>GNSS may only provide limited coverage however, with the introduction of new satellite systems, the integrity</w:t>
      </w:r>
      <w:proofErr w:type="gramEnd"/>
      <w:r>
        <w:rPr>
          <w:lang w:eastAsia="de-DE"/>
        </w:rPr>
        <w:t xml:space="preserve">, </w:t>
      </w:r>
      <w:proofErr w:type="gramStart"/>
      <w:r>
        <w:rPr>
          <w:lang w:eastAsia="de-DE"/>
        </w:rPr>
        <w:t>accuracy and availability will improve</w:t>
      </w:r>
      <w:proofErr w:type="gramEnd"/>
      <w:r>
        <w:rPr>
          <w:lang w:eastAsia="de-DE"/>
        </w:rPr>
        <w:t xml:space="preserve">.  </w:t>
      </w:r>
    </w:p>
    <w:p w14:paraId="6BAA86B9" w14:textId="77777777" w:rsidR="003C6FD2" w:rsidRDefault="003C6FD2" w:rsidP="003C6FD2"/>
    <w:p w14:paraId="07FF55A8" w14:textId="77777777" w:rsidR="003C6FD2" w:rsidRDefault="003C6FD2" w:rsidP="003C6FD2">
      <w:pPr>
        <w:pStyle w:val="Heading1"/>
      </w:pPr>
      <w:bookmarkStart w:id="5" w:name="_Toc320695189"/>
      <w:r>
        <w:t>COMMUNICATIONS IN THE POLAR REGIONS</w:t>
      </w:r>
      <w:bookmarkEnd w:id="5"/>
    </w:p>
    <w:p w14:paraId="6985B79D" w14:textId="77777777" w:rsidR="003C6FD2" w:rsidRDefault="003C6FD2" w:rsidP="003C6FD2">
      <w:pPr>
        <w:pStyle w:val="BodyText"/>
        <w:rPr>
          <w:lang w:eastAsia="de-DE"/>
        </w:rPr>
      </w:pPr>
      <w:r>
        <w:rPr>
          <w:lang w:eastAsia="de-DE"/>
        </w:rPr>
        <w:t>Though there are no recognized satellite services as defined for Sea area A4, non-GMDSS satellites are available</w:t>
      </w:r>
      <w:r w:rsidR="00DE75A0">
        <w:rPr>
          <w:lang w:eastAsia="de-DE"/>
        </w:rPr>
        <w:t xml:space="preserve"> (or planned)</w:t>
      </w:r>
      <w:r>
        <w:rPr>
          <w:lang w:eastAsia="de-DE"/>
        </w:rPr>
        <w:t xml:space="preserve"> and could be used</w:t>
      </w:r>
      <w:r w:rsidR="00DE75A0">
        <w:rPr>
          <w:lang w:eastAsia="de-DE"/>
        </w:rPr>
        <w:t xml:space="preserve">, some of which are described in Annex 1 </w:t>
      </w:r>
      <w:proofErr w:type="gramStart"/>
      <w:r w:rsidR="00DE75A0">
        <w:rPr>
          <w:lang w:eastAsia="de-DE"/>
        </w:rPr>
        <w:t xml:space="preserve">-  </w:t>
      </w:r>
      <w:proofErr w:type="gramEnd"/>
      <w:r w:rsidR="00F309CD">
        <w:rPr>
          <w:lang w:eastAsia="de-DE"/>
        </w:rPr>
        <w:fldChar w:fldCharType="begin"/>
      </w:r>
      <w:r w:rsidR="00DE75A0">
        <w:rPr>
          <w:lang w:eastAsia="de-DE"/>
        </w:rPr>
        <w:instrText xml:space="preserve"> REF _Ref320684419 \h </w:instrText>
      </w:r>
      <w:r w:rsidR="00F309CD">
        <w:rPr>
          <w:lang w:eastAsia="de-DE"/>
        </w:rPr>
      </w:r>
      <w:r w:rsidR="00F309CD">
        <w:rPr>
          <w:lang w:eastAsia="de-DE"/>
        </w:rPr>
        <w:fldChar w:fldCharType="separate"/>
      </w:r>
      <w:r w:rsidR="007E2EAB">
        <w:t>Current and Future Satellite Communications Systems</w:t>
      </w:r>
      <w:r w:rsidR="00F309CD">
        <w:rPr>
          <w:lang w:eastAsia="de-DE"/>
        </w:rPr>
        <w:fldChar w:fldCharType="end"/>
      </w:r>
      <w:r>
        <w:rPr>
          <w:lang w:eastAsia="de-DE"/>
        </w:rPr>
        <w:t xml:space="preserve">. </w:t>
      </w:r>
    </w:p>
    <w:p w14:paraId="49E1FAF8" w14:textId="77777777" w:rsidR="003C6FD2" w:rsidRDefault="003C6FD2" w:rsidP="003C6FD2">
      <w:pPr>
        <w:pStyle w:val="BodyText"/>
        <w:rPr>
          <w:lang w:eastAsia="de-DE"/>
        </w:rPr>
      </w:pPr>
      <w:r>
        <w:rPr>
          <w:lang w:eastAsia="de-DE"/>
        </w:rPr>
        <w:t>Various administrations have HF DSC stations for Sea Areas A3 and A4.  A list of these stations can be found in the International Maritime Organization’s Master Plan of Shore-Based Facilities For The Global Maritime Distress And Safety System (GMDSS Master Plan); GMDSS.1/Circ.13 (23 May 2011).    The actual coverage in the polar areas may be limited by such factors as propagation conditions, geographic location, radiated power and time of day.</w:t>
      </w:r>
    </w:p>
    <w:p w14:paraId="7D65DC60" w14:textId="77777777" w:rsidR="003C6FD2" w:rsidRDefault="003C6FD2" w:rsidP="003C6FD2">
      <w:pPr>
        <w:pStyle w:val="BodyText"/>
        <w:rPr>
          <w:lang w:eastAsia="de-DE"/>
        </w:rPr>
      </w:pPr>
    </w:p>
    <w:p w14:paraId="47C43860" w14:textId="77777777" w:rsidR="003C6FD2" w:rsidRDefault="003C6FD2" w:rsidP="003C6FD2">
      <w:pPr>
        <w:pStyle w:val="Heading1"/>
      </w:pPr>
      <w:bookmarkStart w:id="6" w:name="_Toc320695190"/>
      <w:r>
        <w:t>USE of ais (automatic identification system)</w:t>
      </w:r>
      <w:bookmarkEnd w:id="6"/>
    </w:p>
    <w:p w14:paraId="4DB38B1F" w14:textId="77777777" w:rsidR="003C6FD2" w:rsidRDefault="003C6FD2" w:rsidP="003C6FD2">
      <w:pPr>
        <w:pStyle w:val="BodyText"/>
        <w:rPr>
          <w:lang w:eastAsia="de-DE"/>
        </w:rPr>
      </w:pPr>
      <w:r>
        <w:rPr>
          <w:lang w:eastAsia="de-DE"/>
        </w:rPr>
        <w:t>As noted above, some of the planned and existing satellites will have the capability to receive AIS transmissions.  This capability would allow vessels to transmit short, low data rate safety related</w:t>
      </w:r>
      <w:r w:rsidR="006A431F" w:rsidRPr="006A431F">
        <w:rPr>
          <w:lang w:eastAsia="de-DE"/>
        </w:rPr>
        <w:t xml:space="preserve"> </w:t>
      </w:r>
      <w:r w:rsidR="006A431F">
        <w:rPr>
          <w:lang w:eastAsia="de-DE"/>
        </w:rPr>
        <w:t>messages</w:t>
      </w:r>
      <w:r>
        <w:rPr>
          <w:lang w:eastAsia="de-DE"/>
        </w:rPr>
        <w:t>.  In the future, use of an AIS transmission capability on these satellites may be an effective means to provide MSI (Maritime Safety Information) to vessels in the Polar areas.</w:t>
      </w:r>
    </w:p>
    <w:p w14:paraId="7BED12B4" w14:textId="77777777" w:rsidR="00DE75A0" w:rsidRDefault="00DE75A0">
      <w:pPr>
        <w:rPr>
          <w:b/>
          <w:szCs w:val="20"/>
          <w:lang w:val="en-US" w:eastAsia="de-DE"/>
        </w:rPr>
      </w:pPr>
      <w:r>
        <w:rPr>
          <w:b/>
          <w:lang w:val="en-US"/>
        </w:rPr>
        <w:br w:type="page"/>
      </w:r>
    </w:p>
    <w:p w14:paraId="50F3798D" w14:textId="77777777" w:rsidR="003C6FD2" w:rsidRPr="005F38C0" w:rsidRDefault="003C6FD2" w:rsidP="003C6FD2">
      <w:pPr>
        <w:pStyle w:val="Heading1"/>
        <w:rPr>
          <w:lang w:val="en-US"/>
        </w:rPr>
      </w:pPr>
      <w:bookmarkStart w:id="7" w:name="_Toc320695191"/>
      <w:r w:rsidRPr="005F38C0">
        <w:rPr>
          <w:lang w:val="en-US"/>
        </w:rPr>
        <w:lastRenderedPageBreak/>
        <w:t>Recommended actions</w:t>
      </w:r>
      <w:bookmarkEnd w:id="7"/>
    </w:p>
    <w:p w14:paraId="278B014C" w14:textId="77777777" w:rsidR="003C6FD2" w:rsidRDefault="007471E4" w:rsidP="003C6FD2">
      <w:pPr>
        <w:pStyle w:val="ListParagraph"/>
        <w:numPr>
          <w:ilvl w:val="0"/>
          <w:numId w:val="25"/>
        </w:numPr>
        <w:jc w:val="both"/>
        <w:rPr>
          <w:rFonts w:cs="Calibri"/>
          <w:lang w:val="en-US"/>
        </w:rPr>
      </w:pPr>
      <w:r>
        <w:rPr>
          <w:rFonts w:cs="Calibri"/>
          <w:lang w:val="en-US"/>
        </w:rPr>
        <w:t>IALA recommends that a</w:t>
      </w:r>
      <w:r w:rsidR="003C6FD2">
        <w:rPr>
          <w:rFonts w:cs="Calibri"/>
          <w:lang w:val="en-US"/>
        </w:rPr>
        <w:t xml:space="preserve">ll ships operating in polar areas be provided with AIS to enable coastal states to make use of such information for monitoring and safety purposes. </w:t>
      </w:r>
    </w:p>
    <w:p w14:paraId="1ABD89BE" w14:textId="77777777" w:rsidR="003C6FD2" w:rsidRDefault="003C6FD2" w:rsidP="003C6FD2">
      <w:pPr>
        <w:pStyle w:val="ListParagraph"/>
        <w:jc w:val="both"/>
        <w:rPr>
          <w:rFonts w:cs="Calibri"/>
          <w:lang w:val="en-US"/>
        </w:rPr>
      </w:pPr>
    </w:p>
    <w:p w14:paraId="7459FC49" w14:textId="77777777" w:rsidR="003C6FD2" w:rsidRDefault="004D35AB" w:rsidP="003C6FD2">
      <w:pPr>
        <w:pStyle w:val="ListParagraph"/>
        <w:numPr>
          <w:ilvl w:val="0"/>
          <w:numId w:val="25"/>
        </w:numPr>
        <w:jc w:val="both"/>
        <w:rPr>
          <w:rFonts w:cs="Calibri"/>
          <w:lang w:val="en-US"/>
        </w:rPr>
      </w:pPr>
      <w:r>
        <w:rPr>
          <w:rFonts w:cs="Calibri"/>
          <w:lang w:val="en-US"/>
        </w:rPr>
        <w:t>IALA p</w:t>
      </w:r>
      <w:r w:rsidR="007471E4">
        <w:rPr>
          <w:rFonts w:cs="Calibri"/>
          <w:lang w:val="en-US"/>
        </w:rPr>
        <w:t>ropose</w:t>
      </w:r>
      <w:r>
        <w:rPr>
          <w:rFonts w:cs="Calibri"/>
          <w:lang w:val="en-US"/>
        </w:rPr>
        <w:t>s</w:t>
      </w:r>
      <w:r w:rsidR="003C6FD2">
        <w:rPr>
          <w:rFonts w:cs="Calibri"/>
          <w:lang w:val="en-US"/>
        </w:rPr>
        <w:t xml:space="preserve"> </w:t>
      </w:r>
      <w:r>
        <w:rPr>
          <w:rFonts w:cs="Calibri"/>
          <w:lang w:val="en-US"/>
        </w:rPr>
        <w:t xml:space="preserve">the development of </w:t>
      </w:r>
      <w:r w:rsidR="00A70AB1">
        <w:rPr>
          <w:rFonts w:cs="Calibri"/>
          <w:lang w:val="en-US"/>
        </w:rPr>
        <w:t>requirements</w:t>
      </w:r>
      <w:r w:rsidR="003C6FD2">
        <w:rPr>
          <w:rFonts w:cs="Calibri"/>
          <w:lang w:val="en-US"/>
        </w:rPr>
        <w:t xml:space="preserve"> for efficient, seamless and automated exchange of digitized information</w:t>
      </w:r>
      <w:r w:rsidR="007471E4">
        <w:rPr>
          <w:rFonts w:cs="Calibri"/>
          <w:lang w:val="en-US"/>
        </w:rPr>
        <w:t xml:space="preserve"> across all affected parties, including </w:t>
      </w:r>
      <w:proofErr w:type="gramStart"/>
      <w:r w:rsidR="007471E4">
        <w:rPr>
          <w:rFonts w:cs="Calibri"/>
          <w:lang w:val="en-US"/>
        </w:rPr>
        <w:t>shore based</w:t>
      </w:r>
      <w:proofErr w:type="gramEnd"/>
      <w:r w:rsidR="007471E4">
        <w:rPr>
          <w:rFonts w:cs="Calibri"/>
          <w:lang w:val="en-US"/>
        </w:rPr>
        <w:t xml:space="preserve"> facilities.</w:t>
      </w:r>
      <w:r w:rsidR="003C6FD2">
        <w:rPr>
          <w:rFonts w:cs="Calibri"/>
          <w:lang w:val="en-US"/>
        </w:rPr>
        <w:t xml:space="preserve"> </w:t>
      </w:r>
    </w:p>
    <w:p w14:paraId="3B307A8D" w14:textId="77777777" w:rsidR="003C6FD2" w:rsidRPr="003C6FD2" w:rsidRDefault="003C6FD2" w:rsidP="003C6FD2">
      <w:pPr>
        <w:pStyle w:val="ListParagraph"/>
        <w:rPr>
          <w:rFonts w:cs="Calibri"/>
          <w:lang w:val="en-US"/>
        </w:rPr>
      </w:pPr>
    </w:p>
    <w:p w14:paraId="4DDA3AC7" w14:textId="77777777" w:rsidR="003C6FD2" w:rsidRDefault="004D35AB" w:rsidP="003C6FD2">
      <w:pPr>
        <w:pStyle w:val="ListParagraph"/>
        <w:numPr>
          <w:ilvl w:val="0"/>
          <w:numId w:val="25"/>
        </w:numPr>
        <w:jc w:val="both"/>
        <w:rPr>
          <w:rFonts w:cs="Calibri"/>
          <w:lang w:val="en-US"/>
        </w:rPr>
      </w:pPr>
      <w:r>
        <w:rPr>
          <w:rFonts w:cs="Calibri"/>
          <w:lang w:val="en-US"/>
        </w:rPr>
        <w:t>IALA p</w:t>
      </w:r>
      <w:r w:rsidR="007471E4">
        <w:rPr>
          <w:rFonts w:cs="Calibri"/>
          <w:lang w:val="en-US"/>
        </w:rPr>
        <w:t>ropose</w:t>
      </w:r>
      <w:r>
        <w:rPr>
          <w:rFonts w:cs="Calibri"/>
          <w:lang w:val="en-US"/>
        </w:rPr>
        <w:t>s</w:t>
      </w:r>
      <w:r w:rsidR="007471E4">
        <w:rPr>
          <w:rFonts w:cs="Calibri"/>
          <w:lang w:val="en-US"/>
        </w:rPr>
        <w:t xml:space="preserve"> and </w:t>
      </w:r>
      <w:r>
        <w:rPr>
          <w:rFonts w:cs="Calibri"/>
          <w:lang w:val="en-US"/>
        </w:rPr>
        <w:t xml:space="preserve">offers its </w:t>
      </w:r>
      <w:r w:rsidR="007471E4">
        <w:rPr>
          <w:rFonts w:cs="Calibri"/>
          <w:lang w:val="en-US"/>
        </w:rPr>
        <w:t>assist</w:t>
      </w:r>
      <w:r>
        <w:rPr>
          <w:rFonts w:cs="Calibri"/>
          <w:lang w:val="en-US"/>
        </w:rPr>
        <w:t>ance</w:t>
      </w:r>
      <w:r w:rsidR="007471E4">
        <w:rPr>
          <w:rFonts w:cs="Calibri"/>
          <w:lang w:val="en-US"/>
        </w:rPr>
        <w:t xml:space="preserve"> in the development of an implementation strategy and plan to address requirements for enhanced polar communications as outlined.</w:t>
      </w:r>
    </w:p>
    <w:p w14:paraId="480DD00A" w14:textId="77777777" w:rsidR="003C6FD2" w:rsidRDefault="003C6FD2" w:rsidP="003C6FD2">
      <w:pPr>
        <w:rPr>
          <w:lang w:val="en-US"/>
        </w:rPr>
      </w:pPr>
    </w:p>
    <w:p w14:paraId="54F2F11D" w14:textId="77777777" w:rsidR="003C6FD2" w:rsidRPr="005F38C0" w:rsidRDefault="003C6FD2" w:rsidP="003C6FD2">
      <w:pPr>
        <w:rPr>
          <w:lang w:val="en-US"/>
        </w:rPr>
      </w:pPr>
    </w:p>
    <w:p w14:paraId="0718CB71" w14:textId="77777777" w:rsidR="003C6FD2" w:rsidRDefault="003C6FD2">
      <w:pPr>
        <w:rPr>
          <w:lang w:eastAsia="de-DE"/>
        </w:rPr>
      </w:pPr>
      <w:r>
        <w:rPr>
          <w:b/>
          <w:caps/>
          <w:lang w:eastAsia="de-DE"/>
        </w:rPr>
        <w:br w:type="page"/>
      </w:r>
    </w:p>
    <w:p w14:paraId="5D4162B9" w14:textId="77777777" w:rsidR="002B111E" w:rsidRDefault="002B111E"/>
    <w:p w14:paraId="307547A6" w14:textId="77777777" w:rsidR="002B111E" w:rsidRDefault="007E2EAB" w:rsidP="00D83688">
      <w:pPr>
        <w:pStyle w:val="Annex"/>
      </w:pPr>
      <w:bookmarkStart w:id="8" w:name="_Ref320684419"/>
      <w:bookmarkStart w:id="9" w:name="_Ref320684475"/>
      <w:bookmarkStart w:id="10" w:name="_Ref320684540"/>
      <w:bookmarkStart w:id="11" w:name="_Ref320684561"/>
      <w:bookmarkStart w:id="12" w:name="_Toc320695192"/>
      <w:r>
        <w:t xml:space="preserve">current and </w:t>
      </w:r>
      <w:r w:rsidR="002B111E">
        <w:t>FUTURE SATELLITE COMMUNICATIONS SYSTEMS</w:t>
      </w:r>
      <w:bookmarkEnd w:id="8"/>
      <w:bookmarkEnd w:id="9"/>
      <w:bookmarkEnd w:id="10"/>
      <w:bookmarkEnd w:id="11"/>
      <w:bookmarkEnd w:id="12"/>
    </w:p>
    <w:p w14:paraId="1E4A691F" w14:textId="77777777" w:rsidR="002B111E" w:rsidRPr="00A750F1" w:rsidRDefault="002B111E" w:rsidP="002B111E">
      <w:pPr>
        <w:pStyle w:val="List1text"/>
        <w:ind w:left="0"/>
        <w:rPr>
          <w:szCs w:val="24"/>
          <w:lang w:eastAsia="de-DE"/>
        </w:rPr>
      </w:pPr>
      <w:r w:rsidRPr="00A750F1">
        <w:rPr>
          <w:szCs w:val="24"/>
          <w:lang w:eastAsia="de-DE"/>
        </w:rPr>
        <w:t xml:space="preserve">Following is a non-exhaustive list of </w:t>
      </w:r>
      <w:r w:rsidR="007E2EAB">
        <w:rPr>
          <w:szCs w:val="24"/>
          <w:lang w:eastAsia="de-DE"/>
        </w:rPr>
        <w:t xml:space="preserve">current and </w:t>
      </w:r>
      <w:r w:rsidRPr="00A750F1">
        <w:rPr>
          <w:szCs w:val="24"/>
          <w:lang w:eastAsia="de-DE"/>
        </w:rPr>
        <w:t>proposed satellite communications systems that will provide coverage to the polar areas.  Note that military satellite systems have not been included.</w:t>
      </w:r>
    </w:p>
    <w:p w14:paraId="27AF9E7C" w14:textId="77777777" w:rsidR="002B111E" w:rsidRPr="00FE0F98" w:rsidRDefault="002B111E" w:rsidP="002B111E">
      <w:pPr>
        <w:autoSpaceDE w:val="0"/>
        <w:autoSpaceDN w:val="0"/>
        <w:adjustRightInd w:val="0"/>
        <w:rPr>
          <w:b/>
        </w:rPr>
      </w:pPr>
    </w:p>
    <w:p w14:paraId="175FB4D2" w14:textId="77777777" w:rsidR="002B111E" w:rsidRPr="00B31FF5" w:rsidRDefault="002B111E" w:rsidP="00D83688">
      <w:r w:rsidRPr="00B31FF5">
        <w:rPr>
          <w:b/>
        </w:rPr>
        <w:t>Antarctic Broadband Program</w:t>
      </w:r>
    </w:p>
    <w:p w14:paraId="4DA8917D" w14:textId="77777777" w:rsidR="002B111E" w:rsidRDefault="002B111E" w:rsidP="002B111E">
      <w:pPr>
        <w:autoSpaceDE w:val="0"/>
        <w:autoSpaceDN w:val="0"/>
        <w:adjustRightInd w:val="0"/>
        <w:rPr>
          <w:b/>
        </w:rPr>
      </w:pPr>
    </w:p>
    <w:p w14:paraId="56E240E6" w14:textId="77777777" w:rsidR="002B111E" w:rsidRPr="00A750F1" w:rsidRDefault="002B111E" w:rsidP="002B111E">
      <w:pPr>
        <w:pStyle w:val="List1text"/>
        <w:ind w:left="0"/>
        <w:rPr>
          <w:szCs w:val="24"/>
          <w:lang w:eastAsia="de-DE"/>
        </w:rPr>
      </w:pPr>
      <w:r w:rsidRPr="00A750F1">
        <w:rPr>
          <w:szCs w:val="24"/>
          <w:lang w:eastAsia="de-DE"/>
        </w:rPr>
        <w:t xml:space="preserve">The Antarctic Broadband Program is an Australian demonstration program that will use small-satellite technology to meet the data-transfer needs of the research community operating in the Antarctic area. This program plans to fly </w:t>
      </w:r>
      <w:proofErr w:type="spellStart"/>
      <w:r w:rsidRPr="00A750F1">
        <w:rPr>
          <w:szCs w:val="24"/>
          <w:lang w:eastAsia="de-DE"/>
        </w:rPr>
        <w:t>nanosatellites</w:t>
      </w:r>
      <w:proofErr w:type="spellEnd"/>
      <w:r w:rsidRPr="00A750F1">
        <w:rPr>
          <w:szCs w:val="24"/>
          <w:lang w:eastAsia="de-DE"/>
        </w:rPr>
        <w:t xml:space="preserve"> in Low Earth Orbit (LEO).  At completion, this program plans for 24-hour coverage of the Antarctic Circle, providing over a terabyte of transfer capability per day at speeds comparable to that of ADSL.</w:t>
      </w:r>
    </w:p>
    <w:p w14:paraId="40E0A540" w14:textId="77777777" w:rsidR="002B111E" w:rsidRDefault="002B111E" w:rsidP="002B111E">
      <w:pPr>
        <w:autoSpaceDE w:val="0"/>
        <w:autoSpaceDN w:val="0"/>
        <w:adjustRightInd w:val="0"/>
        <w:rPr>
          <w:b/>
        </w:rPr>
      </w:pPr>
    </w:p>
    <w:p w14:paraId="05305F19" w14:textId="77777777" w:rsidR="002B111E" w:rsidRPr="004F3CAB" w:rsidRDefault="002B111E" w:rsidP="00D83688">
      <w:r w:rsidRPr="004F3CAB">
        <w:rPr>
          <w:b/>
        </w:rPr>
        <w:t>APRIZESAT</w:t>
      </w:r>
    </w:p>
    <w:p w14:paraId="2BBCE334" w14:textId="77777777" w:rsidR="002B111E" w:rsidRDefault="002B111E" w:rsidP="002B111E">
      <w:pPr>
        <w:autoSpaceDE w:val="0"/>
        <w:autoSpaceDN w:val="0"/>
        <w:adjustRightInd w:val="0"/>
        <w:rPr>
          <w:b/>
        </w:rPr>
      </w:pPr>
    </w:p>
    <w:p w14:paraId="0865004F" w14:textId="77777777" w:rsidR="002B111E" w:rsidRPr="00A750F1" w:rsidRDefault="002B111E" w:rsidP="002B111E">
      <w:pPr>
        <w:pStyle w:val="List1text"/>
        <w:ind w:left="0"/>
        <w:rPr>
          <w:szCs w:val="24"/>
          <w:lang w:eastAsia="de-DE"/>
        </w:rPr>
      </w:pPr>
      <w:proofErr w:type="spellStart"/>
      <w:r w:rsidRPr="00A750F1">
        <w:rPr>
          <w:szCs w:val="24"/>
          <w:lang w:eastAsia="de-DE"/>
        </w:rPr>
        <w:t>AprizeSat</w:t>
      </w:r>
      <w:proofErr w:type="spellEnd"/>
      <w:r w:rsidRPr="00A750F1">
        <w:rPr>
          <w:szCs w:val="24"/>
          <w:lang w:eastAsia="de-DE"/>
        </w:rPr>
        <w:t xml:space="preserve"> (Argentina) is a constellation of small Low-Earth-Orbit satellites (64 satellites planned) to achieve a global communication system including data transmission and fixed and mobile asset tracking and monitoring (GMPCS).  </w:t>
      </w:r>
      <w:proofErr w:type="spellStart"/>
      <w:r w:rsidRPr="00A750F1">
        <w:rPr>
          <w:szCs w:val="24"/>
          <w:lang w:eastAsia="de-DE"/>
        </w:rPr>
        <w:t>AprizeSat</w:t>
      </w:r>
      <w:proofErr w:type="spellEnd"/>
      <w:r w:rsidRPr="00A750F1">
        <w:rPr>
          <w:szCs w:val="24"/>
          <w:lang w:eastAsia="de-DE"/>
        </w:rPr>
        <w:t xml:space="preserve"> 3 and 4 feature an AIS (Automatic Identification System) receiver to gather position data from ships. </w:t>
      </w:r>
    </w:p>
    <w:p w14:paraId="25C995F1" w14:textId="77777777" w:rsidR="002B111E" w:rsidRPr="00651C45" w:rsidRDefault="002B111E" w:rsidP="002B111E">
      <w:pPr>
        <w:pStyle w:val="List1text"/>
        <w:ind w:left="0"/>
      </w:pPr>
    </w:p>
    <w:p w14:paraId="4189FDB7" w14:textId="77777777" w:rsidR="002B111E" w:rsidRPr="00B31FF5" w:rsidRDefault="002B111E" w:rsidP="00D83688">
      <w:r w:rsidRPr="00B31FF5">
        <w:rPr>
          <w:b/>
        </w:rPr>
        <w:t>ARGOS</w:t>
      </w:r>
    </w:p>
    <w:p w14:paraId="65D7340A" w14:textId="77777777" w:rsidR="00B31FF5" w:rsidRDefault="00B31FF5" w:rsidP="00D83688"/>
    <w:p w14:paraId="0BF44651" w14:textId="77777777" w:rsidR="002B111E" w:rsidRPr="00651C45" w:rsidRDefault="002B111E" w:rsidP="002B111E">
      <w:pPr>
        <w:autoSpaceDE w:val="0"/>
        <w:autoSpaceDN w:val="0"/>
        <w:adjustRightInd w:val="0"/>
      </w:pPr>
      <w:r w:rsidRPr="000F0764">
        <w:t xml:space="preserve">Argos is a global satellite-based location and data collection system dedicated to studying and protecting our planet's environment. Today, 6 Polar orbiting satellites </w:t>
      </w:r>
      <w:r w:rsidRPr="00651C45">
        <w:t>flying at an orbit of 850 km allow any mobile object equipped with a compatible transmitter to be located across the world. It also offers the possibility of collecting data from measurement sensors connected to this transmitter.</w:t>
      </w:r>
    </w:p>
    <w:p w14:paraId="353A4D5F" w14:textId="77777777" w:rsidR="002B111E" w:rsidRDefault="002B111E" w:rsidP="002B111E">
      <w:pPr>
        <w:pStyle w:val="PlainText"/>
      </w:pPr>
    </w:p>
    <w:p w14:paraId="18B6F4FB" w14:textId="77777777" w:rsidR="002B111E" w:rsidRDefault="002B111E" w:rsidP="002B111E">
      <w:pPr>
        <w:autoSpaceDE w:val="0"/>
        <w:autoSpaceDN w:val="0"/>
        <w:adjustRightInd w:val="0"/>
        <w:jc w:val="both"/>
      </w:pPr>
      <w:r>
        <w:t xml:space="preserve">The Argos system results from Franco-American cooperation involving CNES (French Space Agency), NOAA (National Oceanic and Atmospheric Administration), with support from NASA (National Aeronautics and Space Administration), </w:t>
      </w:r>
      <w:proofErr w:type="spellStart"/>
      <w:r>
        <w:t>Eumetsat</w:t>
      </w:r>
      <w:proofErr w:type="spellEnd"/>
      <w:r>
        <w:t xml:space="preserve"> (European meteorological organization) and soon ISRO </w:t>
      </w:r>
      <w:proofErr w:type="gramStart"/>
      <w:r>
        <w:t>( Indian</w:t>
      </w:r>
      <w:proofErr w:type="gramEnd"/>
      <w:r>
        <w:t xml:space="preserve"> Space Research Organization) </w:t>
      </w:r>
    </w:p>
    <w:p w14:paraId="3DE0EEE4" w14:textId="77777777" w:rsidR="002B111E" w:rsidRPr="00651C45" w:rsidRDefault="002B111E" w:rsidP="002B111E">
      <w:pPr>
        <w:pStyle w:val="BodyText"/>
      </w:pPr>
    </w:p>
    <w:p w14:paraId="79397305" w14:textId="77777777" w:rsidR="002B111E" w:rsidRPr="00B31FF5" w:rsidRDefault="002B111E" w:rsidP="00D83688">
      <w:r w:rsidRPr="00B31FF5">
        <w:rPr>
          <w:b/>
        </w:rPr>
        <w:t>ARKTIKA</w:t>
      </w:r>
    </w:p>
    <w:p w14:paraId="2BFE90FC" w14:textId="77777777" w:rsidR="00B31FF5" w:rsidRDefault="00B31FF5" w:rsidP="00D83688"/>
    <w:p w14:paraId="600CEB49" w14:textId="77777777" w:rsidR="002B111E" w:rsidRPr="002D5DDA" w:rsidRDefault="002B111E" w:rsidP="002B111E">
      <w:pPr>
        <w:pStyle w:val="List1text"/>
        <w:ind w:left="0"/>
        <w:rPr>
          <w:szCs w:val="24"/>
          <w:lang w:eastAsia="de-DE"/>
        </w:rPr>
      </w:pPr>
      <w:proofErr w:type="spellStart"/>
      <w:r w:rsidRPr="002D5DDA">
        <w:rPr>
          <w:szCs w:val="24"/>
          <w:lang w:eastAsia="de-DE"/>
        </w:rPr>
        <w:t>Arktika</w:t>
      </w:r>
      <w:proofErr w:type="spellEnd"/>
      <w:r w:rsidRPr="002D5DDA">
        <w:rPr>
          <w:szCs w:val="24"/>
          <w:lang w:eastAsia="de-DE"/>
        </w:rPr>
        <w:t xml:space="preserve"> (Russia and Canada) is a constellation of 6 satellites to provide imagery on hydrocarbon deposits, telecommunications and safe air traffic and commercial shipping. </w:t>
      </w:r>
    </w:p>
    <w:p w14:paraId="6AAB4441" w14:textId="77777777" w:rsidR="002B111E" w:rsidRDefault="002B111E" w:rsidP="002B111E">
      <w:pPr>
        <w:pStyle w:val="List1text"/>
        <w:ind w:left="0"/>
        <w:rPr>
          <w:rFonts w:ascii="Times New Roman" w:hAnsi="Times New Roman"/>
        </w:rPr>
      </w:pPr>
    </w:p>
    <w:p w14:paraId="476671AA" w14:textId="77777777" w:rsidR="002B111E" w:rsidRPr="00B31FF5" w:rsidRDefault="002B111E" w:rsidP="00D83688">
      <w:r w:rsidRPr="00B31FF5">
        <w:rPr>
          <w:b/>
        </w:rPr>
        <w:t>CASCADE</w:t>
      </w:r>
    </w:p>
    <w:p w14:paraId="402370DB" w14:textId="77777777" w:rsidR="00B31FF5" w:rsidRDefault="00B31FF5" w:rsidP="002B111E">
      <w:pPr>
        <w:pStyle w:val="List1text"/>
        <w:ind w:left="0"/>
        <w:rPr>
          <w:szCs w:val="24"/>
          <w:lang w:eastAsia="de-DE"/>
        </w:rPr>
      </w:pPr>
    </w:p>
    <w:p w14:paraId="2AAD6331" w14:textId="77777777" w:rsidR="002B111E" w:rsidRPr="002D5DDA" w:rsidRDefault="002B111E" w:rsidP="002B111E">
      <w:pPr>
        <w:pStyle w:val="List1text"/>
        <w:ind w:left="0"/>
        <w:rPr>
          <w:szCs w:val="24"/>
          <w:lang w:eastAsia="de-DE"/>
        </w:rPr>
      </w:pPr>
      <w:r w:rsidRPr="002D5DDA">
        <w:rPr>
          <w:szCs w:val="24"/>
          <w:lang w:eastAsia="de-DE"/>
        </w:rPr>
        <w:t xml:space="preserve">Cascade (Canada) is planned to be a high capacity store-and-forward system for large data transfer.  The data upload and download transmission speed would be 1.2 </w:t>
      </w:r>
      <w:proofErr w:type="spellStart"/>
      <w:r w:rsidRPr="002D5DDA">
        <w:rPr>
          <w:szCs w:val="24"/>
          <w:lang w:eastAsia="de-DE"/>
        </w:rPr>
        <w:t>Gbps</w:t>
      </w:r>
      <w:proofErr w:type="spellEnd"/>
      <w:r w:rsidRPr="002D5DDA">
        <w:rPr>
          <w:szCs w:val="24"/>
          <w:lang w:eastAsia="de-DE"/>
        </w:rPr>
        <w:t xml:space="preserve"> with 7 terabits </w:t>
      </w:r>
      <w:proofErr w:type="spellStart"/>
      <w:r w:rsidRPr="002D5DDA">
        <w:rPr>
          <w:szCs w:val="24"/>
          <w:lang w:eastAsia="de-DE"/>
        </w:rPr>
        <w:t>onboard</w:t>
      </w:r>
      <w:proofErr w:type="spellEnd"/>
      <w:r w:rsidRPr="002D5DDA">
        <w:rPr>
          <w:szCs w:val="24"/>
          <w:lang w:eastAsia="de-DE"/>
        </w:rPr>
        <w:t xml:space="preserve"> storage and revisit time every 90 minutes.  The system is still in the planning stage with an expected initial operational date in 2016.</w:t>
      </w:r>
    </w:p>
    <w:p w14:paraId="58C31C47" w14:textId="77777777" w:rsidR="002B111E" w:rsidRDefault="002B111E" w:rsidP="002B111E">
      <w:pPr>
        <w:pStyle w:val="List1text"/>
        <w:ind w:left="0"/>
        <w:rPr>
          <w:rFonts w:ascii="Times New Roman" w:hAnsi="Times New Roman"/>
        </w:rPr>
      </w:pPr>
    </w:p>
    <w:p w14:paraId="5020A297" w14:textId="77777777" w:rsidR="002B111E" w:rsidRPr="00D83688" w:rsidRDefault="002B111E" w:rsidP="00D83688">
      <w:pPr>
        <w:rPr>
          <w:b/>
        </w:rPr>
      </w:pPr>
      <w:r w:rsidRPr="00D83688">
        <w:rPr>
          <w:b/>
        </w:rPr>
        <w:t>COMM STELLATION</w:t>
      </w:r>
    </w:p>
    <w:p w14:paraId="0F0A49AF" w14:textId="77777777" w:rsidR="00B31FF5" w:rsidRPr="000436BF" w:rsidRDefault="00B31FF5" w:rsidP="00D83688"/>
    <w:p w14:paraId="18B97559" w14:textId="77777777" w:rsidR="002B111E" w:rsidRDefault="002B111E" w:rsidP="002B111E">
      <w:pPr>
        <w:autoSpaceDE w:val="0"/>
        <w:autoSpaceDN w:val="0"/>
        <w:adjustRightInd w:val="0"/>
        <w:rPr>
          <w:rFonts w:ascii="Times New Roman" w:hAnsi="Times New Roman"/>
        </w:rPr>
      </w:pPr>
      <w:proofErr w:type="spellStart"/>
      <w:r>
        <w:t>COMMStellation</w:t>
      </w:r>
      <w:proofErr w:type="spellEnd"/>
      <w:r w:rsidRPr="000E4413">
        <w:t xml:space="preserve"> (Canada) </w:t>
      </w:r>
      <w:r>
        <w:t xml:space="preserve">will comprise of 78 microsatellites in low earth orbit and networked with 20 ground stations to provide backhaul capacity.  This system would provide </w:t>
      </w:r>
      <w:proofErr w:type="gramStart"/>
      <w:r>
        <w:t>internet</w:t>
      </w:r>
      <w:proofErr w:type="gramEnd"/>
      <w:r>
        <w:t xml:space="preserve"> connectivity to the polar areas.</w:t>
      </w:r>
    </w:p>
    <w:p w14:paraId="1DD7A8B5" w14:textId="77777777" w:rsidR="002B111E" w:rsidRDefault="002B111E" w:rsidP="002B111E">
      <w:pPr>
        <w:pStyle w:val="List1text"/>
        <w:ind w:left="0"/>
      </w:pPr>
    </w:p>
    <w:p w14:paraId="756FE544" w14:textId="77777777" w:rsidR="002B111E" w:rsidRDefault="002B111E" w:rsidP="00D83688">
      <w:pPr>
        <w:rPr>
          <w:b/>
        </w:rPr>
      </w:pPr>
      <w:r w:rsidRPr="00D83688">
        <w:rPr>
          <w:b/>
        </w:rPr>
        <w:t>EXACTVIEW</w:t>
      </w:r>
    </w:p>
    <w:p w14:paraId="60BB66C6" w14:textId="77777777" w:rsidR="00B31FF5" w:rsidRPr="00D83688" w:rsidRDefault="00B31FF5" w:rsidP="00D83688">
      <w:pPr>
        <w:rPr>
          <w:b/>
        </w:rPr>
      </w:pPr>
    </w:p>
    <w:p w14:paraId="1062AA8D" w14:textId="77777777" w:rsidR="002B111E" w:rsidRPr="002D5DDA" w:rsidRDefault="002B111E" w:rsidP="002B111E">
      <w:pPr>
        <w:pStyle w:val="List1text"/>
        <w:ind w:left="0"/>
      </w:pPr>
      <w:proofErr w:type="spellStart"/>
      <w:proofErr w:type="gramStart"/>
      <w:r w:rsidRPr="00D83688">
        <w:rPr>
          <w:szCs w:val="24"/>
          <w:lang w:eastAsia="en-US"/>
        </w:rPr>
        <w:t>exactView</w:t>
      </w:r>
      <w:proofErr w:type="spellEnd"/>
      <w:proofErr w:type="gramEnd"/>
      <w:r w:rsidRPr="00D83688">
        <w:rPr>
          <w:szCs w:val="24"/>
          <w:lang w:eastAsia="en-US"/>
        </w:rPr>
        <w:t xml:space="preserve"> (Canada) is a low Earth orbit communication satellite system that will consist of 8-10 satellites and are all equipped with AIS receivers. The satellite system currently operates 4 satellites in various polar orbiting planes with another 4-5 satellites planned throughout 2014.</w:t>
      </w:r>
    </w:p>
    <w:p w14:paraId="343596ED" w14:textId="77777777" w:rsidR="002B111E" w:rsidRDefault="002B111E" w:rsidP="002B111E">
      <w:pPr>
        <w:pStyle w:val="List1text"/>
        <w:ind w:left="0"/>
      </w:pPr>
    </w:p>
    <w:p w14:paraId="06EBC251" w14:textId="77777777" w:rsidR="002B111E" w:rsidRPr="00D83688" w:rsidRDefault="002B111E" w:rsidP="00D83688">
      <w:pPr>
        <w:rPr>
          <w:b/>
        </w:rPr>
      </w:pPr>
      <w:r w:rsidRPr="00D83688">
        <w:rPr>
          <w:b/>
        </w:rPr>
        <w:t>GONETS</w:t>
      </w:r>
    </w:p>
    <w:p w14:paraId="1D8A4417" w14:textId="77777777" w:rsidR="00B31FF5" w:rsidRDefault="00B31FF5" w:rsidP="002B111E"/>
    <w:p w14:paraId="5C62F5B4" w14:textId="77777777" w:rsidR="002B111E" w:rsidRPr="00A10538" w:rsidRDefault="002B111E" w:rsidP="002B111E">
      <w:pPr>
        <w:rPr>
          <w:rFonts w:ascii="Times New Roman" w:hAnsi="Times New Roman"/>
        </w:rPr>
      </w:pPr>
      <w:proofErr w:type="spellStart"/>
      <w:r w:rsidRPr="000436BF">
        <w:t>Gonets</w:t>
      </w:r>
      <w:proofErr w:type="spellEnd"/>
      <w:r w:rsidRPr="000436BF">
        <w:t xml:space="preserve"> </w:t>
      </w:r>
      <w:r>
        <w:t>(Russia) is</w:t>
      </w:r>
      <w:r w:rsidRPr="000436BF">
        <w:t xml:space="preserve"> a low Earth orbit</w:t>
      </w:r>
      <w:r>
        <w:t xml:space="preserve"> communication satellite system that </w:t>
      </w:r>
      <w:r w:rsidRPr="000436BF">
        <w:t xml:space="preserve">will consist of 36 satellites </w:t>
      </w:r>
      <w:r>
        <w:t xml:space="preserve">in low earth orbit </w:t>
      </w:r>
      <w:r w:rsidRPr="000436BF">
        <w:t>in 6-8 planes.  These satellites will operate in a “store and forward” communications mode</w:t>
      </w:r>
      <w:r w:rsidRPr="00D66B78">
        <w:rPr>
          <w:rFonts w:ascii="Times New Roman" w:hAnsi="Times New Roman"/>
        </w:rPr>
        <w:t>.</w:t>
      </w:r>
    </w:p>
    <w:p w14:paraId="5B78E1F1" w14:textId="77777777" w:rsidR="002B111E" w:rsidRDefault="002B111E" w:rsidP="002B111E">
      <w:pPr>
        <w:pStyle w:val="List1text"/>
        <w:ind w:left="0"/>
      </w:pPr>
    </w:p>
    <w:p w14:paraId="4780B570" w14:textId="77777777" w:rsidR="002B111E" w:rsidRDefault="002B111E" w:rsidP="002B111E">
      <w:pPr>
        <w:pStyle w:val="List1text"/>
        <w:ind w:left="0"/>
      </w:pPr>
    </w:p>
    <w:p w14:paraId="2FBD7031" w14:textId="77777777" w:rsidR="002B111E" w:rsidRPr="000E4413" w:rsidRDefault="002B111E" w:rsidP="002B111E">
      <w:pPr>
        <w:shd w:val="clear" w:color="auto" w:fill="FFFFFF"/>
        <w:spacing w:after="240"/>
        <w:rPr>
          <w:rFonts w:ascii="Times New Roman" w:hAnsi="Times New Roman"/>
          <w:color w:val="404040"/>
        </w:rPr>
      </w:pPr>
      <w:r w:rsidRPr="0097697C">
        <w:rPr>
          <w:b/>
        </w:rPr>
        <w:t>Iridium NEXT</w:t>
      </w:r>
    </w:p>
    <w:p w14:paraId="1185CDDD" w14:textId="77777777" w:rsidR="002B111E" w:rsidRPr="002D5DDA" w:rsidRDefault="002B111E" w:rsidP="002B111E">
      <w:r w:rsidRPr="002D5DDA">
        <w:t xml:space="preserve">Anticipated to begin launching in 2015, Iridium NEXT (USA) will maintain the existing Iridium constellation architecture of 66 cross-linked satellites </w:t>
      </w:r>
      <w:proofErr w:type="gramStart"/>
      <w:r w:rsidRPr="002D5DDA">
        <w:t>in  low</w:t>
      </w:r>
      <w:proofErr w:type="gramEnd"/>
      <w:r w:rsidRPr="002D5DDA">
        <w:t xml:space="preserve">-Earth orbit (LEO) and covering 100 </w:t>
      </w:r>
      <w:proofErr w:type="spellStart"/>
      <w:r w:rsidRPr="002D5DDA">
        <w:t>percent</w:t>
      </w:r>
      <w:proofErr w:type="spellEnd"/>
      <w:r w:rsidRPr="002D5DDA">
        <w:t xml:space="preserve"> of the globe. Iridium NEXT will substantially enhance and extend Iridium mobile communications services, delivering higher data speeds and use of IP technology.</w:t>
      </w:r>
    </w:p>
    <w:p w14:paraId="55374464" w14:textId="77777777" w:rsidR="002B111E" w:rsidRDefault="002B111E" w:rsidP="002B111E">
      <w:pPr>
        <w:pStyle w:val="List1text"/>
        <w:ind w:left="0"/>
      </w:pPr>
    </w:p>
    <w:p w14:paraId="44479781" w14:textId="77777777" w:rsidR="002B111E" w:rsidRDefault="002B111E" w:rsidP="002B111E">
      <w:pPr>
        <w:pStyle w:val="List1text"/>
        <w:ind w:left="0"/>
      </w:pPr>
    </w:p>
    <w:p w14:paraId="098C0E47" w14:textId="77777777" w:rsidR="002B111E" w:rsidRPr="0097697C" w:rsidRDefault="002B111E" w:rsidP="002B111E">
      <w:pPr>
        <w:pStyle w:val="List1text"/>
        <w:ind w:left="0"/>
        <w:rPr>
          <w:b/>
          <w:szCs w:val="24"/>
          <w:lang w:eastAsia="en-US"/>
        </w:rPr>
      </w:pPr>
      <w:r w:rsidRPr="0097697C">
        <w:rPr>
          <w:b/>
          <w:szCs w:val="24"/>
          <w:lang w:eastAsia="en-US"/>
        </w:rPr>
        <w:t>KOSMONET</w:t>
      </w:r>
    </w:p>
    <w:p w14:paraId="5D0C682C" w14:textId="77777777" w:rsidR="002B111E" w:rsidRPr="002D5DDA" w:rsidRDefault="002B111E" w:rsidP="002B111E">
      <w:proofErr w:type="spellStart"/>
      <w:r w:rsidRPr="002D5DDA">
        <w:t>Kosmonet</w:t>
      </w:r>
      <w:proofErr w:type="spellEnd"/>
      <w:r w:rsidRPr="002D5DDA">
        <w:t xml:space="preserve"> (Russia) will be a system of 48 cross-linked satellites that will provide </w:t>
      </w:r>
      <w:proofErr w:type="gramStart"/>
      <w:r w:rsidRPr="002D5DDA">
        <w:t>high speed</w:t>
      </w:r>
      <w:proofErr w:type="gramEnd"/>
      <w:r w:rsidRPr="002D5DDA">
        <w:t xml:space="preserve"> internet access and communications.  This system is focused particularly in the Arctic/polar region. The project will not have a ground infrastructure; everything will be maintained in space.</w:t>
      </w:r>
    </w:p>
    <w:p w14:paraId="40054A88" w14:textId="77777777" w:rsidR="002B111E" w:rsidRDefault="002B111E" w:rsidP="002B111E">
      <w:pPr>
        <w:pStyle w:val="List1text"/>
        <w:ind w:left="0"/>
      </w:pPr>
    </w:p>
    <w:p w14:paraId="2609287D" w14:textId="77777777" w:rsidR="002B111E" w:rsidRDefault="002B111E" w:rsidP="002B111E">
      <w:pPr>
        <w:pStyle w:val="List1text"/>
        <w:ind w:left="0"/>
      </w:pPr>
    </w:p>
    <w:p w14:paraId="4862F829" w14:textId="77777777" w:rsidR="002B111E" w:rsidRPr="0097697C" w:rsidRDefault="002B111E" w:rsidP="002B111E">
      <w:pPr>
        <w:rPr>
          <w:b/>
        </w:rPr>
      </w:pPr>
      <w:r w:rsidRPr="0097697C">
        <w:rPr>
          <w:b/>
        </w:rPr>
        <w:t>M3M SAT</w:t>
      </w:r>
    </w:p>
    <w:p w14:paraId="17D711F1" w14:textId="77777777" w:rsidR="002B111E" w:rsidRDefault="002B111E" w:rsidP="002B111E">
      <w:pPr>
        <w:pStyle w:val="List1text"/>
        <w:ind w:left="0"/>
      </w:pPr>
    </w:p>
    <w:p w14:paraId="30D8043F" w14:textId="77777777" w:rsidR="002B111E" w:rsidRPr="002D5DDA" w:rsidRDefault="002B111E" w:rsidP="002B111E">
      <w:r w:rsidRPr="002D5DDA">
        <w:t xml:space="preserve">M3M Sat (Maritime Monitoring and Messaging </w:t>
      </w:r>
      <w:proofErr w:type="spellStart"/>
      <w:r w:rsidRPr="002D5DDA">
        <w:t>MicroSatellite</w:t>
      </w:r>
      <w:proofErr w:type="spellEnd"/>
      <w:r w:rsidRPr="002D5DDA">
        <w:t>) (Canada) is a technology demonstration designed to test and provide operational Automatic Identification System (AIS) detection for the Canadian government.  This system will contribute to commercial ship tracking services.</w:t>
      </w:r>
    </w:p>
    <w:p w14:paraId="6A27B97A" w14:textId="77777777" w:rsidR="002B111E" w:rsidRDefault="002B111E" w:rsidP="002B111E">
      <w:pPr>
        <w:pStyle w:val="List1text"/>
        <w:ind w:left="0"/>
      </w:pPr>
    </w:p>
    <w:p w14:paraId="1103804C" w14:textId="77777777" w:rsidR="002B111E" w:rsidRPr="0097697C" w:rsidRDefault="002B111E" w:rsidP="002B111E">
      <w:pPr>
        <w:rPr>
          <w:b/>
        </w:rPr>
      </w:pPr>
      <w:r w:rsidRPr="0097697C">
        <w:rPr>
          <w:b/>
        </w:rPr>
        <w:t>PCW</w:t>
      </w:r>
      <w:r>
        <w:rPr>
          <w:b/>
        </w:rPr>
        <w:t xml:space="preserve"> (Polar Communications and Weather)</w:t>
      </w:r>
    </w:p>
    <w:p w14:paraId="4E5DAA91" w14:textId="77777777" w:rsidR="002B111E" w:rsidRDefault="002B111E" w:rsidP="002B111E">
      <w:pPr>
        <w:pStyle w:val="List1text"/>
        <w:ind w:left="0"/>
      </w:pPr>
    </w:p>
    <w:p w14:paraId="7A655709" w14:textId="77777777" w:rsidR="002B111E" w:rsidRPr="002D5DDA" w:rsidRDefault="002B111E" w:rsidP="002B111E">
      <w:r w:rsidRPr="002D5DDA">
        <w:t xml:space="preserve">PCW (Canada) is a 2-satellite system in an HEO (Highly elliptical orbit) orbit.  This system is designed to provide continuous weather observations of the Arctic Polar Region.  It is a broadband communications system with service capabilities that include voice, videoconferencing, IP services for civil and government purposes.  This system, once operational may not cover the European area of the Polar cap.  The PCW system expects operations to begin around 2016.  </w:t>
      </w:r>
    </w:p>
    <w:p w14:paraId="1CC8F6B9" w14:textId="77777777" w:rsidR="002B111E" w:rsidRDefault="002B111E" w:rsidP="002B111E">
      <w:pPr>
        <w:pStyle w:val="List1text"/>
        <w:ind w:left="0"/>
      </w:pPr>
    </w:p>
    <w:p w14:paraId="64ADD3D2" w14:textId="77777777" w:rsidR="002B111E" w:rsidRPr="0097697C" w:rsidRDefault="002B111E" w:rsidP="002B111E">
      <w:pPr>
        <w:rPr>
          <w:b/>
        </w:rPr>
      </w:pPr>
      <w:r w:rsidRPr="0097697C">
        <w:rPr>
          <w:b/>
        </w:rPr>
        <w:t>POLARSTAR</w:t>
      </w:r>
    </w:p>
    <w:p w14:paraId="7BA41D77" w14:textId="77777777" w:rsidR="002B111E" w:rsidRDefault="002B111E" w:rsidP="002B111E">
      <w:pPr>
        <w:pStyle w:val="List1text"/>
        <w:ind w:left="0"/>
      </w:pPr>
    </w:p>
    <w:p w14:paraId="620B59EF" w14:textId="77777777" w:rsidR="002B111E" w:rsidRDefault="002B111E" w:rsidP="002B111E">
      <w:proofErr w:type="spellStart"/>
      <w:r w:rsidRPr="002D5DDA">
        <w:t>PolarStar</w:t>
      </w:r>
      <w:proofErr w:type="spellEnd"/>
      <w:r w:rsidRPr="002D5DDA">
        <w:t xml:space="preserve"> (Russia) is a system of satellites in a highly elliptical orbit (HEO) that will provide high speed Internet access, telephony, and TV.  This system, once operational may not cover the European area of the Polar cap.</w:t>
      </w:r>
    </w:p>
    <w:p w14:paraId="688621D4" w14:textId="77777777" w:rsidR="00B31FF5" w:rsidRDefault="00B31FF5" w:rsidP="002B111E"/>
    <w:p w14:paraId="7CCCB374" w14:textId="77777777" w:rsidR="00B31FF5" w:rsidRPr="002D5DDA" w:rsidRDefault="00B31FF5" w:rsidP="002B111E"/>
    <w:p w14:paraId="540D697E" w14:textId="77777777" w:rsidR="002B111E" w:rsidRPr="0097697C" w:rsidRDefault="002B111E" w:rsidP="002B111E">
      <w:pPr>
        <w:rPr>
          <w:b/>
        </w:rPr>
      </w:pPr>
      <w:r w:rsidRPr="0097697C">
        <w:rPr>
          <w:b/>
        </w:rPr>
        <w:t>SYSTEM SUMMARY</w:t>
      </w:r>
    </w:p>
    <w:p w14:paraId="2194E676" w14:textId="77777777" w:rsidR="002B111E" w:rsidRDefault="002B111E" w:rsidP="002B111E">
      <w:pPr>
        <w:pStyle w:val="List1text"/>
        <w:ind w:left="0"/>
      </w:pPr>
    </w:p>
    <w:p w14:paraId="6859EE9E" w14:textId="77777777" w:rsidR="002B111E" w:rsidRDefault="002B111E" w:rsidP="002B111E">
      <w:pPr>
        <w:pStyle w:val="List1text"/>
        <w:ind w:left="0"/>
      </w:pPr>
      <w:r>
        <w:t>A comparison table listing the systems and some of their characteristics is shown below.</w:t>
      </w:r>
    </w:p>
    <w:p w14:paraId="5D24149D" w14:textId="77777777" w:rsidR="002B111E" w:rsidRDefault="002B111E" w:rsidP="002B111E">
      <w:pPr>
        <w:pStyle w:val="List1text"/>
        <w:ind w:left="0"/>
      </w:pPr>
    </w:p>
    <w:p w14:paraId="4C37B67B" w14:textId="77777777" w:rsidR="002B111E" w:rsidRDefault="002B111E" w:rsidP="002B111E">
      <w:pPr>
        <w:pStyle w:val="Table"/>
        <w:numPr>
          <w:ilvl w:val="0"/>
          <w:numId w:val="0"/>
        </w:numPr>
      </w:pPr>
      <w:r>
        <w:t>Table 1.  System Comparisons</w:t>
      </w:r>
    </w:p>
    <w:p w14:paraId="106078A9" w14:textId="77777777" w:rsidR="002B111E" w:rsidRPr="00D66B78" w:rsidRDefault="002B111E" w:rsidP="002B111E">
      <w:pPr>
        <w:rPr>
          <w:rFonts w:ascii="Times New Roman" w:hAnsi="Times New Roman"/>
        </w:rPr>
      </w:pPr>
    </w:p>
    <w:tbl>
      <w:tblPr>
        <w:tblW w:w="11092"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720"/>
        <w:gridCol w:w="1260"/>
        <w:gridCol w:w="1350"/>
        <w:gridCol w:w="990"/>
        <w:gridCol w:w="900"/>
        <w:gridCol w:w="1346"/>
        <w:gridCol w:w="3158"/>
      </w:tblGrid>
      <w:tr w:rsidR="002B111E" w:rsidRPr="00D66B78" w14:paraId="77A4866A" w14:textId="77777777">
        <w:tc>
          <w:tcPr>
            <w:tcW w:w="1368" w:type="dxa"/>
          </w:tcPr>
          <w:p w14:paraId="6001950E" w14:textId="77777777" w:rsidR="002B111E" w:rsidRPr="00D66B78" w:rsidRDefault="002B111E" w:rsidP="00651C45">
            <w:pPr>
              <w:jc w:val="center"/>
              <w:rPr>
                <w:rFonts w:ascii="Times New Roman" w:hAnsi="Times New Roman"/>
                <w:b/>
              </w:rPr>
            </w:pPr>
            <w:r w:rsidRPr="00D66B78">
              <w:rPr>
                <w:rFonts w:ascii="Times New Roman" w:hAnsi="Times New Roman"/>
                <w:b/>
              </w:rPr>
              <w:t>SYSTEM</w:t>
            </w:r>
          </w:p>
        </w:tc>
        <w:tc>
          <w:tcPr>
            <w:tcW w:w="1980" w:type="dxa"/>
            <w:gridSpan w:val="2"/>
          </w:tcPr>
          <w:p w14:paraId="37C013A0" w14:textId="77777777" w:rsidR="002B111E" w:rsidRPr="00D66B78" w:rsidRDefault="002B111E" w:rsidP="00651C45">
            <w:pPr>
              <w:jc w:val="center"/>
              <w:rPr>
                <w:rFonts w:ascii="Times New Roman" w:hAnsi="Times New Roman"/>
                <w:b/>
              </w:rPr>
            </w:pPr>
            <w:r w:rsidRPr="00D66B78">
              <w:rPr>
                <w:rFonts w:ascii="Times New Roman" w:hAnsi="Times New Roman"/>
                <w:b/>
              </w:rPr>
              <w:t>AVAILABLITY</w:t>
            </w:r>
          </w:p>
        </w:tc>
        <w:tc>
          <w:tcPr>
            <w:tcW w:w="4586" w:type="dxa"/>
            <w:gridSpan w:val="4"/>
          </w:tcPr>
          <w:p w14:paraId="5EBDBD49" w14:textId="77777777" w:rsidR="002B111E" w:rsidRPr="00D66B78" w:rsidRDefault="002B111E" w:rsidP="00651C45">
            <w:pPr>
              <w:jc w:val="center"/>
              <w:rPr>
                <w:rFonts w:ascii="Times New Roman" w:hAnsi="Times New Roman"/>
                <w:b/>
              </w:rPr>
            </w:pPr>
            <w:r w:rsidRPr="00D66B78">
              <w:rPr>
                <w:rFonts w:ascii="Times New Roman" w:hAnsi="Times New Roman"/>
                <w:b/>
              </w:rPr>
              <w:t>CAPABILITIES</w:t>
            </w:r>
          </w:p>
        </w:tc>
        <w:tc>
          <w:tcPr>
            <w:tcW w:w="3158" w:type="dxa"/>
          </w:tcPr>
          <w:p w14:paraId="30138365" w14:textId="77777777" w:rsidR="002B111E" w:rsidRPr="00D66B78" w:rsidRDefault="002B111E" w:rsidP="00651C45">
            <w:pPr>
              <w:jc w:val="center"/>
              <w:rPr>
                <w:rFonts w:ascii="Times New Roman" w:hAnsi="Times New Roman"/>
                <w:b/>
              </w:rPr>
            </w:pPr>
            <w:r w:rsidRPr="00D66B78">
              <w:rPr>
                <w:rFonts w:ascii="Times New Roman" w:hAnsi="Times New Roman"/>
                <w:b/>
              </w:rPr>
              <w:t>NOTES</w:t>
            </w:r>
          </w:p>
        </w:tc>
      </w:tr>
      <w:tr w:rsidR="002B111E" w:rsidRPr="00D66B78" w14:paraId="0E538FF9" w14:textId="77777777">
        <w:tc>
          <w:tcPr>
            <w:tcW w:w="1368" w:type="dxa"/>
          </w:tcPr>
          <w:p w14:paraId="7DC590B5" w14:textId="77777777" w:rsidR="002B111E" w:rsidRPr="00D66B78" w:rsidRDefault="002B111E" w:rsidP="00651C45">
            <w:pPr>
              <w:jc w:val="center"/>
              <w:rPr>
                <w:rFonts w:ascii="Times New Roman" w:hAnsi="Times New Roman"/>
                <w:b/>
                <w:i/>
              </w:rPr>
            </w:pPr>
          </w:p>
        </w:tc>
        <w:tc>
          <w:tcPr>
            <w:tcW w:w="720" w:type="dxa"/>
          </w:tcPr>
          <w:p w14:paraId="1F4D67DE" w14:textId="77777777" w:rsidR="002B111E" w:rsidRPr="00D66B78" w:rsidRDefault="002B111E" w:rsidP="00651C45">
            <w:pPr>
              <w:jc w:val="center"/>
              <w:rPr>
                <w:rFonts w:ascii="Times New Roman" w:hAnsi="Times New Roman"/>
                <w:b/>
                <w:i/>
              </w:rPr>
            </w:pPr>
            <w:r>
              <w:rPr>
                <w:rFonts w:ascii="Times New Roman" w:hAnsi="Times New Roman"/>
                <w:b/>
                <w:i/>
              </w:rPr>
              <w:t>Now</w:t>
            </w:r>
          </w:p>
        </w:tc>
        <w:tc>
          <w:tcPr>
            <w:tcW w:w="1260" w:type="dxa"/>
          </w:tcPr>
          <w:p w14:paraId="779669B7" w14:textId="77777777" w:rsidR="002B111E" w:rsidRDefault="002B111E" w:rsidP="00651C45">
            <w:pPr>
              <w:rPr>
                <w:rFonts w:ascii="Times New Roman" w:hAnsi="Times New Roman"/>
                <w:b/>
                <w:i/>
              </w:rPr>
            </w:pPr>
            <w:r>
              <w:rPr>
                <w:rFonts w:ascii="Times New Roman" w:hAnsi="Times New Roman"/>
                <w:b/>
                <w:i/>
              </w:rPr>
              <w:t>Est. Future</w:t>
            </w:r>
          </w:p>
          <w:p w14:paraId="606288EA" w14:textId="77777777" w:rsidR="002B111E" w:rsidRPr="00D66B78" w:rsidRDefault="002B111E" w:rsidP="00651C45">
            <w:pPr>
              <w:jc w:val="center"/>
              <w:rPr>
                <w:rFonts w:ascii="Times New Roman" w:hAnsi="Times New Roman"/>
                <w:b/>
                <w:i/>
              </w:rPr>
            </w:pPr>
            <w:r>
              <w:rPr>
                <w:rFonts w:ascii="Times New Roman" w:hAnsi="Times New Roman"/>
                <w:b/>
                <w:i/>
              </w:rPr>
              <w:t>Date</w:t>
            </w:r>
          </w:p>
        </w:tc>
        <w:tc>
          <w:tcPr>
            <w:tcW w:w="1350" w:type="dxa"/>
          </w:tcPr>
          <w:p w14:paraId="3F2B6787" w14:textId="77777777" w:rsidR="002B111E" w:rsidRPr="00D66B78" w:rsidRDefault="002B111E" w:rsidP="00651C45">
            <w:pPr>
              <w:jc w:val="center"/>
              <w:rPr>
                <w:rFonts w:ascii="Times New Roman" w:hAnsi="Times New Roman"/>
                <w:b/>
                <w:i/>
              </w:rPr>
            </w:pPr>
            <w:r w:rsidRPr="00D66B78">
              <w:rPr>
                <w:rFonts w:ascii="Times New Roman" w:hAnsi="Times New Roman"/>
                <w:b/>
                <w:i/>
              </w:rPr>
              <w:t>Data</w:t>
            </w:r>
          </w:p>
        </w:tc>
        <w:tc>
          <w:tcPr>
            <w:tcW w:w="990" w:type="dxa"/>
          </w:tcPr>
          <w:p w14:paraId="7F2F7CCE" w14:textId="77777777" w:rsidR="002B111E" w:rsidRPr="00D66B78" w:rsidRDefault="002B111E" w:rsidP="00651C45">
            <w:pPr>
              <w:jc w:val="center"/>
              <w:rPr>
                <w:rFonts w:ascii="Times New Roman" w:hAnsi="Times New Roman"/>
                <w:b/>
                <w:i/>
              </w:rPr>
            </w:pPr>
            <w:r w:rsidRPr="00D66B78">
              <w:rPr>
                <w:rFonts w:ascii="Times New Roman" w:hAnsi="Times New Roman"/>
                <w:b/>
                <w:i/>
              </w:rPr>
              <w:t>Voice</w:t>
            </w:r>
          </w:p>
        </w:tc>
        <w:tc>
          <w:tcPr>
            <w:tcW w:w="900" w:type="dxa"/>
          </w:tcPr>
          <w:p w14:paraId="5BD3F813" w14:textId="77777777" w:rsidR="002B111E" w:rsidRPr="00D66B78" w:rsidRDefault="002B111E" w:rsidP="00651C45">
            <w:pPr>
              <w:jc w:val="center"/>
              <w:rPr>
                <w:rFonts w:ascii="Times New Roman" w:hAnsi="Times New Roman"/>
                <w:b/>
                <w:i/>
              </w:rPr>
            </w:pPr>
            <w:r w:rsidRPr="00D66B78">
              <w:rPr>
                <w:rFonts w:ascii="Times New Roman" w:hAnsi="Times New Roman"/>
                <w:b/>
                <w:i/>
              </w:rPr>
              <w:t>AIS</w:t>
            </w:r>
          </w:p>
        </w:tc>
        <w:tc>
          <w:tcPr>
            <w:tcW w:w="1346" w:type="dxa"/>
          </w:tcPr>
          <w:p w14:paraId="6DE0D9E0" w14:textId="77777777" w:rsidR="002B111E" w:rsidRPr="00D66B78" w:rsidRDefault="002B111E" w:rsidP="00651C45">
            <w:pPr>
              <w:jc w:val="center"/>
              <w:rPr>
                <w:rFonts w:ascii="Times New Roman" w:hAnsi="Times New Roman"/>
                <w:b/>
                <w:i/>
              </w:rPr>
            </w:pPr>
          </w:p>
        </w:tc>
        <w:tc>
          <w:tcPr>
            <w:tcW w:w="3158" w:type="dxa"/>
          </w:tcPr>
          <w:p w14:paraId="66135292" w14:textId="77777777" w:rsidR="002B111E" w:rsidRPr="00D66B78" w:rsidRDefault="002B111E" w:rsidP="00651C45">
            <w:pPr>
              <w:jc w:val="center"/>
              <w:rPr>
                <w:rFonts w:ascii="Times New Roman" w:hAnsi="Times New Roman"/>
                <w:b/>
                <w:i/>
              </w:rPr>
            </w:pPr>
          </w:p>
        </w:tc>
      </w:tr>
      <w:tr w:rsidR="002B111E" w:rsidRPr="00D66B78" w14:paraId="6A4DD32E" w14:textId="77777777">
        <w:tc>
          <w:tcPr>
            <w:tcW w:w="1368" w:type="dxa"/>
          </w:tcPr>
          <w:p w14:paraId="36C6EA45" w14:textId="77777777" w:rsidR="002B111E" w:rsidRDefault="002B111E" w:rsidP="00651C45">
            <w:pPr>
              <w:rPr>
                <w:rFonts w:ascii="Times New Roman" w:hAnsi="Times New Roman"/>
              </w:rPr>
            </w:pPr>
            <w:proofErr w:type="spellStart"/>
            <w:r>
              <w:rPr>
                <w:rFonts w:ascii="Times New Roman" w:hAnsi="Times New Roman"/>
              </w:rPr>
              <w:t>Anartic</w:t>
            </w:r>
            <w:proofErr w:type="spellEnd"/>
            <w:r>
              <w:rPr>
                <w:rFonts w:ascii="Times New Roman" w:hAnsi="Times New Roman"/>
              </w:rPr>
              <w:t xml:space="preserve"> </w:t>
            </w:r>
          </w:p>
          <w:p w14:paraId="0816365B" w14:textId="77777777" w:rsidR="002B111E" w:rsidRPr="00182B96" w:rsidRDefault="002B111E" w:rsidP="00651C45">
            <w:pPr>
              <w:rPr>
                <w:rFonts w:ascii="Times New Roman" w:hAnsi="Times New Roman"/>
              </w:rPr>
            </w:pPr>
            <w:r>
              <w:rPr>
                <w:rFonts w:ascii="Times New Roman" w:hAnsi="Times New Roman"/>
              </w:rPr>
              <w:t>Broadband</w:t>
            </w:r>
          </w:p>
        </w:tc>
        <w:tc>
          <w:tcPr>
            <w:tcW w:w="720" w:type="dxa"/>
          </w:tcPr>
          <w:p w14:paraId="572FFA01" w14:textId="77777777" w:rsidR="002B111E" w:rsidRPr="00D66B78" w:rsidRDefault="002B111E" w:rsidP="00651C45">
            <w:pPr>
              <w:jc w:val="center"/>
              <w:rPr>
                <w:rFonts w:ascii="Times New Roman" w:hAnsi="Times New Roman"/>
              </w:rPr>
            </w:pPr>
          </w:p>
        </w:tc>
        <w:tc>
          <w:tcPr>
            <w:tcW w:w="1260" w:type="dxa"/>
          </w:tcPr>
          <w:p w14:paraId="6696D400" w14:textId="77777777"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14:paraId="434FE375" w14:textId="77777777"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14:paraId="6AD5E913" w14:textId="77777777" w:rsidR="002B111E" w:rsidRPr="00D66B78" w:rsidRDefault="002B111E" w:rsidP="00651C45">
            <w:pPr>
              <w:jc w:val="center"/>
              <w:rPr>
                <w:rFonts w:ascii="Times New Roman" w:hAnsi="Times New Roman"/>
                <w:b/>
              </w:rPr>
            </w:pPr>
          </w:p>
        </w:tc>
        <w:tc>
          <w:tcPr>
            <w:tcW w:w="900" w:type="dxa"/>
          </w:tcPr>
          <w:p w14:paraId="2B5B7B7C" w14:textId="77777777" w:rsidR="002B111E" w:rsidRPr="00D66B78" w:rsidRDefault="002B111E" w:rsidP="00651C45">
            <w:pPr>
              <w:jc w:val="center"/>
              <w:rPr>
                <w:rFonts w:ascii="Times New Roman" w:hAnsi="Times New Roman"/>
              </w:rPr>
            </w:pPr>
          </w:p>
        </w:tc>
        <w:tc>
          <w:tcPr>
            <w:tcW w:w="1346" w:type="dxa"/>
          </w:tcPr>
          <w:p w14:paraId="6F9D0801" w14:textId="77777777" w:rsidR="002B111E" w:rsidRPr="00D66B78" w:rsidRDefault="002B111E" w:rsidP="00651C45">
            <w:pPr>
              <w:rPr>
                <w:rFonts w:ascii="Times New Roman" w:hAnsi="Times New Roman"/>
              </w:rPr>
            </w:pPr>
          </w:p>
        </w:tc>
        <w:tc>
          <w:tcPr>
            <w:tcW w:w="3158" w:type="dxa"/>
          </w:tcPr>
          <w:p w14:paraId="764904E6" w14:textId="77777777" w:rsidR="002B111E" w:rsidRPr="00D66B78" w:rsidRDefault="002B111E" w:rsidP="00651C45">
            <w:pPr>
              <w:rPr>
                <w:rFonts w:ascii="Times New Roman" w:hAnsi="Times New Roman"/>
              </w:rPr>
            </w:pPr>
            <w:r>
              <w:rPr>
                <w:rFonts w:ascii="Times New Roman" w:hAnsi="Times New Roman"/>
              </w:rPr>
              <w:t>Presently a demonstration program</w:t>
            </w:r>
          </w:p>
        </w:tc>
      </w:tr>
      <w:tr w:rsidR="00B31FF5" w:rsidRPr="00D66B78" w14:paraId="25BA8C44" w14:textId="77777777">
        <w:tc>
          <w:tcPr>
            <w:tcW w:w="1368" w:type="dxa"/>
          </w:tcPr>
          <w:p w14:paraId="46AB6DA4" w14:textId="77777777" w:rsidR="00B31FF5" w:rsidRDefault="00B31FF5" w:rsidP="00651C45">
            <w:pPr>
              <w:rPr>
                <w:rFonts w:ascii="Times New Roman" w:hAnsi="Times New Roman"/>
              </w:rPr>
            </w:pPr>
            <w:r>
              <w:rPr>
                <w:rFonts w:ascii="Times New Roman" w:hAnsi="Times New Roman"/>
              </w:rPr>
              <w:t>ARGOS</w:t>
            </w:r>
          </w:p>
        </w:tc>
        <w:tc>
          <w:tcPr>
            <w:tcW w:w="720" w:type="dxa"/>
          </w:tcPr>
          <w:p w14:paraId="399A15EE" w14:textId="77777777" w:rsidR="00B31FF5" w:rsidRPr="00D66B78" w:rsidRDefault="00B31FF5" w:rsidP="00651C45">
            <w:pPr>
              <w:jc w:val="center"/>
              <w:rPr>
                <w:rFonts w:ascii="Times New Roman" w:hAnsi="Times New Roman"/>
              </w:rPr>
            </w:pPr>
            <w:r w:rsidRPr="00D66B78">
              <w:rPr>
                <w:rFonts w:ascii="Times New Roman" w:hAnsi="Times New Roman"/>
                <w:b/>
              </w:rPr>
              <w:sym w:font="Wingdings" w:char="F0FC"/>
            </w:r>
          </w:p>
        </w:tc>
        <w:tc>
          <w:tcPr>
            <w:tcW w:w="1260" w:type="dxa"/>
          </w:tcPr>
          <w:p w14:paraId="67480DC5" w14:textId="77777777" w:rsidR="00B31FF5" w:rsidRDefault="00B31FF5" w:rsidP="00651C45">
            <w:pPr>
              <w:jc w:val="center"/>
              <w:rPr>
                <w:rFonts w:ascii="Times New Roman" w:hAnsi="Times New Roman"/>
              </w:rPr>
            </w:pPr>
          </w:p>
        </w:tc>
        <w:tc>
          <w:tcPr>
            <w:tcW w:w="1350" w:type="dxa"/>
          </w:tcPr>
          <w:p w14:paraId="52453541" w14:textId="77777777" w:rsidR="00B31FF5" w:rsidRDefault="00B31FF5" w:rsidP="00651C45">
            <w:pPr>
              <w:jc w:val="center"/>
              <w:rPr>
                <w:rFonts w:ascii="Times New Roman" w:hAnsi="Times New Roman"/>
              </w:rPr>
            </w:pPr>
          </w:p>
        </w:tc>
        <w:tc>
          <w:tcPr>
            <w:tcW w:w="990" w:type="dxa"/>
          </w:tcPr>
          <w:p w14:paraId="4418CDAA" w14:textId="77777777" w:rsidR="00B31FF5" w:rsidRPr="00D66B78" w:rsidRDefault="00B31FF5" w:rsidP="00651C45">
            <w:pPr>
              <w:jc w:val="center"/>
              <w:rPr>
                <w:rFonts w:ascii="Times New Roman" w:hAnsi="Times New Roman"/>
                <w:b/>
              </w:rPr>
            </w:pPr>
          </w:p>
        </w:tc>
        <w:tc>
          <w:tcPr>
            <w:tcW w:w="900" w:type="dxa"/>
          </w:tcPr>
          <w:p w14:paraId="0696BE70" w14:textId="77777777" w:rsidR="00B31FF5" w:rsidRPr="00D66B78" w:rsidRDefault="00B31FF5" w:rsidP="00651C45">
            <w:pPr>
              <w:jc w:val="center"/>
              <w:rPr>
                <w:rFonts w:ascii="Times New Roman" w:hAnsi="Times New Roman"/>
                <w:b/>
              </w:rPr>
            </w:pPr>
          </w:p>
        </w:tc>
        <w:tc>
          <w:tcPr>
            <w:tcW w:w="1346" w:type="dxa"/>
          </w:tcPr>
          <w:p w14:paraId="601493B2" w14:textId="77777777" w:rsidR="00B31FF5" w:rsidRPr="00D66B78" w:rsidRDefault="00B31FF5" w:rsidP="00651C45">
            <w:pPr>
              <w:rPr>
                <w:rFonts w:ascii="Times New Roman" w:hAnsi="Times New Roman"/>
              </w:rPr>
            </w:pPr>
          </w:p>
        </w:tc>
        <w:tc>
          <w:tcPr>
            <w:tcW w:w="3158" w:type="dxa"/>
          </w:tcPr>
          <w:p w14:paraId="1072F8AC" w14:textId="77777777" w:rsidR="00B31FF5" w:rsidRDefault="00B31FF5" w:rsidP="00651C45">
            <w:pPr>
              <w:rPr>
                <w:rFonts w:ascii="Times New Roman" w:hAnsi="Times New Roman"/>
              </w:rPr>
            </w:pPr>
          </w:p>
        </w:tc>
      </w:tr>
      <w:tr w:rsidR="002B111E" w:rsidRPr="00D66B78" w14:paraId="1FC0AAB3" w14:textId="77777777">
        <w:tc>
          <w:tcPr>
            <w:tcW w:w="1368" w:type="dxa"/>
          </w:tcPr>
          <w:p w14:paraId="00A3E5DF" w14:textId="77777777" w:rsidR="002B111E" w:rsidRPr="00182B96" w:rsidRDefault="002B111E" w:rsidP="00651C45">
            <w:pPr>
              <w:rPr>
                <w:rFonts w:ascii="Times New Roman" w:hAnsi="Times New Roman"/>
              </w:rPr>
            </w:pPr>
            <w:proofErr w:type="spellStart"/>
            <w:r>
              <w:rPr>
                <w:rFonts w:ascii="Times New Roman" w:hAnsi="Times New Roman"/>
              </w:rPr>
              <w:t>AprizeSat</w:t>
            </w:r>
            <w:proofErr w:type="spellEnd"/>
          </w:p>
        </w:tc>
        <w:tc>
          <w:tcPr>
            <w:tcW w:w="720" w:type="dxa"/>
          </w:tcPr>
          <w:p w14:paraId="2AB65555" w14:textId="77777777" w:rsidR="002B111E" w:rsidRPr="00D66B78" w:rsidRDefault="002B111E" w:rsidP="00651C45">
            <w:pPr>
              <w:jc w:val="center"/>
              <w:rPr>
                <w:rFonts w:ascii="Times New Roman" w:hAnsi="Times New Roman"/>
              </w:rPr>
            </w:pPr>
          </w:p>
        </w:tc>
        <w:tc>
          <w:tcPr>
            <w:tcW w:w="1260" w:type="dxa"/>
          </w:tcPr>
          <w:p w14:paraId="2FF475FF" w14:textId="77777777"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14:paraId="505F8DFE" w14:textId="77777777"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14:paraId="7CD71D01" w14:textId="77777777" w:rsidR="002B111E" w:rsidRPr="00D66B78" w:rsidRDefault="002B111E" w:rsidP="00651C45">
            <w:pPr>
              <w:jc w:val="center"/>
              <w:rPr>
                <w:rFonts w:ascii="Times New Roman" w:hAnsi="Times New Roman"/>
                <w:b/>
              </w:rPr>
            </w:pPr>
          </w:p>
        </w:tc>
        <w:tc>
          <w:tcPr>
            <w:tcW w:w="900" w:type="dxa"/>
          </w:tcPr>
          <w:p w14:paraId="63809BB5" w14:textId="77777777"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1346" w:type="dxa"/>
          </w:tcPr>
          <w:p w14:paraId="57E261C5" w14:textId="77777777" w:rsidR="002B111E" w:rsidRPr="00D66B78" w:rsidRDefault="002B111E" w:rsidP="00651C45">
            <w:pPr>
              <w:rPr>
                <w:rFonts w:ascii="Times New Roman" w:hAnsi="Times New Roman"/>
              </w:rPr>
            </w:pPr>
          </w:p>
        </w:tc>
        <w:tc>
          <w:tcPr>
            <w:tcW w:w="3158" w:type="dxa"/>
          </w:tcPr>
          <w:p w14:paraId="22CD9570" w14:textId="77777777" w:rsidR="002B111E" w:rsidRDefault="002B111E" w:rsidP="00651C45">
            <w:pPr>
              <w:rPr>
                <w:rFonts w:ascii="Times New Roman" w:hAnsi="Times New Roman"/>
              </w:rPr>
            </w:pPr>
            <w:r>
              <w:rPr>
                <w:rFonts w:ascii="Times New Roman" w:hAnsi="Times New Roman"/>
              </w:rPr>
              <w:t>Several satellites are in space</w:t>
            </w:r>
          </w:p>
          <w:p w14:paraId="43EABF7B" w14:textId="77777777" w:rsidR="002B111E" w:rsidRPr="00D66B78" w:rsidRDefault="002B111E" w:rsidP="00651C45">
            <w:pPr>
              <w:rPr>
                <w:rFonts w:ascii="Times New Roman" w:hAnsi="Times New Roman"/>
              </w:rPr>
            </w:pPr>
            <w:r>
              <w:rPr>
                <w:rFonts w:ascii="Times New Roman" w:hAnsi="Times New Roman"/>
              </w:rPr>
              <w:t xml:space="preserve">SIS will be on the future </w:t>
            </w:r>
            <w:proofErr w:type="spellStart"/>
            <w:r>
              <w:rPr>
                <w:rFonts w:ascii="Times New Roman" w:hAnsi="Times New Roman"/>
              </w:rPr>
              <w:t>AprizeSat</w:t>
            </w:r>
            <w:proofErr w:type="spellEnd"/>
            <w:r>
              <w:rPr>
                <w:rFonts w:ascii="Times New Roman" w:hAnsi="Times New Roman"/>
              </w:rPr>
              <w:t xml:space="preserve"> 3 - 6</w:t>
            </w:r>
          </w:p>
        </w:tc>
      </w:tr>
      <w:tr w:rsidR="002B111E" w:rsidRPr="00D66B78" w14:paraId="63DCBBBF" w14:textId="77777777">
        <w:tc>
          <w:tcPr>
            <w:tcW w:w="1368" w:type="dxa"/>
          </w:tcPr>
          <w:p w14:paraId="3D6166C6" w14:textId="77777777" w:rsidR="002B111E" w:rsidRPr="00D66B78" w:rsidRDefault="002B111E" w:rsidP="00651C45">
            <w:pPr>
              <w:rPr>
                <w:rFonts w:ascii="Times New Roman" w:hAnsi="Times New Roman"/>
              </w:rPr>
            </w:pPr>
            <w:proofErr w:type="spellStart"/>
            <w:r w:rsidRPr="00182B96">
              <w:rPr>
                <w:rFonts w:ascii="Times New Roman" w:hAnsi="Times New Roman"/>
              </w:rPr>
              <w:t>Arktika</w:t>
            </w:r>
            <w:proofErr w:type="spellEnd"/>
          </w:p>
        </w:tc>
        <w:tc>
          <w:tcPr>
            <w:tcW w:w="720" w:type="dxa"/>
          </w:tcPr>
          <w:p w14:paraId="5CB09A49" w14:textId="77777777" w:rsidR="002B111E" w:rsidRPr="00D66B78" w:rsidRDefault="002B111E" w:rsidP="00651C45">
            <w:pPr>
              <w:jc w:val="center"/>
              <w:rPr>
                <w:rFonts w:ascii="Times New Roman" w:hAnsi="Times New Roman"/>
              </w:rPr>
            </w:pPr>
          </w:p>
        </w:tc>
        <w:tc>
          <w:tcPr>
            <w:tcW w:w="1260" w:type="dxa"/>
          </w:tcPr>
          <w:p w14:paraId="7E1BD2FC" w14:textId="77777777"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14:paraId="0C7A000A" w14:textId="77777777"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14:paraId="3F604817" w14:textId="77777777" w:rsidR="002B111E" w:rsidRPr="00D66B78" w:rsidRDefault="002B111E" w:rsidP="00651C45">
            <w:pPr>
              <w:jc w:val="center"/>
              <w:rPr>
                <w:rFonts w:ascii="Times New Roman" w:hAnsi="Times New Roman"/>
                <w:b/>
              </w:rPr>
            </w:pPr>
            <w:r w:rsidRPr="00D66B78">
              <w:rPr>
                <w:rFonts w:ascii="Times New Roman" w:hAnsi="Times New Roman"/>
                <w:b/>
              </w:rPr>
              <w:sym w:font="Wingdings" w:char="F0FC"/>
            </w:r>
          </w:p>
        </w:tc>
        <w:tc>
          <w:tcPr>
            <w:tcW w:w="900" w:type="dxa"/>
          </w:tcPr>
          <w:p w14:paraId="6BBA66A1" w14:textId="77777777" w:rsidR="002B111E" w:rsidRPr="00D66B78" w:rsidRDefault="002B111E" w:rsidP="00651C45">
            <w:pPr>
              <w:jc w:val="center"/>
              <w:rPr>
                <w:rFonts w:ascii="Times New Roman" w:hAnsi="Times New Roman"/>
              </w:rPr>
            </w:pPr>
          </w:p>
        </w:tc>
        <w:tc>
          <w:tcPr>
            <w:tcW w:w="1346" w:type="dxa"/>
          </w:tcPr>
          <w:p w14:paraId="69002B3E" w14:textId="77777777" w:rsidR="002B111E" w:rsidRPr="00D66B78" w:rsidRDefault="002B111E" w:rsidP="00651C45">
            <w:pPr>
              <w:rPr>
                <w:rFonts w:ascii="Times New Roman" w:hAnsi="Times New Roman"/>
              </w:rPr>
            </w:pPr>
          </w:p>
        </w:tc>
        <w:tc>
          <w:tcPr>
            <w:tcW w:w="3158" w:type="dxa"/>
          </w:tcPr>
          <w:p w14:paraId="4687D3FF" w14:textId="77777777" w:rsidR="002B111E" w:rsidRPr="00D66B78" w:rsidRDefault="002B111E" w:rsidP="00651C45">
            <w:pPr>
              <w:rPr>
                <w:rFonts w:ascii="Times New Roman" w:hAnsi="Times New Roman"/>
              </w:rPr>
            </w:pPr>
          </w:p>
        </w:tc>
      </w:tr>
      <w:tr w:rsidR="002B111E" w:rsidRPr="00D66B78" w14:paraId="35322B4D" w14:textId="77777777">
        <w:tc>
          <w:tcPr>
            <w:tcW w:w="1368" w:type="dxa"/>
          </w:tcPr>
          <w:p w14:paraId="261B6D9F" w14:textId="77777777" w:rsidR="002B111E" w:rsidRPr="00D66B78" w:rsidRDefault="002B111E" w:rsidP="00651C45">
            <w:pPr>
              <w:rPr>
                <w:rFonts w:ascii="Times New Roman" w:hAnsi="Times New Roman"/>
              </w:rPr>
            </w:pPr>
            <w:r w:rsidRPr="00D66B78">
              <w:rPr>
                <w:rFonts w:ascii="Times New Roman" w:hAnsi="Times New Roman"/>
              </w:rPr>
              <w:t>Cascade</w:t>
            </w:r>
          </w:p>
        </w:tc>
        <w:tc>
          <w:tcPr>
            <w:tcW w:w="720" w:type="dxa"/>
          </w:tcPr>
          <w:p w14:paraId="0549416F" w14:textId="77777777" w:rsidR="002B111E" w:rsidRPr="00D66B78" w:rsidRDefault="002B111E" w:rsidP="00651C45">
            <w:pPr>
              <w:jc w:val="center"/>
              <w:rPr>
                <w:rFonts w:ascii="Times New Roman" w:hAnsi="Times New Roman"/>
              </w:rPr>
            </w:pPr>
          </w:p>
        </w:tc>
        <w:tc>
          <w:tcPr>
            <w:tcW w:w="1260" w:type="dxa"/>
          </w:tcPr>
          <w:p w14:paraId="665FFC8A" w14:textId="77777777" w:rsidR="002B111E" w:rsidRDefault="002B111E" w:rsidP="00651C45">
            <w:pPr>
              <w:jc w:val="center"/>
              <w:rPr>
                <w:rFonts w:ascii="Times New Roman" w:hAnsi="Times New Roman"/>
              </w:rPr>
            </w:pPr>
            <w:r>
              <w:rPr>
                <w:rFonts w:ascii="Times New Roman" w:hAnsi="Times New Roman"/>
              </w:rPr>
              <w:t>2016</w:t>
            </w:r>
          </w:p>
        </w:tc>
        <w:tc>
          <w:tcPr>
            <w:tcW w:w="1350" w:type="dxa"/>
          </w:tcPr>
          <w:p w14:paraId="0B682356" w14:textId="77777777" w:rsidR="002B111E" w:rsidRDefault="002B111E" w:rsidP="00651C45">
            <w:pPr>
              <w:jc w:val="center"/>
              <w:rPr>
                <w:rFonts w:ascii="Times New Roman" w:hAnsi="Times New Roman"/>
              </w:rPr>
            </w:pPr>
            <w:r>
              <w:rPr>
                <w:rFonts w:ascii="Times New Roman" w:hAnsi="Times New Roman"/>
              </w:rPr>
              <w:t>S&amp;F</w:t>
            </w:r>
          </w:p>
          <w:p w14:paraId="35204E9E" w14:textId="77777777"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14:paraId="3374DBF7" w14:textId="77777777" w:rsidR="002B111E" w:rsidRPr="00D66B78" w:rsidRDefault="002B111E" w:rsidP="00651C45">
            <w:pPr>
              <w:jc w:val="center"/>
              <w:rPr>
                <w:rFonts w:ascii="Times New Roman" w:hAnsi="Times New Roman"/>
              </w:rPr>
            </w:pPr>
          </w:p>
        </w:tc>
        <w:tc>
          <w:tcPr>
            <w:tcW w:w="900" w:type="dxa"/>
          </w:tcPr>
          <w:p w14:paraId="25276108" w14:textId="77777777" w:rsidR="002B111E" w:rsidRPr="00D66B78" w:rsidRDefault="002B111E" w:rsidP="00651C45">
            <w:pPr>
              <w:jc w:val="center"/>
              <w:rPr>
                <w:rFonts w:ascii="Times New Roman" w:hAnsi="Times New Roman"/>
              </w:rPr>
            </w:pPr>
          </w:p>
        </w:tc>
        <w:tc>
          <w:tcPr>
            <w:tcW w:w="1346" w:type="dxa"/>
          </w:tcPr>
          <w:p w14:paraId="72C242A0" w14:textId="77777777" w:rsidR="002B111E" w:rsidRPr="00D66B78" w:rsidRDefault="002B111E" w:rsidP="00651C45">
            <w:pPr>
              <w:rPr>
                <w:rFonts w:ascii="Times New Roman" w:hAnsi="Times New Roman"/>
              </w:rPr>
            </w:pPr>
          </w:p>
        </w:tc>
        <w:tc>
          <w:tcPr>
            <w:tcW w:w="3158" w:type="dxa"/>
          </w:tcPr>
          <w:p w14:paraId="2182E259" w14:textId="77777777" w:rsidR="002B111E" w:rsidRPr="00D66B78" w:rsidRDefault="002B111E" w:rsidP="00651C45">
            <w:pPr>
              <w:rPr>
                <w:rFonts w:ascii="Times New Roman" w:hAnsi="Times New Roman"/>
              </w:rPr>
            </w:pPr>
          </w:p>
        </w:tc>
      </w:tr>
      <w:tr w:rsidR="002B111E" w:rsidRPr="00D66B78" w14:paraId="6ADD984A" w14:textId="77777777">
        <w:tc>
          <w:tcPr>
            <w:tcW w:w="1368" w:type="dxa"/>
          </w:tcPr>
          <w:p w14:paraId="60B400F0" w14:textId="77777777" w:rsidR="002B111E" w:rsidRPr="00D66B78" w:rsidRDefault="002B111E" w:rsidP="00651C45">
            <w:pPr>
              <w:rPr>
                <w:rFonts w:ascii="Times New Roman" w:hAnsi="Times New Roman"/>
              </w:rPr>
            </w:pPr>
            <w:r w:rsidRPr="00D66B78">
              <w:rPr>
                <w:rFonts w:ascii="Times New Roman" w:hAnsi="Times New Roman"/>
              </w:rPr>
              <w:t xml:space="preserve">COMM </w:t>
            </w:r>
            <w:proofErr w:type="spellStart"/>
            <w:r w:rsidRPr="00D66B78">
              <w:rPr>
                <w:rFonts w:ascii="Times New Roman" w:hAnsi="Times New Roman"/>
              </w:rPr>
              <w:t>Stellation</w:t>
            </w:r>
            <w:proofErr w:type="spellEnd"/>
          </w:p>
        </w:tc>
        <w:tc>
          <w:tcPr>
            <w:tcW w:w="720" w:type="dxa"/>
          </w:tcPr>
          <w:p w14:paraId="7494DA77" w14:textId="77777777" w:rsidR="002B111E" w:rsidRPr="00D66B78" w:rsidRDefault="002B111E" w:rsidP="00651C45">
            <w:pPr>
              <w:jc w:val="center"/>
              <w:rPr>
                <w:rFonts w:ascii="Times New Roman" w:hAnsi="Times New Roman"/>
                <w:b/>
              </w:rPr>
            </w:pPr>
          </w:p>
        </w:tc>
        <w:tc>
          <w:tcPr>
            <w:tcW w:w="1260" w:type="dxa"/>
          </w:tcPr>
          <w:p w14:paraId="0D8DFAEC" w14:textId="77777777"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14:paraId="1ADFF499" w14:textId="77777777"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14:paraId="1CB7424A" w14:textId="77777777" w:rsidR="002B111E" w:rsidRPr="00D66B78" w:rsidRDefault="002B111E" w:rsidP="00651C45">
            <w:pPr>
              <w:jc w:val="center"/>
              <w:rPr>
                <w:rFonts w:ascii="Times New Roman" w:hAnsi="Times New Roman"/>
                <w:b/>
              </w:rPr>
            </w:pPr>
          </w:p>
        </w:tc>
        <w:tc>
          <w:tcPr>
            <w:tcW w:w="900" w:type="dxa"/>
          </w:tcPr>
          <w:p w14:paraId="3D76C6E8" w14:textId="77777777" w:rsidR="002B111E" w:rsidRPr="00D66B78" w:rsidRDefault="002B111E" w:rsidP="00651C45">
            <w:pPr>
              <w:jc w:val="center"/>
              <w:rPr>
                <w:rFonts w:ascii="Times New Roman" w:hAnsi="Times New Roman"/>
              </w:rPr>
            </w:pPr>
          </w:p>
        </w:tc>
        <w:tc>
          <w:tcPr>
            <w:tcW w:w="1346" w:type="dxa"/>
          </w:tcPr>
          <w:p w14:paraId="10B98AB3" w14:textId="77777777" w:rsidR="002B111E" w:rsidRPr="00D66B78" w:rsidRDefault="002B111E" w:rsidP="00651C45">
            <w:pPr>
              <w:rPr>
                <w:rFonts w:ascii="Times New Roman" w:hAnsi="Times New Roman"/>
              </w:rPr>
            </w:pPr>
          </w:p>
        </w:tc>
        <w:tc>
          <w:tcPr>
            <w:tcW w:w="3158" w:type="dxa"/>
          </w:tcPr>
          <w:p w14:paraId="390AB564" w14:textId="77777777" w:rsidR="002B111E" w:rsidRPr="00D66B78" w:rsidRDefault="002B111E" w:rsidP="00651C45">
            <w:pPr>
              <w:rPr>
                <w:rFonts w:ascii="Times New Roman" w:hAnsi="Times New Roman"/>
              </w:rPr>
            </w:pPr>
          </w:p>
        </w:tc>
      </w:tr>
      <w:tr w:rsidR="002B111E" w:rsidRPr="00D66B78" w14:paraId="3362BE9E" w14:textId="77777777">
        <w:tc>
          <w:tcPr>
            <w:tcW w:w="1368" w:type="dxa"/>
          </w:tcPr>
          <w:p w14:paraId="52283C5A" w14:textId="77777777" w:rsidR="002B111E" w:rsidRPr="003C6FD2" w:rsidRDefault="002B111E" w:rsidP="00651C45">
            <w:pPr>
              <w:rPr>
                <w:rFonts w:ascii="Times New Roman" w:hAnsi="Times New Roman"/>
              </w:rPr>
            </w:pPr>
            <w:proofErr w:type="spellStart"/>
            <w:proofErr w:type="gramStart"/>
            <w:r w:rsidRPr="003C6FD2">
              <w:rPr>
                <w:rFonts w:ascii="Times New Roman" w:hAnsi="Times New Roman"/>
              </w:rPr>
              <w:t>exactView</w:t>
            </w:r>
            <w:proofErr w:type="spellEnd"/>
            <w:proofErr w:type="gramEnd"/>
          </w:p>
        </w:tc>
        <w:tc>
          <w:tcPr>
            <w:tcW w:w="720" w:type="dxa"/>
          </w:tcPr>
          <w:p w14:paraId="6CA03111" w14:textId="77777777" w:rsidR="002B111E" w:rsidRPr="003C6FD2" w:rsidRDefault="002B111E" w:rsidP="00651C45">
            <w:pPr>
              <w:jc w:val="center"/>
              <w:rPr>
                <w:rFonts w:ascii="Times New Roman" w:hAnsi="Times New Roman"/>
                <w:b/>
              </w:rPr>
            </w:pPr>
            <w:r w:rsidRPr="003C6FD2">
              <w:rPr>
                <w:rFonts w:ascii="Times New Roman" w:hAnsi="Times New Roman"/>
                <w:b/>
              </w:rPr>
              <w:sym w:font="Wingdings" w:char="F0FC"/>
            </w:r>
          </w:p>
        </w:tc>
        <w:tc>
          <w:tcPr>
            <w:tcW w:w="1260" w:type="dxa"/>
          </w:tcPr>
          <w:p w14:paraId="58875A5A" w14:textId="77777777" w:rsidR="002B111E" w:rsidRPr="003C6FD2" w:rsidRDefault="002B111E" w:rsidP="00651C45">
            <w:pPr>
              <w:jc w:val="center"/>
              <w:rPr>
                <w:rFonts w:ascii="Times New Roman" w:hAnsi="Times New Roman"/>
              </w:rPr>
            </w:pPr>
            <w:r w:rsidRPr="003C6FD2">
              <w:rPr>
                <w:rFonts w:ascii="Times New Roman" w:hAnsi="Times New Roman"/>
              </w:rPr>
              <w:t>2014</w:t>
            </w:r>
          </w:p>
        </w:tc>
        <w:tc>
          <w:tcPr>
            <w:tcW w:w="1350" w:type="dxa"/>
          </w:tcPr>
          <w:p w14:paraId="5BA20E3A" w14:textId="77777777" w:rsidR="002B111E" w:rsidRPr="003C6FD2" w:rsidRDefault="002B111E" w:rsidP="00651C45">
            <w:pPr>
              <w:jc w:val="center"/>
              <w:rPr>
                <w:rFonts w:ascii="Times New Roman" w:hAnsi="Times New Roman"/>
              </w:rPr>
            </w:pPr>
            <w:r w:rsidRPr="003C6FD2">
              <w:rPr>
                <w:rFonts w:ascii="Times New Roman" w:hAnsi="Times New Roman"/>
              </w:rPr>
              <w:t>HDR</w:t>
            </w:r>
          </w:p>
        </w:tc>
        <w:tc>
          <w:tcPr>
            <w:tcW w:w="990" w:type="dxa"/>
          </w:tcPr>
          <w:p w14:paraId="7308B79C" w14:textId="77777777" w:rsidR="002B111E" w:rsidRPr="003C6FD2" w:rsidRDefault="002B111E" w:rsidP="00651C45">
            <w:pPr>
              <w:jc w:val="center"/>
              <w:rPr>
                <w:rFonts w:ascii="Times New Roman" w:hAnsi="Times New Roman"/>
              </w:rPr>
            </w:pPr>
          </w:p>
        </w:tc>
        <w:tc>
          <w:tcPr>
            <w:tcW w:w="900" w:type="dxa"/>
          </w:tcPr>
          <w:p w14:paraId="3078D522" w14:textId="77777777" w:rsidR="002B111E" w:rsidRPr="003C6FD2" w:rsidRDefault="002B111E" w:rsidP="00651C45">
            <w:pPr>
              <w:jc w:val="center"/>
              <w:rPr>
                <w:rFonts w:ascii="Times New Roman" w:hAnsi="Times New Roman"/>
              </w:rPr>
            </w:pPr>
            <w:r w:rsidRPr="003C6FD2">
              <w:rPr>
                <w:rFonts w:ascii="Times New Roman" w:hAnsi="Times New Roman"/>
                <w:b/>
              </w:rPr>
              <w:sym w:font="Wingdings" w:char="F0FC"/>
            </w:r>
          </w:p>
        </w:tc>
        <w:tc>
          <w:tcPr>
            <w:tcW w:w="1346" w:type="dxa"/>
          </w:tcPr>
          <w:p w14:paraId="26953DC3" w14:textId="77777777" w:rsidR="002B111E" w:rsidRPr="003C6FD2" w:rsidRDefault="002B111E" w:rsidP="00651C45">
            <w:pPr>
              <w:rPr>
                <w:rFonts w:ascii="Times New Roman" w:hAnsi="Times New Roman"/>
              </w:rPr>
            </w:pPr>
          </w:p>
        </w:tc>
        <w:tc>
          <w:tcPr>
            <w:tcW w:w="3158" w:type="dxa"/>
          </w:tcPr>
          <w:p w14:paraId="466F3576" w14:textId="77777777" w:rsidR="002B111E" w:rsidRPr="003C6FD2" w:rsidRDefault="002B111E" w:rsidP="00651C45">
            <w:pPr>
              <w:rPr>
                <w:rFonts w:ascii="Times New Roman" w:hAnsi="Times New Roman"/>
              </w:rPr>
            </w:pPr>
            <w:r w:rsidRPr="003C6FD2">
              <w:rPr>
                <w:rFonts w:ascii="Times New Roman" w:hAnsi="Times New Roman"/>
              </w:rPr>
              <w:t>Covers both Poles</w:t>
            </w:r>
          </w:p>
        </w:tc>
      </w:tr>
      <w:tr w:rsidR="002B111E" w:rsidRPr="00D66B78" w14:paraId="6CA7D3D9" w14:textId="77777777">
        <w:tc>
          <w:tcPr>
            <w:tcW w:w="1368" w:type="dxa"/>
          </w:tcPr>
          <w:p w14:paraId="6E378990" w14:textId="77777777" w:rsidR="002B111E" w:rsidRPr="00D66B78" w:rsidRDefault="002B111E" w:rsidP="00651C45">
            <w:pPr>
              <w:rPr>
                <w:rFonts w:ascii="Times New Roman" w:hAnsi="Times New Roman"/>
              </w:rPr>
            </w:pPr>
            <w:proofErr w:type="spellStart"/>
            <w:r w:rsidRPr="00D66B78">
              <w:rPr>
                <w:rFonts w:ascii="Times New Roman" w:hAnsi="Times New Roman"/>
              </w:rPr>
              <w:t>Gonets</w:t>
            </w:r>
            <w:proofErr w:type="spellEnd"/>
          </w:p>
        </w:tc>
        <w:tc>
          <w:tcPr>
            <w:tcW w:w="720" w:type="dxa"/>
          </w:tcPr>
          <w:p w14:paraId="63A5552B" w14:textId="77777777"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1260" w:type="dxa"/>
          </w:tcPr>
          <w:p w14:paraId="58C13633" w14:textId="77777777" w:rsidR="002B111E" w:rsidRPr="00D66B78" w:rsidRDefault="002B111E" w:rsidP="00651C45">
            <w:pPr>
              <w:jc w:val="center"/>
              <w:rPr>
                <w:rFonts w:ascii="Times New Roman" w:hAnsi="Times New Roman"/>
              </w:rPr>
            </w:pPr>
          </w:p>
        </w:tc>
        <w:tc>
          <w:tcPr>
            <w:tcW w:w="1350" w:type="dxa"/>
          </w:tcPr>
          <w:p w14:paraId="07492BBB" w14:textId="77777777" w:rsidR="002B111E" w:rsidRPr="00D66B78" w:rsidRDefault="002B111E" w:rsidP="00651C45">
            <w:pPr>
              <w:jc w:val="center"/>
              <w:rPr>
                <w:rFonts w:ascii="Times New Roman" w:hAnsi="Times New Roman"/>
              </w:rPr>
            </w:pPr>
            <w:r w:rsidRPr="00D66B78">
              <w:rPr>
                <w:rFonts w:ascii="Times New Roman" w:hAnsi="Times New Roman"/>
              </w:rPr>
              <w:t>S&amp;F</w:t>
            </w:r>
          </w:p>
        </w:tc>
        <w:tc>
          <w:tcPr>
            <w:tcW w:w="990" w:type="dxa"/>
          </w:tcPr>
          <w:p w14:paraId="1D1F5950" w14:textId="77777777" w:rsidR="002B111E" w:rsidRPr="00D66B78" w:rsidRDefault="002B111E" w:rsidP="00651C45">
            <w:pPr>
              <w:jc w:val="center"/>
              <w:rPr>
                <w:rFonts w:ascii="Times New Roman" w:hAnsi="Times New Roman"/>
              </w:rPr>
            </w:pPr>
          </w:p>
        </w:tc>
        <w:tc>
          <w:tcPr>
            <w:tcW w:w="900" w:type="dxa"/>
          </w:tcPr>
          <w:p w14:paraId="56B20443" w14:textId="77777777" w:rsidR="002B111E" w:rsidRPr="00D66B78" w:rsidRDefault="002B111E" w:rsidP="00651C45">
            <w:pPr>
              <w:jc w:val="center"/>
              <w:rPr>
                <w:rFonts w:ascii="Times New Roman" w:hAnsi="Times New Roman"/>
              </w:rPr>
            </w:pPr>
          </w:p>
        </w:tc>
        <w:tc>
          <w:tcPr>
            <w:tcW w:w="1346" w:type="dxa"/>
          </w:tcPr>
          <w:p w14:paraId="065A7302" w14:textId="77777777" w:rsidR="002B111E" w:rsidRPr="00D66B78" w:rsidRDefault="002B111E" w:rsidP="00651C45">
            <w:pPr>
              <w:rPr>
                <w:rFonts w:ascii="Times New Roman" w:hAnsi="Times New Roman"/>
              </w:rPr>
            </w:pPr>
          </w:p>
        </w:tc>
        <w:tc>
          <w:tcPr>
            <w:tcW w:w="3158" w:type="dxa"/>
          </w:tcPr>
          <w:p w14:paraId="56FAC015" w14:textId="77777777" w:rsidR="002B111E" w:rsidRPr="00D66B78" w:rsidRDefault="002B111E" w:rsidP="00651C45">
            <w:pPr>
              <w:rPr>
                <w:rFonts w:ascii="Times New Roman" w:hAnsi="Times New Roman"/>
              </w:rPr>
            </w:pPr>
          </w:p>
        </w:tc>
      </w:tr>
      <w:tr w:rsidR="002B111E" w:rsidRPr="00D66B78" w14:paraId="19DD1C53" w14:textId="77777777">
        <w:tc>
          <w:tcPr>
            <w:tcW w:w="1368" w:type="dxa"/>
          </w:tcPr>
          <w:p w14:paraId="7D770D16" w14:textId="77777777" w:rsidR="002B111E" w:rsidRPr="00D66B78" w:rsidRDefault="002B111E" w:rsidP="00651C45">
            <w:pPr>
              <w:rPr>
                <w:rFonts w:ascii="Times New Roman" w:hAnsi="Times New Roman"/>
              </w:rPr>
            </w:pPr>
            <w:r w:rsidRPr="00D66B78">
              <w:rPr>
                <w:rFonts w:ascii="Times New Roman" w:hAnsi="Times New Roman"/>
              </w:rPr>
              <w:t>Iridium</w:t>
            </w:r>
          </w:p>
        </w:tc>
        <w:tc>
          <w:tcPr>
            <w:tcW w:w="720" w:type="dxa"/>
          </w:tcPr>
          <w:p w14:paraId="5B3DFC80" w14:textId="77777777"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1260" w:type="dxa"/>
          </w:tcPr>
          <w:p w14:paraId="740CAFE9" w14:textId="77777777" w:rsidR="002B111E" w:rsidRPr="00D66B78" w:rsidRDefault="002B111E" w:rsidP="00651C45">
            <w:pPr>
              <w:jc w:val="center"/>
              <w:rPr>
                <w:rFonts w:ascii="Times New Roman" w:hAnsi="Times New Roman"/>
              </w:rPr>
            </w:pPr>
          </w:p>
        </w:tc>
        <w:tc>
          <w:tcPr>
            <w:tcW w:w="1350" w:type="dxa"/>
          </w:tcPr>
          <w:p w14:paraId="25C56FB0" w14:textId="77777777" w:rsidR="002B111E" w:rsidRPr="00D66B78" w:rsidRDefault="002B111E" w:rsidP="00651C45">
            <w:pPr>
              <w:jc w:val="center"/>
              <w:rPr>
                <w:rFonts w:ascii="Times New Roman" w:hAnsi="Times New Roman"/>
              </w:rPr>
            </w:pPr>
            <w:r w:rsidRPr="00D66B78">
              <w:rPr>
                <w:rFonts w:ascii="Times New Roman" w:hAnsi="Times New Roman"/>
              </w:rPr>
              <w:t>LDR</w:t>
            </w:r>
          </w:p>
        </w:tc>
        <w:tc>
          <w:tcPr>
            <w:tcW w:w="990" w:type="dxa"/>
          </w:tcPr>
          <w:p w14:paraId="225A7819" w14:textId="77777777"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14:paraId="03BE23AA" w14:textId="77777777" w:rsidR="002B111E" w:rsidRPr="00D66B78" w:rsidRDefault="002B111E" w:rsidP="00651C45">
            <w:pPr>
              <w:jc w:val="center"/>
              <w:rPr>
                <w:rFonts w:ascii="Times New Roman" w:hAnsi="Times New Roman"/>
              </w:rPr>
            </w:pPr>
          </w:p>
        </w:tc>
        <w:tc>
          <w:tcPr>
            <w:tcW w:w="1346" w:type="dxa"/>
          </w:tcPr>
          <w:p w14:paraId="306AD64C" w14:textId="77777777" w:rsidR="002B111E" w:rsidRPr="00D66B78" w:rsidRDefault="002B111E" w:rsidP="00651C45">
            <w:pPr>
              <w:rPr>
                <w:rFonts w:ascii="Times New Roman" w:hAnsi="Times New Roman"/>
              </w:rPr>
            </w:pPr>
          </w:p>
        </w:tc>
        <w:tc>
          <w:tcPr>
            <w:tcW w:w="3158" w:type="dxa"/>
          </w:tcPr>
          <w:p w14:paraId="0DABFB87" w14:textId="77777777" w:rsidR="002B111E" w:rsidRPr="00D66B78" w:rsidRDefault="002B111E" w:rsidP="00651C45">
            <w:pPr>
              <w:rPr>
                <w:rFonts w:ascii="Times New Roman" w:hAnsi="Times New Roman"/>
              </w:rPr>
            </w:pPr>
            <w:r w:rsidRPr="00D66B78">
              <w:rPr>
                <w:rFonts w:ascii="Times New Roman" w:hAnsi="Times New Roman"/>
              </w:rPr>
              <w:t>Covers both Poles</w:t>
            </w:r>
          </w:p>
        </w:tc>
      </w:tr>
      <w:tr w:rsidR="002B111E" w:rsidRPr="00D66B78" w14:paraId="43877A09" w14:textId="77777777">
        <w:tc>
          <w:tcPr>
            <w:tcW w:w="1368" w:type="dxa"/>
          </w:tcPr>
          <w:p w14:paraId="52944B0F" w14:textId="77777777" w:rsidR="002B111E" w:rsidRPr="00D66B78" w:rsidRDefault="002B111E" w:rsidP="00651C45">
            <w:pPr>
              <w:rPr>
                <w:rFonts w:ascii="Times New Roman" w:hAnsi="Times New Roman"/>
              </w:rPr>
            </w:pPr>
            <w:r w:rsidRPr="00D66B78">
              <w:rPr>
                <w:rFonts w:ascii="Times New Roman" w:hAnsi="Times New Roman"/>
              </w:rPr>
              <w:t>Iridium Next</w:t>
            </w:r>
          </w:p>
        </w:tc>
        <w:tc>
          <w:tcPr>
            <w:tcW w:w="720" w:type="dxa"/>
          </w:tcPr>
          <w:p w14:paraId="1E104D0D" w14:textId="77777777" w:rsidR="002B111E" w:rsidRPr="00D66B78" w:rsidRDefault="002B111E" w:rsidP="00651C45">
            <w:pPr>
              <w:jc w:val="center"/>
              <w:rPr>
                <w:rFonts w:ascii="Times New Roman" w:hAnsi="Times New Roman"/>
              </w:rPr>
            </w:pPr>
          </w:p>
        </w:tc>
        <w:tc>
          <w:tcPr>
            <w:tcW w:w="1260" w:type="dxa"/>
          </w:tcPr>
          <w:p w14:paraId="7268B3F3" w14:textId="77777777" w:rsidR="002B111E" w:rsidRPr="00D66B78" w:rsidRDefault="002B111E" w:rsidP="00651C45">
            <w:pPr>
              <w:jc w:val="center"/>
              <w:rPr>
                <w:rFonts w:ascii="Times New Roman" w:hAnsi="Times New Roman"/>
              </w:rPr>
            </w:pPr>
            <w:r>
              <w:rPr>
                <w:rFonts w:ascii="Times New Roman" w:hAnsi="Times New Roman"/>
              </w:rPr>
              <w:t>2015</w:t>
            </w:r>
          </w:p>
        </w:tc>
        <w:tc>
          <w:tcPr>
            <w:tcW w:w="1350" w:type="dxa"/>
          </w:tcPr>
          <w:p w14:paraId="35CC7560" w14:textId="77777777" w:rsidR="002B111E" w:rsidRPr="00D66B78" w:rsidRDefault="002B111E" w:rsidP="00651C45">
            <w:pPr>
              <w:jc w:val="center"/>
              <w:rPr>
                <w:rFonts w:ascii="Times New Roman" w:hAnsi="Times New Roman"/>
              </w:rPr>
            </w:pPr>
            <w:r>
              <w:rPr>
                <w:rFonts w:ascii="Times New Roman" w:hAnsi="Times New Roman"/>
              </w:rPr>
              <w:t>L</w:t>
            </w:r>
            <w:r w:rsidRPr="00D66B78">
              <w:rPr>
                <w:rFonts w:ascii="Times New Roman" w:hAnsi="Times New Roman"/>
              </w:rPr>
              <w:t>DR</w:t>
            </w:r>
          </w:p>
        </w:tc>
        <w:tc>
          <w:tcPr>
            <w:tcW w:w="990" w:type="dxa"/>
          </w:tcPr>
          <w:p w14:paraId="7FBFC6B4" w14:textId="77777777"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14:paraId="7B36D7A1" w14:textId="77777777" w:rsidR="002B111E" w:rsidRPr="00D66B78" w:rsidRDefault="002B111E" w:rsidP="00651C45">
            <w:pPr>
              <w:jc w:val="center"/>
              <w:rPr>
                <w:rFonts w:ascii="Times New Roman" w:hAnsi="Times New Roman"/>
              </w:rPr>
            </w:pPr>
          </w:p>
        </w:tc>
        <w:tc>
          <w:tcPr>
            <w:tcW w:w="1346" w:type="dxa"/>
          </w:tcPr>
          <w:p w14:paraId="01FB3F97" w14:textId="77777777" w:rsidR="002B111E" w:rsidRPr="00D66B78" w:rsidRDefault="002B111E" w:rsidP="00651C45">
            <w:pPr>
              <w:rPr>
                <w:rFonts w:ascii="Times New Roman" w:hAnsi="Times New Roman"/>
              </w:rPr>
            </w:pPr>
          </w:p>
        </w:tc>
        <w:tc>
          <w:tcPr>
            <w:tcW w:w="3158" w:type="dxa"/>
          </w:tcPr>
          <w:p w14:paraId="1EC34053" w14:textId="77777777" w:rsidR="002B111E" w:rsidRPr="00D66B78" w:rsidRDefault="002B111E" w:rsidP="00651C45">
            <w:pPr>
              <w:rPr>
                <w:rFonts w:ascii="Times New Roman" w:hAnsi="Times New Roman"/>
              </w:rPr>
            </w:pPr>
            <w:r w:rsidRPr="00D66B78">
              <w:rPr>
                <w:rFonts w:ascii="Times New Roman" w:hAnsi="Times New Roman"/>
              </w:rPr>
              <w:t>Covers both poles</w:t>
            </w:r>
          </w:p>
        </w:tc>
      </w:tr>
      <w:tr w:rsidR="002B111E" w:rsidRPr="00D66B78" w14:paraId="7D2BF85E" w14:textId="77777777">
        <w:tc>
          <w:tcPr>
            <w:tcW w:w="1368" w:type="dxa"/>
          </w:tcPr>
          <w:p w14:paraId="3F61797F" w14:textId="77777777" w:rsidR="002B111E" w:rsidRPr="00D66B78" w:rsidRDefault="002B111E" w:rsidP="00651C45">
            <w:pPr>
              <w:rPr>
                <w:rFonts w:ascii="Times New Roman" w:hAnsi="Times New Roman"/>
              </w:rPr>
            </w:pPr>
            <w:proofErr w:type="spellStart"/>
            <w:r w:rsidRPr="00D66B78">
              <w:rPr>
                <w:rFonts w:ascii="Times New Roman" w:hAnsi="Times New Roman"/>
              </w:rPr>
              <w:t>Kosmonet</w:t>
            </w:r>
            <w:proofErr w:type="spellEnd"/>
          </w:p>
        </w:tc>
        <w:tc>
          <w:tcPr>
            <w:tcW w:w="720" w:type="dxa"/>
          </w:tcPr>
          <w:p w14:paraId="197EC8E4" w14:textId="77777777" w:rsidR="002B111E" w:rsidRPr="00D66B78" w:rsidRDefault="002B111E" w:rsidP="00651C45">
            <w:pPr>
              <w:jc w:val="center"/>
              <w:rPr>
                <w:rFonts w:ascii="Times New Roman" w:hAnsi="Times New Roman"/>
              </w:rPr>
            </w:pPr>
          </w:p>
        </w:tc>
        <w:tc>
          <w:tcPr>
            <w:tcW w:w="1260" w:type="dxa"/>
          </w:tcPr>
          <w:p w14:paraId="2FED9ECF" w14:textId="77777777" w:rsidR="002B111E" w:rsidRPr="00D66B78" w:rsidRDefault="002B111E" w:rsidP="00651C45">
            <w:pPr>
              <w:jc w:val="center"/>
              <w:rPr>
                <w:rFonts w:ascii="Times New Roman" w:hAnsi="Times New Roman"/>
              </w:rPr>
            </w:pPr>
            <w:r>
              <w:rPr>
                <w:rFonts w:ascii="Times New Roman" w:hAnsi="Times New Roman"/>
              </w:rPr>
              <w:t>TBD</w:t>
            </w:r>
          </w:p>
        </w:tc>
        <w:tc>
          <w:tcPr>
            <w:tcW w:w="1350" w:type="dxa"/>
          </w:tcPr>
          <w:p w14:paraId="49F225B8" w14:textId="77777777"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14:paraId="699DD85C" w14:textId="77777777"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14:paraId="67823D6D" w14:textId="77777777" w:rsidR="002B111E" w:rsidRPr="00D66B78" w:rsidRDefault="002B111E" w:rsidP="00651C45">
            <w:pPr>
              <w:jc w:val="center"/>
              <w:rPr>
                <w:rFonts w:ascii="Times New Roman" w:hAnsi="Times New Roman"/>
              </w:rPr>
            </w:pPr>
          </w:p>
        </w:tc>
        <w:tc>
          <w:tcPr>
            <w:tcW w:w="1346" w:type="dxa"/>
          </w:tcPr>
          <w:p w14:paraId="0A7B700B" w14:textId="77777777" w:rsidR="002B111E" w:rsidRPr="00D66B78" w:rsidRDefault="002B111E" w:rsidP="00651C45">
            <w:pPr>
              <w:rPr>
                <w:rFonts w:ascii="Times New Roman" w:hAnsi="Times New Roman"/>
              </w:rPr>
            </w:pPr>
          </w:p>
        </w:tc>
        <w:tc>
          <w:tcPr>
            <w:tcW w:w="3158" w:type="dxa"/>
          </w:tcPr>
          <w:p w14:paraId="3C86099F" w14:textId="77777777" w:rsidR="002B111E" w:rsidRPr="00D66B78" w:rsidRDefault="002B111E" w:rsidP="00651C45">
            <w:pPr>
              <w:rPr>
                <w:rFonts w:ascii="Times New Roman" w:hAnsi="Times New Roman"/>
              </w:rPr>
            </w:pPr>
            <w:r>
              <w:rPr>
                <w:rFonts w:ascii="Times New Roman" w:hAnsi="Times New Roman"/>
              </w:rPr>
              <w:t>Focused at Arctic Polar Region</w:t>
            </w:r>
          </w:p>
        </w:tc>
      </w:tr>
      <w:tr w:rsidR="002B111E" w:rsidRPr="00D66B78" w14:paraId="22E96767" w14:textId="77777777">
        <w:tc>
          <w:tcPr>
            <w:tcW w:w="1368" w:type="dxa"/>
          </w:tcPr>
          <w:p w14:paraId="1AE425A9" w14:textId="77777777" w:rsidR="002B111E" w:rsidRPr="00D66B78" w:rsidRDefault="002B111E" w:rsidP="00651C45">
            <w:pPr>
              <w:rPr>
                <w:rFonts w:ascii="Times New Roman" w:hAnsi="Times New Roman"/>
              </w:rPr>
            </w:pPr>
            <w:r w:rsidRPr="00D66B78">
              <w:rPr>
                <w:rFonts w:ascii="Times New Roman" w:hAnsi="Times New Roman"/>
              </w:rPr>
              <w:t>M3M Sat</w:t>
            </w:r>
          </w:p>
        </w:tc>
        <w:tc>
          <w:tcPr>
            <w:tcW w:w="720" w:type="dxa"/>
          </w:tcPr>
          <w:p w14:paraId="3D859372" w14:textId="77777777" w:rsidR="002B111E" w:rsidRPr="00D66B78" w:rsidRDefault="002B111E" w:rsidP="00651C45">
            <w:pPr>
              <w:jc w:val="center"/>
              <w:rPr>
                <w:rFonts w:ascii="Times New Roman" w:hAnsi="Times New Roman"/>
              </w:rPr>
            </w:pPr>
          </w:p>
        </w:tc>
        <w:tc>
          <w:tcPr>
            <w:tcW w:w="1260" w:type="dxa"/>
          </w:tcPr>
          <w:p w14:paraId="48764817" w14:textId="77777777" w:rsidR="002B111E" w:rsidRPr="00D66B78" w:rsidRDefault="002B111E" w:rsidP="00651C45">
            <w:pPr>
              <w:jc w:val="center"/>
              <w:rPr>
                <w:rFonts w:ascii="Times New Roman" w:hAnsi="Times New Roman"/>
              </w:rPr>
            </w:pPr>
            <w:r>
              <w:rPr>
                <w:rFonts w:ascii="Times New Roman" w:hAnsi="Times New Roman"/>
              </w:rPr>
              <w:t>2013</w:t>
            </w:r>
          </w:p>
        </w:tc>
        <w:tc>
          <w:tcPr>
            <w:tcW w:w="1350" w:type="dxa"/>
          </w:tcPr>
          <w:p w14:paraId="7CB885B9" w14:textId="77777777" w:rsidR="002B111E" w:rsidRPr="00D66B78" w:rsidRDefault="002B111E" w:rsidP="00651C45">
            <w:pPr>
              <w:jc w:val="center"/>
              <w:rPr>
                <w:rFonts w:ascii="Times New Roman" w:hAnsi="Times New Roman"/>
              </w:rPr>
            </w:pPr>
            <w:r>
              <w:rPr>
                <w:rFonts w:ascii="Times New Roman" w:hAnsi="Times New Roman"/>
              </w:rPr>
              <w:t>LDR</w:t>
            </w:r>
          </w:p>
        </w:tc>
        <w:tc>
          <w:tcPr>
            <w:tcW w:w="990" w:type="dxa"/>
          </w:tcPr>
          <w:p w14:paraId="4DEF1593" w14:textId="77777777" w:rsidR="002B111E" w:rsidRPr="00D66B78" w:rsidRDefault="002B111E" w:rsidP="00651C45">
            <w:pPr>
              <w:jc w:val="center"/>
              <w:rPr>
                <w:rFonts w:ascii="Times New Roman" w:hAnsi="Times New Roman"/>
              </w:rPr>
            </w:pPr>
          </w:p>
        </w:tc>
        <w:tc>
          <w:tcPr>
            <w:tcW w:w="900" w:type="dxa"/>
          </w:tcPr>
          <w:p w14:paraId="681B7C8B" w14:textId="77777777" w:rsidR="002B111E" w:rsidRPr="00D66B78" w:rsidRDefault="002B111E" w:rsidP="00651C45">
            <w:pPr>
              <w:jc w:val="center"/>
              <w:rPr>
                <w:rFonts w:ascii="Times New Roman" w:hAnsi="Times New Roman"/>
                <w:b/>
              </w:rPr>
            </w:pPr>
            <w:r w:rsidRPr="00D66B78">
              <w:rPr>
                <w:rFonts w:ascii="Times New Roman" w:hAnsi="Times New Roman"/>
                <w:b/>
              </w:rPr>
              <w:sym w:font="Wingdings" w:char="F0FC"/>
            </w:r>
          </w:p>
        </w:tc>
        <w:tc>
          <w:tcPr>
            <w:tcW w:w="1346" w:type="dxa"/>
          </w:tcPr>
          <w:p w14:paraId="0185E007" w14:textId="77777777" w:rsidR="002B111E" w:rsidRPr="00D66B78" w:rsidRDefault="002B111E" w:rsidP="00651C45">
            <w:pPr>
              <w:rPr>
                <w:rFonts w:ascii="Times New Roman" w:hAnsi="Times New Roman"/>
              </w:rPr>
            </w:pPr>
          </w:p>
        </w:tc>
        <w:tc>
          <w:tcPr>
            <w:tcW w:w="3158" w:type="dxa"/>
          </w:tcPr>
          <w:p w14:paraId="07F025DE" w14:textId="77777777" w:rsidR="002B111E" w:rsidRPr="00D66B78" w:rsidRDefault="002B111E" w:rsidP="00651C45">
            <w:pPr>
              <w:rPr>
                <w:rFonts w:ascii="Times New Roman" w:hAnsi="Times New Roman"/>
              </w:rPr>
            </w:pPr>
            <w:r w:rsidRPr="00D66B78">
              <w:rPr>
                <w:rFonts w:ascii="Times New Roman" w:hAnsi="Times New Roman"/>
              </w:rPr>
              <w:t>AIS primary focus/LDR secondary</w:t>
            </w:r>
          </w:p>
        </w:tc>
      </w:tr>
      <w:tr w:rsidR="002B111E" w:rsidRPr="00D66B78" w14:paraId="6D635448" w14:textId="77777777">
        <w:tc>
          <w:tcPr>
            <w:tcW w:w="1368" w:type="dxa"/>
          </w:tcPr>
          <w:p w14:paraId="6F30B0C5" w14:textId="77777777" w:rsidR="002B111E" w:rsidRPr="00D66B78" w:rsidRDefault="002B111E" w:rsidP="00651C45">
            <w:pPr>
              <w:rPr>
                <w:rFonts w:ascii="Times New Roman" w:hAnsi="Times New Roman"/>
              </w:rPr>
            </w:pPr>
            <w:r w:rsidRPr="00D66B78">
              <w:rPr>
                <w:rFonts w:ascii="Times New Roman" w:hAnsi="Times New Roman"/>
              </w:rPr>
              <w:t>PCW</w:t>
            </w:r>
          </w:p>
        </w:tc>
        <w:tc>
          <w:tcPr>
            <w:tcW w:w="720" w:type="dxa"/>
          </w:tcPr>
          <w:p w14:paraId="39FA6FAA" w14:textId="77777777" w:rsidR="002B111E" w:rsidRPr="00D66B78" w:rsidRDefault="002B111E" w:rsidP="00651C45">
            <w:pPr>
              <w:jc w:val="center"/>
              <w:rPr>
                <w:rFonts w:ascii="Times New Roman" w:hAnsi="Times New Roman"/>
              </w:rPr>
            </w:pPr>
          </w:p>
        </w:tc>
        <w:tc>
          <w:tcPr>
            <w:tcW w:w="1260" w:type="dxa"/>
          </w:tcPr>
          <w:p w14:paraId="579A92D1" w14:textId="77777777" w:rsidR="002B111E" w:rsidRPr="00D66B78" w:rsidRDefault="002B111E" w:rsidP="00651C45">
            <w:pPr>
              <w:jc w:val="center"/>
              <w:rPr>
                <w:rFonts w:ascii="Times New Roman" w:hAnsi="Times New Roman"/>
              </w:rPr>
            </w:pPr>
            <w:r>
              <w:rPr>
                <w:rFonts w:ascii="Times New Roman" w:hAnsi="Times New Roman"/>
              </w:rPr>
              <w:t>2017</w:t>
            </w:r>
          </w:p>
        </w:tc>
        <w:tc>
          <w:tcPr>
            <w:tcW w:w="1350" w:type="dxa"/>
          </w:tcPr>
          <w:p w14:paraId="5FFF2F65" w14:textId="77777777" w:rsidR="002B111E" w:rsidRPr="00D66B78" w:rsidRDefault="002B111E" w:rsidP="00651C45">
            <w:pPr>
              <w:jc w:val="center"/>
              <w:rPr>
                <w:rFonts w:ascii="Times New Roman" w:hAnsi="Times New Roman"/>
              </w:rPr>
            </w:pPr>
            <w:r w:rsidRPr="00D66B78">
              <w:rPr>
                <w:rFonts w:ascii="Times New Roman" w:hAnsi="Times New Roman"/>
              </w:rPr>
              <w:t>HDR</w:t>
            </w:r>
          </w:p>
        </w:tc>
        <w:tc>
          <w:tcPr>
            <w:tcW w:w="990" w:type="dxa"/>
          </w:tcPr>
          <w:p w14:paraId="5BCA1CDE" w14:textId="77777777" w:rsidR="002B111E" w:rsidRPr="00D66B78" w:rsidRDefault="002B111E" w:rsidP="00651C45">
            <w:pPr>
              <w:jc w:val="center"/>
              <w:rPr>
                <w:rFonts w:ascii="Times New Roman" w:hAnsi="Times New Roman"/>
              </w:rPr>
            </w:pPr>
            <w:r w:rsidRPr="00D66B78">
              <w:rPr>
                <w:rFonts w:ascii="Times New Roman" w:hAnsi="Times New Roman"/>
                <w:b/>
              </w:rPr>
              <w:sym w:font="Wingdings" w:char="F0FC"/>
            </w:r>
          </w:p>
        </w:tc>
        <w:tc>
          <w:tcPr>
            <w:tcW w:w="900" w:type="dxa"/>
          </w:tcPr>
          <w:p w14:paraId="73C24F0E" w14:textId="77777777" w:rsidR="002B111E" w:rsidRPr="00D66B78" w:rsidRDefault="002B111E" w:rsidP="00651C45">
            <w:pPr>
              <w:jc w:val="center"/>
              <w:rPr>
                <w:rFonts w:ascii="Times New Roman" w:hAnsi="Times New Roman"/>
              </w:rPr>
            </w:pPr>
          </w:p>
        </w:tc>
        <w:tc>
          <w:tcPr>
            <w:tcW w:w="1346" w:type="dxa"/>
          </w:tcPr>
          <w:p w14:paraId="005FC733" w14:textId="77777777" w:rsidR="002B111E" w:rsidRPr="00D66B78" w:rsidRDefault="002B111E" w:rsidP="00651C45">
            <w:pPr>
              <w:rPr>
                <w:rFonts w:ascii="Times New Roman" w:hAnsi="Times New Roman"/>
              </w:rPr>
            </w:pPr>
          </w:p>
        </w:tc>
        <w:tc>
          <w:tcPr>
            <w:tcW w:w="3158" w:type="dxa"/>
          </w:tcPr>
          <w:p w14:paraId="75698D6C" w14:textId="77777777" w:rsidR="002B111E" w:rsidRPr="00D66B78" w:rsidRDefault="002B111E" w:rsidP="00651C45">
            <w:pPr>
              <w:rPr>
                <w:rFonts w:ascii="Times New Roman" w:hAnsi="Times New Roman"/>
              </w:rPr>
            </w:pPr>
            <w:r w:rsidRPr="00D66B78">
              <w:rPr>
                <w:rFonts w:ascii="Times New Roman" w:hAnsi="Times New Roman"/>
              </w:rPr>
              <w:t>Primarily Arctic</w:t>
            </w:r>
            <w:r>
              <w:rPr>
                <w:rFonts w:ascii="Times New Roman" w:hAnsi="Times New Roman"/>
              </w:rPr>
              <w:t>/ may not cover European area of Polar cap</w:t>
            </w:r>
          </w:p>
        </w:tc>
      </w:tr>
      <w:tr w:rsidR="002B111E" w:rsidRPr="00D66B78" w14:paraId="2F87677A" w14:textId="77777777">
        <w:tc>
          <w:tcPr>
            <w:tcW w:w="1368" w:type="dxa"/>
          </w:tcPr>
          <w:p w14:paraId="16A53389" w14:textId="77777777" w:rsidR="002B111E" w:rsidRPr="00D66B78" w:rsidRDefault="002B111E" w:rsidP="00651C45">
            <w:pPr>
              <w:rPr>
                <w:rFonts w:ascii="Times New Roman" w:hAnsi="Times New Roman"/>
              </w:rPr>
            </w:pPr>
            <w:proofErr w:type="spellStart"/>
            <w:r w:rsidRPr="00D66B78">
              <w:rPr>
                <w:rFonts w:ascii="Times New Roman" w:hAnsi="Times New Roman"/>
              </w:rPr>
              <w:t>PolarStar</w:t>
            </w:r>
            <w:proofErr w:type="spellEnd"/>
          </w:p>
        </w:tc>
        <w:tc>
          <w:tcPr>
            <w:tcW w:w="720" w:type="dxa"/>
          </w:tcPr>
          <w:p w14:paraId="5AB6DF77" w14:textId="77777777" w:rsidR="002B111E" w:rsidRPr="00D66B78" w:rsidRDefault="002B111E" w:rsidP="00651C45">
            <w:pPr>
              <w:jc w:val="center"/>
              <w:rPr>
                <w:rFonts w:ascii="Times New Roman" w:hAnsi="Times New Roman"/>
              </w:rPr>
            </w:pPr>
          </w:p>
        </w:tc>
        <w:tc>
          <w:tcPr>
            <w:tcW w:w="1260" w:type="dxa"/>
          </w:tcPr>
          <w:p w14:paraId="34A7CA1F" w14:textId="77777777" w:rsidR="002B111E" w:rsidRPr="00D66B78" w:rsidRDefault="002B111E" w:rsidP="00651C45">
            <w:pPr>
              <w:jc w:val="center"/>
              <w:rPr>
                <w:rFonts w:ascii="Times New Roman" w:hAnsi="Times New Roman"/>
              </w:rPr>
            </w:pPr>
            <w:r>
              <w:rPr>
                <w:rFonts w:ascii="Times New Roman" w:hAnsi="Times New Roman"/>
              </w:rPr>
              <w:t>2016</w:t>
            </w:r>
          </w:p>
        </w:tc>
        <w:tc>
          <w:tcPr>
            <w:tcW w:w="1350" w:type="dxa"/>
          </w:tcPr>
          <w:p w14:paraId="2401E4B3" w14:textId="77777777" w:rsidR="002B111E" w:rsidRPr="00D66B78" w:rsidRDefault="002B111E" w:rsidP="00651C45">
            <w:pPr>
              <w:jc w:val="center"/>
              <w:rPr>
                <w:rFonts w:ascii="Times New Roman" w:hAnsi="Times New Roman"/>
              </w:rPr>
            </w:pPr>
            <w:r>
              <w:rPr>
                <w:rFonts w:ascii="Times New Roman" w:hAnsi="Times New Roman"/>
              </w:rPr>
              <w:t>HDR</w:t>
            </w:r>
          </w:p>
        </w:tc>
        <w:tc>
          <w:tcPr>
            <w:tcW w:w="990" w:type="dxa"/>
          </w:tcPr>
          <w:p w14:paraId="77AF6DE8" w14:textId="77777777" w:rsidR="002B111E" w:rsidRPr="00D66B78" w:rsidRDefault="002B111E" w:rsidP="00651C45">
            <w:pPr>
              <w:jc w:val="center"/>
              <w:rPr>
                <w:rFonts w:ascii="Times New Roman" w:hAnsi="Times New Roman"/>
              </w:rPr>
            </w:pPr>
          </w:p>
        </w:tc>
        <w:tc>
          <w:tcPr>
            <w:tcW w:w="900" w:type="dxa"/>
          </w:tcPr>
          <w:p w14:paraId="2018570B" w14:textId="77777777" w:rsidR="002B111E" w:rsidRPr="00D66B78" w:rsidRDefault="002B111E" w:rsidP="00651C45">
            <w:pPr>
              <w:jc w:val="center"/>
              <w:rPr>
                <w:rFonts w:ascii="Times New Roman" w:hAnsi="Times New Roman"/>
              </w:rPr>
            </w:pPr>
          </w:p>
        </w:tc>
        <w:tc>
          <w:tcPr>
            <w:tcW w:w="1346" w:type="dxa"/>
          </w:tcPr>
          <w:p w14:paraId="60CFFAEA" w14:textId="77777777" w:rsidR="002B111E" w:rsidRPr="00D66B78" w:rsidRDefault="002B111E" w:rsidP="00651C45">
            <w:pPr>
              <w:rPr>
                <w:rFonts w:ascii="Times New Roman" w:hAnsi="Times New Roman"/>
              </w:rPr>
            </w:pPr>
          </w:p>
        </w:tc>
        <w:tc>
          <w:tcPr>
            <w:tcW w:w="3158" w:type="dxa"/>
          </w:tcPr>
          <w:p w14:paraId="25D9CC82" w14:textId="77777777" w:rsidR="002B111E" w:rsidRPr="00D66B78" w:rsidRDefault="002B111E" w:rsidP="00651C45">
            <w:pPr>
              <w:rPr>
                <w:rFonts w:ascii="Times New Roman" w:hAnsi="Times New Roman"/>
              </w:rPr>
            </w:pPr>
          </w:p>
        </w:tc>
      </w:tr>
      <w:tr w:rsidR="002B111E" w:rsidRPr="00D66B78" w14:paraId="4D0C2547" w14:textId="77777777">
        <w:tc>
          <w:tcPr>
            <w:tcW w:w="1368" w:type="dxa"/>
          </w:tcPr>
          <w:p w14:paraId="78997B66" w14:textId="77777777" w:rsidR="002B111E" w:rsidRPr="00D66B78" w:rsidRDefault="002B111E" w:rsidP="00651C45">
            <w:pPr>
              <w:rPr>
                <w:rFonts w:ascii="Times New Roman" w:hAnsi="Times New Roman"/>
              </w:rPr>
            </w:pPr>
          </w:p>
        </w:tc>
        <w:tc>
          <w:tcPr>
            <w:tcW w:w="720" w:type="dxa"/>
          </w:tcPr>
          <w:p w14:paraId="331FEE38" w14:textId="77777777" w:rsidR="002B111E" w:rsidRPr="00D66B78" w:rsidRDefault="002B111E" w:rsidP="00651C45">
            <w:pPr>
              <w:jc w:val="center"/>
              <w:rPr>
                <w:rFonts w:ascii="Times New Roman" w:hAnsi="Times New Roman"/>
              </w:rPr>
            </w:pPr>
          </w:p>
        </w:tc>
        <w:tc>
          <w:tcPr>
            <w:tcW w:w="1260" w:type="dxa"/>
          </w:tcPr>
          <w:p w14:paraId="6B029F0D" w14:textId="77777777" w:rsidR="002B111E" w:rsidRPr="00D66B78" w:rsidRDefault="002B111E" w:rsidP="00651C45">
            <w:pPr>
              <w:jc w:val="center"/>
              <w:rPr>
                <w:rFonts w:ascii="Times New Roman" w:hAnsi="Times New Roman"/>
              </w:rPr>
            </w:pPr>
          </w:p>
        </w:tc>
        <w:tc>
          <w:tcPr>
            <w:tcW w:w="1350" w:type="dxa"/>
          </w:tcPr>
          <w:p w14:paraId="5E9CA537" w14:textId="77777777" w:rsidR="002B111E" w:rsidRPr="00D66B78" w:rsidRDefault="002B111E" w:rsidP="00651C45">
            <w:pPr>
              <w:jc w:val="center"/>
              <w:rPr>
                <w:rFonts w:ascii="Times New Roman" w:hAnsi="Times New Roman"/>
              </w:rPr>
            </w:pPr>
          </w:p>
        </w:tc>
        <w:tc>
          <w:tcPr>
            <w:tcW w:w="990" w:type="dxa"/>
          </w:tcPr>
          <w:p w14:paraId="3A7B139C" w14:textId="77777777" w:rsidR="002B111E" w:rsidRPr="00D66B78" w:rsidRDefault="002B111E" w:rsidP="00651C45">
            <w:pPr>
              <w:jc w:val="center"/>
              <w:rPr>
                <w:rFonts w:ascii="Times New Roman" w:hAnsi="Times New Roman"/>
              </w:rPr>
            </w:pPr>
          </w:p>
        </w:tc>
        <w:tc>
          <w:tcPr>
            <w:tcW w:w="900" w:type="dxa"/>
          </w:tcPr>
          <w:p w14:paraId="1EAC1F57" w14:textId="77777777" w:rsidR="002B111E" w:rsidRPr="00D66B78" w:rsidRDefault="002B111E" w:rsidP="00651C45">
            <w:pPr>
              <w:jc w:val="center"/>
              <w:rPr>
                <w:rFonts w:ascii="Times New Roman" w:hAnsi="Times New Roman"/>
              </w:rPr>
            </w:pPr>
          </w:p>
        </w:tc>
        <w:tc>
          <w:tcPr>
            <w:tcW w:w="1346" w:type="dxa"/>
          </w:tcPr>
          <w:p w14:paraId="4C3B1403" w14:textId="77777777" w:rsidR="002B111E" w:rsidRPr="00D66B78" w:rsidRDefault="002B111E" w:rsidP="00651C45">
            <w:pPr>
              <w:rPr>
                <w:rFonts w:ascii="Times New Roman" w:hAnsi="Times New Roman"/>
              </w:rPr>
            </w:pPr>
          </w:p>
        </w:tc>
        <w:tc>
          <w:tcPr>
            <w:tcW w:w="3158" w:type="dxa"/>
          </w:tcPr>
          <w:p w14:paraId="117B94E7" w14:textId="77777777" w:rsidR="002B111E" w:rsidRPr="00D66B78" w:rsidRDefault="002B111E" w:rsidP="00651C45">
            <w:pPr>
              <w:rPr>
                <w:rFonts w:ascii="Times New Roman" w:hAnsi="Times New Roman"/>
              </w:rPr>
            </w:pPr>
          </w:p>
        </w:tc>
      </w:tr>
    </w:tbl>
    <w:p w14:paraId="65FEF9F2" w14:textId="77777777" w:rsidR="002B111E" w:rsidRDefault="002B111E" w:rsidP="002B111E">
      <w:pPr>
        <w:rPr>
          <w:rFonts w:ascii="Times New Roman" w:hAnsi="Times New Roman"/>
        </w:rPr>
      </w:pPr>
      <w:r>
        <w:rPr>
          <w:rFonts w:ascii="Times New Roman" w:hAnsi="Times New Roman"/>
        </w:rPr>
        <w:t>LDR = Low Data Rate</w:t>
      </w:r>
    </w:p>
    <w:p w14:paraId="01C79B00" w14:textId="77777777" w:rsidR="002B111E" w:rsidRDefault="002B111E" w:rsidP="002B111E">
      <w:pPr>
        <w:rPr>
          <w:rFonts w:ascii="Times New Roman" w:hAnsi="Times New Roman"/>
        </w:rPr>
      </w:pPr>
      <w:r>
        <w:rPr>
          <w:rFonts w:ascii="Times New Roman" w:hAnsi="Times New Roman"/>
        </w:rPr>
        <w:t>HDR = High Data Rate</w:t>
      </w:r>
    </w:p>
    <w:p w14:paraId="6191F98F" w14:textId="77777777" w:rsidR="002B111E" w:rsidRDefault="002B111E" w:rsidP="002B111E">
      <w:pPr>
        <w:rPr>
          <w:rFonts w:ascii="Times New Roman" w:hAnsi="Times New Roman"/>
        </w:rPr>
      </w:pPr>
      <w:r>
        <w:rPr>
          <w:rFonts w:ascii="Times New Roman" w:hAnsi="Times New Roman"/>
        </w:rPr>
        <w:t>S&amp;F = Store and Forward</w:t>
      </w:r>
    </w:p>
    <w:p w14:paraId="381FC363" w14:textId="77777777" w:rsidR="002B111E" w:rsidRDefault="002B111E" w:rsidP="002B111E">
      <w:pPr>
        <w:rPr>
          <w:rFonts w:ascii="Times New Roman" w:hAnsi="Times New Roman"/>
        </w:rPr>
      </w:pPr>
      <w:r>
        <w:rPr>
          <w:rFonts w:ascii="Times New Roman" w:hAnsi="Times New Roman"/>
        </w:rPr>
        <w:t>TBD = To Be Determined</w:t>
      </w:r>
    </w:p>
    <w:p w14:paraId="35976EAE" w14:textId="77777777" w:rsidR="00DE75A0" w:rsidRDefault="00DE75A0">
      <w:pPr>
        <w:rPr>
          <w:rFonts w:ascii="Times New Roman" w:hAnsi="Times New Roman"/>
        </w:rPr>
      </w:pPr>
      <w:r>
        <w:rPr>
          <w:rFonts w:ascii="Times New Roman" w:hAnsi="Times New Roman"/>
        </w:rPr>
        <w:br w:type="page"/>
      </w:r>
    </w:p>
    <w:p w14:paraId="0D7DC827" w14:textId="77777777" w:rsidR="00DE75A0" w:rsidRDefault="00DE75A0" w:rsidP="002B111E">
      <w:pPr>
        <w:rPr>
          <w:rFonts w:ascii="Times New Roman" w:hAnsi="Times New Roman"/>
        </w:rPr>
      </w:pPr>
    </w:p>
    <w:p w14:paraId="2D7449D3" w14:textId="77777777" w:rsidR="00DE75A0" w:rsidRDefault="00DE75A0" w:rsidP="00DE75A0">
      <w:pPr>
        <w:pStyle w:val="Annex"/>
      </w:pPr>
      <w:bookmarkStart w:id="13" w:name="_Toc320695193"/>
      <w:r>
        <w:t>Satellite Orbit Definitions</w:t>
      </w:r>
      <w:bookmarkEnd w:id="13"/>
    </w:p>
    <w:p w14:paraId="6140EC55" w14:textId="77777777" w:rsidR="00DE75A0" w:rsidRPr="000E4131" w:rsidRDefault="00DE75A0" w:rsidP="00DE75A0">
      <w:pPr>
        <w:pStyle w:val="BodyText"/>
        <w:numPr>
          <w:ilvl w:val="0"/>
          <w:numId w:val="16"/>
        </w:numPr>
        <w:rPr>
          <w:rFonts w:cs="Arial"/>
          <w:b/>
          <w:szCs w:val="22"/>
        </w:rPr>
      </w:pPr>
      <w:r w:rsidRPr="000E4131">
        <w:rPr>
          <w:rFonts w:cs="Arial"/>
          <w:b/>
          <w:szCs w:val="22"/>
        </w:rPr>
        <w:t>Geostationary Earth Orbit (GEO)</w:t>
      </w:r>
    </w:p>
    <w:p w14:paraId="12B75A10" w14:textId="77777777" w:rsidR="00DE75A0" w:rsidRPr="00D83688" w:rsidRDefault="00DE75A0" w:rsidP="00DE75A0">
      <w:pPr>
        <w:pStyle w:val="BodyText"/>
        <w:rPr>
          <w:lang w:eastAsia="de-DE"/>
        </w:rPr>
      </w:pPr>
      <w:r w:rsidRPr="00D83688">
        <w:rPr>
          <w:lang w:eastAsia="de-DE"/>
        </w:rPr>
        <w:t xml:space="preserve">Geostationary Earth Orbit (GEO) is in a circular orbit 35,786 km (22,236 mi) above the Earth's equator and rotates at the same speed as the earth’s rotation.  Because the Geostationary Earth Orbit satellite is over the equator, the typical communications coverage extends from approximately 70 degrees South to 70 degrees North.  Depending on geographic location, the satellite coverage may extend further north and south.  The only GEO </w:t>
      </w:r>
      <w:proofErr w:type="gramStart"/>
      <w:r w:rsidRPr="00D83688">
        <w:rPr>
          <w:lang w:eastAsia="de-DE"/>
        </w:rPr>
        <w:t>satellites accepted by IMO as meeting the GMDSS requirements is</w:t>
      </w:r>
      <w:proofErr w:type="gramEnd"/>
      <w:r w:rsidRPr="00D83688">
        <w:rPr>
          <w:lang w:eastAsia="de-DE"/>
        </w:rPr>
        <w:t xml:space="preserve"> the Inmarsat system.  </w:t>
      </w:r>
    </w:p>
    <w:p w14:paraId="1F06E1D8" w14:textId="77777777" w:rsidR="00DE75A0" w:rsidRDefault="00DE75A0" w:rsidP="00DE75A0">
      <w:pPr>
        <w:rPr>
          <w:rFonts w:ascii="Times New Roman" w:hAnsi="Times New Roman"/>
        </w:rPr>
      </w:pPr>
    </w:p>
    <w:p w14:paraId="6612E0A0" w14:textId="77777777" w:rsidR="00DE75A0" w:rsidRPr="000E4131" w:rsidRDefault="00DE75A0" w:rsidP="00DE75A0">
      <w:pPr>
        <w:numPr>
          <w:ilvl w:val="0"/>
          <w:numId w:val="16"/>
        </w:numPr>
        <w:rPr>
          <w:rFonts w:cs="Arial"/>
          <w:b/>
          <w:szCs w:val="22"/>
        </w:rPr>
      </w:pPr>
      <w:r w:rsidRPr="000E4131">
        <w:rPr>
          <w:rFonts w:cs="Arial"/>
          <w:b/>
          <w:szCs w:val="22"/>
        </w:rPr>
        <w:t>Geocentric orbit</w:t>
      </w:r>
    </w:p>
    <w:p w14:paraId="7D404D10" w14:textId="77777777" w:rsidR="00DE75A0" w:rsidRPr="000E4131" w:rsidRDefault="00DE75A0" w:rsidP="00DE75A0">
      <w:pPr>
        <w:ind w:left="360"/>
        <w:rPr>
          <w:rFonts w:ascii="Times New Roman" w:hAnsi="Times New Roman"/>
        </w:rPr>
      </w:pPr>
    </w:p>
    <w:p w14:paraId="26D95114" w14:textId="77777777" w:rsidR="00DE75A0" w:rsidRPr="00D83688" w:rsidRDefault="00DE75A0" w:rsidP="00DE75A0">
      <w:pPr>
        <w:pStyle w:val="BodyText"/>
        <w:rPr>
          <w:lang w:eastAsia="de-DE"/>
        </w:rPr>
      </w:pPr>
      <w:r w:rsidRPr="00D83688">
        <w:rPr>
          <w:lang w:eastAsia="de-DE"/>
        </w:rPr>
        <w:t xml:space="preserve">Geocentric orbit is an orbit around the Earth and are usually classified by the satellite’s altitude (i.e., Low Earth Orbit (LEO), Medium Earth orbit (MEO) and High Earth orbit (HEO)); the shape of the orbit (e.g., highly elliptical); and the area the orbit crosses (e.g., Polar orbit).  </w:t>
      </w:r>
    </w:p>
    <w:p w14:paraId="7A084640" w14:textId="77777777" w:rsidR="00DE75A0" w:rsidRPr="00D83688" w:rsidRDefault="00DE75A0" w:rsidP="00DE75A0">
      <w:pPr>
        <w:pStyle w:val="BodyText"/>
        <w:rPr>
          <w:lang w:eastAsia="de-DE"/>
        </w:rPr>
      </w:pPr>
    </w:p>
    <w:p w14:paraId="2A7C0B39" w14:textId="77777777" w:rsidR="00DE75A0" w:rsidRPr="00D83688" w:rsidRDefault="00DE75A0" w:rsidP="00DE75A0">
      <w:pPr>
        <w:pStyle w:val="BodyText"/>
        <w:rPr>
          <w:lang w:eastAsia="de-DE"/>
        </w:rPr>
      </w:pPr>
      <w:r w:rsidRPr="00D83688">
        <w:rPr>
          <w:lang w:eastAsia="de-DE"/>
        </w:rPr>
        <w:t>To provide effective, full-time communications over any given area, any LEO or MEO system will requires a constellation of satellites.   Some orbits as the Highly Elliptical Orbit (HEO) can be designed so that the satellite covers a region of the earth for a large fraction of its orbital period.  For example, two HEO satellites could provide polar coverage.</w:t>
      </w:r>
    </w:p>
    <w:p w14:paraId="73C75ADA" w14:textId="77777777" w:rsidR="00DE75A0" w:rsidRDefault="00DE75A0" w:rsidP="00DE75A0">
      <w:pPr>
        <w:rPr>
          <w:rFonts w:ascii="Times New Roman" w:hAnsi="Times New Roman"/>
        </w:rPr>
      </w:pPr>
    </w:p>
    <w:p w14:paraId="41F55289" w14:textId="77777777" w:rsidR="00DE75A0" w:rsidRPr="00267D58" w:rsidRDefault="00DE75A0" w:rsidP="00DE75A0">
      <w:pPr>
        <w:numPr>
          <w:ilvl w:val="0"/>
          <w:numId w:val="16"/>
        </w:numPr>
        <w:rPr>
          <w:rFonts w:cs="Arial"/>
          <w:b/>
          <w:szCs w:val="22"/>
        </w:rPr>
      </w:pPr>
      <w:r w:rsidRPr="00267D58">
        <w:rPr>
          <w:rFonts w:cs="Arial"/>
          <w:b/>
          <w:szCs w:val="22"/>
        </w:rPr>
        <w:t>Polar Coverage</w:t>
      </w:r>
    </w:p>
    <w:p w14:paraId="7B6C16A0" w14:textId="77777777" w:rsidR="00DE75A0" w:rsidRPr="00D66B78" w:rsidRDefault="00DE75A0" w:rsidP="00DE75A0">
      <w:pPr>
        <w:rPr>
          <w:rFonts w:ascii="Times New Roman" w:hAnsi="Times New Roman"/>
          <w:b/>
        </w:rPr>
      </w:pPr>
    </w:p>
    <w:p w14:paraId="7CACF58D" w14:textId="77777777" w:rsidR="00DE75A0" w:rsidRPr="00D83688" w:rsidRDefault="00DE75A0" w:rsidP="00DE75A0">
      <w:pPr>
        <w:pStyle w:val="BodyText"/>
        <w:rPr>
          <w:lang w:eastAsia="de-DE"/>
        </w:rPr>
      </w:pPr>
      <w:r w:rsidRPr="00D83688">
        <w:rPr>
          <w:lang w:eastAsia="de-DE"/>
        </w:rPr>
        <w:t xml:space="preserve">Two general types of satellite orbits that will provide Polar coverage: A constellation of satellites in low or medium earth orbit with sufficient number of satellites such that a satellite is in view at all times (e.g., Iridium) or a smaller number of satellites in a highly elliptical orbit (e.g., </w:t>
      </w:r>
      <w:proofErr w:type="spellStart"/>
      <w:r w:rsidRPr="00D83688">
        <w:rPr>
          <w:lang w:eastAsia="de-DE"/>
        </w:rPr>
        <w:t>Molniya</w:t>
      </w:r>
      <w:proofErr w:type="spellEnd"/>
      <w:r w:rsidRPr="00D83688">
        <w:rPr>
          <w:lang w:eastAsia="de-DE"/>
        </w:rPr>
        <w:t xml:space="preserve"> satellites used by Russia).  </w:t>
      </w:r>
    </w:p>
    <w:p w14:paraId="12552520" w14:textId="77777777" w:rsidR="00DE75A0" w:rsidRPr="00D66B78" w:rsidRDefault="00DE75A0" w:rsidP="00DE75A0">
      <w:pPr>
        <w:rPr>
          <w:rFonts w:ascii="Times New Roman" w:hAnsi="Times New Roman"/>
        </w:rPr>
      </w:pPr>
    </w:p>
    <w:p w14:paraId="677DFCB0" w14:textId="77777777" w:rsidR="00D83688" w:rsidRDefault="00D83688">
      <w:r>
        <w:br w:type="page"/>
      </w:r>
    </w:p>
    <w:p w14:paraId="6753D163" w14:textId="77777777" w:rsidR="00D83688" w:rsidRPr="004E4A57" w:rsidRDefault="00D83688" w:rsidP="00D83688">
      <w:pPr>
        <w:pStyle w:val="Title"/>
      </w:pPr>
      <w:bookmarkStart w:id="14" w:name="_Toc320695194"/>
      <w:r w:rsidRPr="004E4A57">
        <w:lastRenderedPageBreak/>
        <w:t>Glossary of Terms</w:t>
      </w:r>
      <w:bookmarkEnd w:id="14"/>
    </w:p>
    <w:p w14:paraId="1594C0EC" w14:textId="77777777" w:rsidR="00D83688" w:rsidRDefault="00D83688" w:rsidP="00D83688">
      <w:pPr>
        <w:ind w:firstLine="720"/>
      </w:pPr>
    </w:p>
    <w:p w14:paraId="06B9DE2D" w14:textId="77777777" w:rsidR="00D83688" w:rsidRDefault="00D83688" w:rsidP="00D83688">
      <w:pPr>
        <w:pStyle w:val="AnnexHeading2"/>
      </w:pPr>
      <w:r>
        <w:t>AIS</w:t>
      </w:r>
      <w:r>
        <w:tab/>
      </w:r>
      <w:r>
        <w:tab/>
        <w:t>Automatic Identification System</w:t>
      </w:r>
    </w:p>
    <w:p w14:paraId="238D1FEB" w14:textId="77777777" w:rsidR="00D83688" w:rsidRPr="004C537E" w:rsidRDefault="00D83688" w:rsidP="00D83688">
      <w:pPr>
        <w:pStyle w:val="BodyText"/>
        <w:rPr>
          <w:rFonts w:cs="Arial"/>
          <w:b/>
          <w:szCs w:val="22"/>
        </w:rPr>
      </w:pPr>
      <w:r w:rsidRPr="004C537E">
        <w:rPr>
          <w:rFonts w:cs="Arial"/>
          <w:b/>
          <w:szCs w:val="22"/>
        </w:rPr>
        <w:t>DSC</w:t>
      </w:r>
      <w:r w:rsidRPr="004C537E">
        <w:rPr>
          <w:rFonts w:cs="Arial"/>
          <w:b/>
          <w:szCs w:val="22"/>
        </w:rPr>
        <w:tab/>
      </w:r>
      <w:r w:rsidRPr="004C537E">
        <w:rPr>
          <w:rFonts w:cs="Arial"/>
          <w:b/>
          <w:szCs w:val="22"/>
        </w:rPr>
        <w:tab/>
        <w:t>Digital Selective Calling</w:t>
      </w:r>
    </w:p>
    <w:p w14:paraId="780E3D5B" w14:textId="77777777" w:rsidR="00D83688" w:rsidRDefault="00D83688" w:rsidP="00D83688">
      <w:pPr>
        <w:pStyle w:val="AnnexHeading2"/>
      </w:pPr>
      <w:r>
        <w:t>GEO</w:t>
      </w:r>
      <w:r>
        <w:tab/>
      </w:r>
      <w:r>
        <w:tab/>
        <w:t>Geo-stationary Orbit</w:t>
      </w:r>
    </w:p>
    <w:p w14:paraId="5554B4BC" w14:textId="77777777" w:rsidR="00D83688" w:rsidRPr="00D3500B" w:rsidRDefault="00D83688" w:rsidP="00D83688">
      <w:pPr>
        <w:pStyle w:val="BodyText"/>
        <w:rPr>
          <w:rFonts w:cs="Arial"/>
          <w:b/>
          <w:szCs w:val="22"/>
        </w:rPr>
      </w:pPr>
      <w:r w:rsidRPr="00D3500B">
        <w:rPr>
          <w:rFonts w:cs="Arial"/>
          <w:b/>
          <w:szCs w:val="22"/>
        </w:rPr>
        <w:t xml:space="preserve">Galileo </w:t>
      </w:r>
      <w:r w:rsidRPr="00D3500B">
        <w:rPr>
          <w:rFonts w:cs="Arial"/>
          <w:b/>
          <w:szCs w:val="22"/>
        </w:rPr>
        <w:tab/>
        <w:t>Global Navigation Satellite System</w:t>
      </w:r>
      <w:r>
        <w:rPr>
          <w:rFonts w:cs="Arial"/>
          <w:b/>
          <w:szCs w:val="22"/>
        </w:rPr>
        <w:t xml:space="preserve"> (EU)</w:t>
      </w:r>
    </w:p>
    <w:p w14:paraId="2DA660B2" w14:textId="77777777" w:rsidR="00D83688" w:rsidRPr="00D3500B" w:rsidRDefault="00D83688" w:rsidP="00D83688">
      <w:pPr>
        <w:pStyle w:val="BodyText"/>
        <w:rPr>
          <w:rFonts w:cs="Arial"/>
          <w:b/>
          <w:szCs w:val="22"/>
        </w:rPr>
      </w:pPr>
      <w:r w:rsidRPr="00D3500B">
        <w:rPr>
          <w:rFonts w:cs="Arial"/>
          <w:b/>
          <w:szCs w:val="22"/>
        </w:rPr>
        <w:t>GLONASS</w:t>
      </w:r>
      <w:r>
        <w:rPr>
          <w:rFonts w:cs="Arial"/>
          <w:b/>
          <w:szCs w:val="22"/>
        </w:rPr>
        <w:tab/>
      </w:r>
      <w:r w:rsidRPr="00D3500B">
        <w:rPr>
          <w:rFonts w:cs="Arial"/>
          <w:b/>
          <w:szCs w:val="22"/>
        </w:rPr>
        <w:t>Global Navigation Satellite System</w:t>
      </w:r>
      <w:r>
        <w:rPr>
          <w:rFonts w:cs="Arial"/>
          <w:b/>
          <w:szCs w:val="22"/>
        </w:rPr>
        <w:t xml:space="preserve"> (Russia)</w:t>
      </w:r>
    </w:p>
    <w:p w14:paraId="62D862AE" w14:textId="77777777" w:rsidR="00D83688" w:rsidRPr="00D3500B" w:rsidRDefault="00D83688" w:rsidP="00D83688">
      <w:pPr>
        <w:pStyle w:val="BodyText"/>
        <w:rPr>
          <w:rFonts w:cs="Arial"/>
          <w:b/>
          <w:szCs w:val="22"/>
        </w:rPr>
      </w:pPr>
      <w:r w:rsidRPr="00D3500B">
        <w:rPr>
          <w:rFonts w:cs="Arial"/>
          <w:b/>
          <w:szCs w:val="22"/>
        </w:rPr>
        <w:t>GNSS</w:t>
      </w:r>
      <w:r w:rsidRPr="00D3500B">
        <w:rPr>
          <w:rFonts w:cs="Arial"/>
          <w:b/>
          <w:szCs w:val="22"/>
        </w:rPr>
        <w:tab/>
      </w:r>
      <w:r w:rsidRPr="00D3500B">
        <w:rPr>
          <w:rFonts w:cs="Arial"/>
          <w:b/>
          <w:szCs w:val="22"/>
        </w:rPr>
        <w:tab/>
        <w:t>Global Navigation Satellite System</w:t>
      </w:r>
    </w:p>
    <w:p w14:paraId="224E9B22" w14:textId="77777777" w:rsidR="00D83688" w:rsidRDefault="00D83688" w:rsidP="00D83688">
      <w:pPr>
        <w:pStyle w:val="BodyText"/>
        <w:rPr>
          <w:rFonts w:cs="Arial"/>
          <w:b/>
          <w:szCs w:val="22"/>
        </w:rPr>
      </w:pPr>
      <w:r w:rsidRPr="00D3500B">
        <w:rPr>
          <w:rFonts w:cs="Arial"/>
          <w:b/>
          <w:szCs w:val="22"/>
        </w:rPr>
        <w:t xml:space="preserve">GPS </w:t>
      </w:r>
      <w:r w:rsidRPr="00D3500B">
        <w:rPr>
          <w:rFonts w:cs="Arial"/>
          <w:b/>
          <w:szCs w:val="22"/>
        </w:rPr>
        <w:tab/>
      </w:r>
      <w:r>
        <w:rPr>
          <w:lang w:eastAsia="de-DE"/>
        </w:rPr>
        <w:tab/>
      </w:r>
      <w:r w:rsidRPr="00D3500B">
        <w:rPr>
          <w:rFonts w:cs="Arial"/>
          <w:b/>
          <w:szCs w:val="22"/>
        </w:rPr>
        <w:t>Global Positioning System (USA)</w:t>
      </w:r>
    </w:p>
    <w:p w14:paraId="3CA22CBC" w14:textId="77777777" w:rsidR="00D83688" w:rsidRPr="00D3500B" w:rsidRDefault="00D83688" w:rsidP="00D83688">
      <w:pPr>
        <w:pStyle w:val="BodyText"/>
        <w:rPr>
          <w:rFonts w:cs="Arial"/>
          <w:b/>
          <w:szCs w:val="22"/>
        </w:rPr>
      </w:pPr>
      <w:r>
        <w:rPr>
          <w:rFonts w:cs="Arial"/>
          <w:b/>
          <w:szCs w:val="22"/>
        </w:rPr>
        <w:t>HDR</w:t>
      </w:r>
      <w:r>
        <w:rPr>
          <w:rFonts w:cs="Arial"/>
          <w:b/>
          <w:szCs w:val="22"/>
        </w:rPr>
        <w:tab/>
      </w:r>
      <w:r>
        <w:rPr>
          <w:rFonts w:cs="Arial"/>
          <w:b/>
          <w:szCs w:val="22"/>
        </w:rPr>
        <w:tab/>
        <w:t>High Data Rate</w:t>
      </w:r>
    </w:p>
    <w:p w14:paraId="349B09C8" w14:textId="77777777" w:rsidR="00D83688" w:rsidRPr="008A28AE" w:rsidRDefault="00D83688" w:rsidP="00D83688">
      <w:pPr>
        <w:pStyle w:val="BodyText"/>
        <w:rPr>
          <w:rFonts w:cs="Arial"/>
          <w:b/>
          <w:szCs w:val="22"/>
        </w:rPr>
      </w:pPr>
      <w:r w:rsidRPr="008A28AE">
        <w:rPr>
          <w:rFonts w:cs="Arial"/>
          <w:b/>
          <w:szCs w:val="22"/>
        </w:rPr>
        <w:t>HEO</w:t>
      </w:r>
      <w:r w:rsidRPr="008A28AE">
        <w:rPr>
          <w:rFonts w:cs="Arial"/>
          <w:b/>
          <w:szCs w:val="22"/>
        </w:rPr>
        <w:tab/>
      </w:r>
      <w:r w:rsidRPr="008A28AE">
        <w:rPr>
          <w:rFonts w:cs="Arial"/>
          <w:b/>
          <w:szCs w:val="22"/>
        </w:rPr>
        <w:tab/>
        <w:t>Highly Elliptical Orbit</w:t>
      </w:r>
    </w:p>
    <w:p w14:paraId="3AD2FD32" w14:textId="77777777" w:rsidR="00D83688" w:rsidRDefault="00D83688" w:rsidP="00D83688">
      <w:pPr>
        <w:pStyle w:val="AnnexHeading2"/>
      </w:pPr>
      <w:r>
        <w:t>HF</w:t>
      </w:r>
      <w:r>
        <w:tab/>
      </w:r>
      <w:r>
        <w:tab/>
        <w:t>High frequency (3 – 30 MHz)</w:t>
      </w:r>
    </w:p>
    <w:p w14:paraId="4B484234" w14:textId="77777777" w:rsidR="00D83688" w:rsidRPr="008A28AE" w:rsidRDefault="00D83688" w:rsidP="00D83688">
      <w:pPr>
        <w:pStyle w:val="BodyText"/>
        <w:rPr>
          <w:rFonts w:cs="Arial"/>
          <w:b/>
          <w:szCs w:val="22"/>
        </w:rPr>
      </w:pPr>
      <w:r w:rsidRPr="008A28AE">
        <w:rPr>
          <w:rFonts w:cs="Arial"/>
          <w:b/>
          <w:szCs w:val="22"/>
        </w:rPr>
        <w:t>HST</w:t>
      </w:r>
      <w:r w:rsidRPr="008A28AE">
        <w:rPr>
          <w:rFonts w:cs="Arial"/>
          <w:b/>
          <w:szCs w:val="22"/>
        </w:rPr>
        <w:tab/>
      </w:r>
      <w:r w:rsidRPr="008A28AE">
        <w:rPr>
          <w:rFonts w:cs="Arial"/>
          <w:b/>
          <w:szCs w:val="22"/>
        </w:rPr>
        <w:tab/>
        <w:t>Hybrid satellite/Terrestrial System</w:t>
      </w:r>
    </w:p>
    <w:p w14:paraId="2E2092F8" w14:textId="77777777" w:rsidR="00D83688" w:rsidRDefault="00D83688" w:rsidP="00D83688">
      <w:pPr>
        <w:pStyle w:val="AnnexHeading2"/>
      </w:pPr>
      <w:r>
        <w:t>IGSO</w:t>
      </w:r>
      <w:r>
        <w:tab/>
      </w:r>
      <w:r>
        <w:tab/>
        <w:t>Inclined Geosynchronous Orbit</w:t>
      </w:r>
    </w:p>
    <w:p w14:paraId="32B2F1E9" w14:textId="77777777" w:rsidR="00D83688" w:rsidRDefault="00D83688" w:rsidP="00D83688">
      <w:pPr>
        <w:pStyle w:val="AnnexHeading2"/>
      </w:pPr>
      <w:r>
        <w:t>IMO</w:t>
      </w:r>
      <w:r>
        <w:tab/>
      </w:r>
      <w:r>
        <w:tab/>
        <w:t>International Maritime Organization</w:t>
      </w:r>
    </w:p>
    <w:p w14:paraId="15F74BDE" w14:textId="77777777" w:rsidR="00D83688" w:rsidRPr="008A28AE" w:rsidRDefault="00D83688" w:rsidP="00D83688">
      <w:pPr>
        <w:pStyle w:val="BodyText"/>
        <w:rPr>
          <w:rFonts w:cs="Arial"/>
          <w:b/>
          <w:szCs w:val="22"/>
        </w:rPr>
      </w:pPr>
      <w:r w:rsidRPr="008A28AE">
        <w:rPr>
          <w:rFonts w:cs="Arial"/>
          <w:b/>
          <w:szCs w:val="22"/>
        </w:rPr>
        <w:t>ISL</w:t>
      </w:r>
      <w:r w:rsidRPr="008A28AE">
        <w:rPr>
          <w:rFonts w:cs="Arial"/>
          <w:b/>
          <w:szCs w:val="22"/>
        </w:rPr>
        <w:tab/>
      </w:r>
      <w:r w:rsidRPr="008A28AE">
        <w:rPr>
          <w:rFonts w:cs="Arial"/>
          <w:b/>
          <w:szCs w:val="22"/>
        </w:rPr>
        <w:tab/>
        <w:t>Inter-Satellite Links</w:t>
      </w:r>
    </w:p>
    <w:p w14:paraId="4B263D6B" w14:textId="77777777" w:rsidR="00D83688" w:rsidRPr="008A28AE" w:rsidRDefault="00D83688" w:rsidP="00D83688">
      <w:pPr>
        <w:pStyle w:val="BodyText"/>
        <w:rPr>
          <w:rFonts w:cs="Arial"/>
          <w:b/>
          <w:szCs w:val="22"/>
        </w:rPr>
      </w:pPr>
      <w:r w:rsidRPr="008A28AE">
        <w:rPr>
          <w:rFonts w:cs="Arial"/>
          <w:b/>
          <w:szCs w:val="22"/>
        </w:rPr>
        <w:t>LDR</w:t>
      </w:r>
      <w:r w:rsidRPr="008A28AE">
        <w:rPr>
          <w:rFonts w:cs="Arial"/>
          <w:b/>
          <w:szCs w:val="22"/>
        </w:rPr>
        <w:tab/>
      </w:r>
      <w:r w:rsidRPr="008A28AE">
        <w:rPr>
          <w:rFonts w:cs="Arial"/>
          <w:b/>
          <w:szCs w:val="22"/>
        </w:rPr>
        <w:tab/>
        <w:t>Low Data Rate</w:t>
      </w:r>
    </w:p>
    <w:p w14:paraId="150F0D70" w14:textId="77777777" w:rsidR="00D83688" w:rsidRDefault="00D83688" w:rsidP="00D83688">
      <w:pPr>
        <w:pStyle w:val="AnnexHeading2"/>
      </w:pPr>
      <w:r>
        <w:t>LEO</w:t>
      </w:r>
      <w:r>
        <w:tab/>
      </w:r>
      <w:r>
        <w:tab/>
        <w:t>Low Earth Orbit</w:t>
      </w:r>
    </w:p>
    <w:p w14:paraId="7D8333D0" w14:textId="77777777" w:rsidR="00D83688" w:rsidRPr="008A28AE" w:rsidRDefault="00D83688" w:rsidP="00D83688">
      <w:pPr>
        <w:pStyle w:val="BodyText"/>
        <w:rPr>
          <w:rFonts w:cs="Arial"/>
          <w:b/>
          <w:szCs w:val="22"/>
        </w:rPr>
      </w:pPr>
      <w:r w:rsidRPr="008A28AE">
        <w:rPr>
          <w:rFonts w:cs="Arial"/>
          <w:b/>
          <w:szCs w:val="22"/>
        </w:rPr>
        <w:t>M3MSAT</w:t>
      </w:r>
      <w:r w:rsidRPr="008A28AE">
        <w:rPr>
          <w:rFonts w:cs="Arial"/>
          <w:b/>
          <w:szCs w:val="22"/>
        </w:rPr>
        <w:tab/>
        <w:t>maritime Monitoring and Messaging Microsatellite</w:t>
      </w:r>
    </w:p>
    <w:p w14:paraId="2D67A042" w14:textId="77777777" w:rsidR="00D83688" w:rsidRDefault="00D83688" w:rsidP="00D83688">
      <w:pPr>
        <w:pStyle w:val="AnnexHeading2"/>
      </w:pPr>
      <w:r>
        <w:t>MEO</w:t>
      </w:r>
      <w:r>
        <w:tab/>
      </w:r>
      <w:r>
        <w:tab/>
        <w:t>Medium Earth orbit</w:t>
      </w:r>
    </w:p>
    <w:p w14:paraId="7B7BDAD1" w14:textId="77777777" w:rsidR="00D83688" w:rsidRPr="008A28AE" w:rsidRDefault="00D83688" w:rsidP="00D83688">
      <w:pPr>
        <w:pStyle w:val="BodyText"/>
        <w:rPr>
          <w:rFonts w:cs="Arial"/>
          <w:b/>
          <w:szCs w:val="22"/>
        </w:rPr>
      </w:pPr>
      <w:r w:rsidRPr="008A28AE">
        <w:rPr>
          <w:rFonts w:cs="Arial"/>
          <w:b/>
          <w:szCs w:val="22"/>
        </w:rPr>
        <w:t>MMS</w:t>
      </w:r>
      <w:r w:rsidRPr="008A28AE">
        <w:rPr>
          <w:rFonts w:cs="Arial"/>
          <w:b/>
          <w:szCs w:val="22"/>
        </w:rPr>
        <w:tab/>
      </w:r>
      <w:r w:rsidRPr="008A28AE">
        <w:rPr>
          <w:rFonts w:cs="Arial"/>
          <w:b/>
          <w:szCs w:val="22"/>
        </w:rPr>
        <w:tab/>
        <w:t>Mobile Satellite Service</w:t>
      </w:r>
    </w:p>
    <w:p w14:paraId="598671C5" w14:textId="77777777" w:rsidR="00D83688" w:rsidRDefault="00D83688" w:rsidP="00D83688">
      <w:pPr>
        <w:pStyle w:val="AnnexHeading2"/>
      </w:pPr>
      <w:r>
        <w:t>MRCP</w:t>
      </w:r>
      <w:r>
        <w:tab/>
      </w:r>
      <w:r>
        <w:tab/>
        <w:t>Maritime Radio Communications Plan</w:t>
      </w:r>
    </w:p>
    <w:p w14:paraId="15C7777F" w14:textId="77777777" w:rsidR="00D83688" w:rsidRPr="00B07B66" w:rsidRDefault="00D83688" w:rsidP="00D83688">
      <w:pPr>
        <w:pStyle w:val="BodyText"/>
        <w:rPr>
          <w:rFonts w:cs="Arial"/>
          <w:b/>
          <w:szCs w:val="22"/>
        </w:rPr>
      </w:pPr>
      <w:r w:rsidRPr="00B07B66">
        <w:rPr>
          <w:rFonts w:cs="Arial"/>
          <w:b/>
          <w:szCs w:val="22"/>
        </w:rPr>
        <w:t>MSI</w:t>
      </w:r>
      <w:r w:rsidRPr="00B07B66">
        <w:rPr>
          <w:rFonts w:cs="Arial"/>
          <w:b/>
          <w:szCs w:val="22"/>
        </w:rPr>
        <w:tab/>
      </w:r>
      <w:r w:rsidRPr="00B07B66">
        <w:rPr>
          <w:rFonts w:cs="Arial"/>
          <w:b/>
          <w:szCs w:val="22"/>
        </w:rPr>
        <w:tab/>
        <w:t>Maritime Safety Information</w:t>
      </w:r>
    </w:p>
    <w:p w14:paraId="20401051" w14:textId="77777777" w:rsidR="00D83688" w:rsidRPr="008A28AE" w:rsidRDefault="00D83688" w:rsidP="00D83688">
      <w:pPr>
        <w:pStyle w:val="BodyText"/>
        <w:rPr>
          <w:rFonts w:cs="Arial"/>
          <w:b/>
          <w:szCs w:val="22"/>
        </w:rPr>
      </w:pPr>
      <w:r>
        <w:rPr>
          <w:rFonts w:cs="Arial"/>
          <w:b/>
          <w:szCs w:val="22"/>
        </w:rPr>
        <w:t>NTS</w:t>
      </w:r>
      <w:r>
        <w:rPr>
          <w:rFonts w:cs="Arial"/>
          <w:b/>
          <w:szCs w:val="22"/>
        </w:rPr>
        <w:tab/>
      </w:r>
      <w:r>
        <w:rPr>
          <w:rFonts w:cs="Arial"/>
          <w:b/>
          <w:szCs w:val="22"/>
        </w:rPr>
        <w:tab/>
      </w:r>
      <w:proofErr w:type="spellStart"/>
      <w:r>
        <w:rPr>
          <w:rFonts w:cs="Arial"/>
          <w:b/>
          <w:szCs w:val="22"/>
        </w:rPr>
        <w:t>nano</w:t>
      </w:r>
      <w:proofErr w:type="spellEnd"/>
      <w:r>
        <w:rPr>
          <w:rFonts w:cs="Arial"/>
          <w:b/>
          <w:szCs w:val="22"/>
        </w:rPr>
        <w:t>-satellite T</w:t>
      </w:r>
      <w:r w:rsidRPr="008A28AE">
        <w:rPr>
          <w:rFonts w:cs="Arial"/>
          <w:b/>
          <w:szCs w:val="22"/>
        </w:rPr>
        <w:t>racking of Ships</w:t>
      </w:r>
    </w:p>
    <w:p w14:paraId="54BEAA59" w14:textId="77777777" w:rsidR="00D83688" w:rsidRDefault="00D83688" w:rsidP="00D83688">
      <w:pPr>
        <w:pStyle w:val="BodyText"/>
        <w:rPr>
          <w:rFonts w:cs="Arial"/>
          <w:b/>
          <w:szCs w:val="22"/>
        </w:rPr>
      </w:pPr>
      <w:r w:rsidRPr="008A28AE">
        <w:rPr>
          <w:rFonts w:cs="Arial"/>
          <w:b/>
          <w:szCs w:val="22"/>
        </w:rPr>
        <w:t>PCW</w:t>
      </w:r>
      <w:r w:rsidRPr="008A28AE">
        <w:rPr>
          <w:rFonts w:cs="Arial"/>
          <w:b/>
          <w:szCs w:val="22"/>
        </w:rPr>
        <w:tab/>
      </w:r>
      <w:r w:rsidRPr="008A28AE">
        <w:rPr>
          <w:rFonts w:cs="Arial"/>
          <w:b/>
          <w:szCs w:val="22"/>
        </w:rPr>
        <w:tab/>
        <w:t>Polar Communications and Weather</w:t>
      </w:r>
    </w:p>
    <w:p w14:paraId="3199F7A4" w14:textId="77777777" w:rsidR="00D83688" w:rsidRPr="008A28AE" w:rsidRDefault="00D83688" w:rsidP="00D83688">
      <w:pPr>
        <w:pStyle w:val="BodyText"/>
        <w:rPr>
          <w:rFonts w:cs="Arial"/>
          <w:b/>
          <w:szCs w:val="22"/>
        </w:rPr>
      </w:pPr>
      <w:r>
        <w:rPr>
          <w:rFonts w:cs="Arial"/>
          <w:b/>
          <w:szCs w:val="22"/>
        </w:rPr>
        <w:t>S &amp; F</w:t>
      </w:r>
      <w:r>
        <w:rPr>
          <w:rFonts w:cs="Arial"/>
          <w:b/>
          <w:szCs w:val="22"/>
        </w:rPr>
        <w:tab/>
      </w:r>
      <w:r>
        <w:rPr>
          <w:rFonts w:cs="Arial"/>
          <w:b/>
          <w:szCs w:val="22"/>
        </w:rPr>
        <w:tab/>
        <w:t>Store and Forward</w:t>
      </w:r>
    </w:p>
    <w:p w14:paraId="7ABE2A36" w14:textId="77777777" w:rsidR="00D83688" w:rsidRDefault="00D83688" w:rsidP="00D83688">
      <w:pPr>
        <w:pStyle w:val="AnnexHeading2"/>
      </w:pPr>
      <w:r>
        <w:t>SBAS</w:t>
      </w:r>
      <w:r>
        <w:tab/>
      </w:r>
      <w:r>
        <w:tab/>
        <w:t>Satellite Based Augmentation System</w:t>
      </w:r>
    </w:p>
    <w:p w14:paraId="6C665F70" w14:textId="77777777" w:rsidR="00D83688" w:rsidRPr="00D3500B" w:rsidRDefault="00D83688" w:rsidP="00D83688">
      <w:pPr>
        <w:pStyle w:val="BodyText"/>
        <w:rPr>
          <w:rFonts w:cs="Arial"/>
          <w:b/>
          <w:szCs w:val="22"/>
        </w:rPr>
      </w:pPr>
      <w:r w:rsidRPr="00D3500B">
        <w:rPr>
          <w:rFonts w:cs="Arial"/>
          <w:b/>
          <w:szCs w:val="22"/>
        </w:rPr>
        <w:t>TBD</w:t>
      </w:r>
      <w:r w:rsidRPr="00D3500B">
        <w:rPr>
          <w:rFonts w:cs="Arial"/>
          <w:b/>
          <w:szCs w:val="22"/>
        </w:rPr>
        <w:tab/>
      </w:r>
      <w:r w:rsidRPr="00D3500B">
        <w:rPr>
          <w:rFonts w:cs="Arial"/>
          <w:b/>
          <w:szCs w:val="22"/>
        </w:rPr>
        <w:tab/>
        <w:t>To Be Determined</w:t>
      </w:r>
    </w:p>
    <w:p w14:paraId="2E68356A" w14:textId="77777777" w:rsidR="00D83688" w:rsidRPr="008A28AE" w:rsidRDefault="00D83688" w:rsidP="00D83688">
      <w:pPr>
        <w:pStyle w:val="BodyText"/>
        <w:rPr>
          <w:rFonts w:cs="Arial"/>
          <w:b/>
          <w:szCs w:val="22"/>
        </w:rPr>
      </w:pPr>
      <w:r w:rsidRPr="008A28AE">
        <w:rPr>
          <w:rFonts w:cs="Arial"/>
          <w:b/>
          <w:szCs w:val="22"/>
        </w:rPr>
        <w:t>VSAT</w:t>
      </w:r>
      <w:r w:rsidRPr="008A28AE">
        <w:rPr>
          <w:rFonts w:cs="Arial"/>
          <w:b/>
          <w:szCs w:val="22"/>
        </w:rPr>
        <w:tab/>
      </w:r>
      <w:r w:rsidRPr="008A28AE">
        <w:rPr>
          <w:rFonts w:cs="Arial"/>
          <w:b/>
          <w:szCs w:val="22"/>
        </w:rPr>
        <w:tab/>
        <w:t>Very Small Aperture Terminal</w:t>
      </w:r>
    </w:p>
    <w:p w14:paraId="6ED5E25F" w14:textId="77777777" w:rsidR="00D83688" w:rsidRPr="008A28AE" w:rsidRDefault="00D83688" w:rsidP="00D83688">
      <w:pPr>
        <w:pStyle w:val="BodyText"/>
        <w:rPr>
          <w:rFonts w:cs="Arial"/>
          <w:b/>
          <w:szCs w:val="22"/>
        </w:rPr>
      </w:pPr>
    </w:p>
    <w:p w14:paraId="1E5A3F90" w14:textId="77777777" w:rsidR="00D83688" w:rsidRDefault="00D83688" w:rsidP="00D83688"/>
    <w:p w14:paraId="07454445" w14:textId="77777777" w:rsidR="00D83688" w:rsidRDefault="00D83688" w:rsidP="00D83688"/>
    <w:p w14:paraId="0758AD16" w14:textId="77777777" w:rsidR="00A44622" w:rsidRDefault="00A44622" w:rsidP="00D83688">
      <w:pPr>
        <w:pStyle w:val="BodyTextIndent"/>
      </w:pPr>
    </w:p>
    <w:sectPr w:rsidR="00A44622" w:rsidSect="00A163D8">
      <w:headerReference w:type="even" r:id="rId12"/>
      <w:headerReference w:type="default" r:id="rId13"/>
      <w:footerReference w:type="default" r:id="rId14"/>
      <w:headerReference w:type="first" r:id="rId15"/>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AAE0B7D" w14:textId="77777777" w:rsidR="00D61B0C" w:rsidRDefault="00D61B0C" w:rsidP="009E1230">
      <w:r>
        <w:separator/>
      </w:r>
    </w:p>
  </w:endnote>
  <w:endnote w:type="continuationSeparator" w:id="0">
    <w:p w14:paraId="69AA217C" w14:textId="77777777" w:rsidR="00D61B0C" w:rsidRDefault="00D61B0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auto"/>
    <w:pitch w:val="variable"/>
    <w:sig w:usb0="E0002AFF" w:usb1="C0007843" w:usb2="00000009" w:usb3="00000000" w:csb0="000001FF" w:csb1="00000000"/>
  </w:font>
  <w:font w:name="Times New Roman">
    <w:altName w:val="Times New Roman"/>
    <w:panose1 w:val="02020603050405020304"/>
    <w:charset w:val="00"/>
    <w:family w:val="auto"/>
    <w:pitch w:val="variable"/>
    <w:sig w:usb0="E0002AFF" w:usb1="C0007841" w:usb2="00000009" w:usb3="00000000" w:csb0="000001FF" w:csb1="00000000"/>
  </w:font>
  <w:font w:name="Symbol">
    <w:altName w:val="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F37B856" w14:textId="77777777" w:rsidR="003E3262" w:rsidRPr="008136BC" w:rsidRDefault="003E3262" w:rsidP="00870A1B">
    <w:pPr>
      <w:pStyle w:val="Footer"/>
    </w:pPr>
    <w:r w:rsidRPr="008136BC">
      <w:tab/>
    </w:r>
    <w:r w:rsidRPr="008136BC">
      <w:rPr>
        <w:lang w:val="en-US"/>
      </w:rPr>
      <w:t xml:space="preserve">Page </w:t>
    </w:r>
    <w:r w:rsidR="00F309CD" w:rsidRPr="008136BC">
      <w:rPr>
        <w:lang w:val="en-US"/>
      </w:rPr>
      <w:fldChar w:fldCharType="begin"/>
    </w:r>
    <w:r w:rsidRPr="008136BC">
      <w:rPr>
        <w:lang w:val="en-US"/>
      </w:rPr>
      <w:instrText xml:space="preserve"> PAGE </w:instrText>
    </w:r>
    <w:r w:rsidR="00F309CD" w:rsidRPr="008136BC">
      <w:rPr>
        <w:lang w:val="en-US"/>
      </w:rPr>
      <w:fldChar w:fldCharType="separate"/>
    </w:r>
    <w:r w:rsidR="00D92B9D">
      <w:rPr>
        <w:noProof/>
        <w:lang w:val="en-US"/>
      </w:rPr>
      <w:t>12</w:t>
    </w:r>
    <w:r w:rsidR="00F309CD" w:rsidRPr="008136BC">
      <w:rPr>
        <w:lang w:val="en-US"/>
      </w:rPr>
      <w:fldChar w:fldCharType="end"/>
    </w:r>
    <w:r w:rsidRPr="008136BC">
      <w:rPr>
        <w:lang w:val="en-US"/>
      </w:rPr>
      <w:t xml:space="preserve"> of </w:t>
    </w:r>
    <w:r w:rsidR="00F309CD" w:rsidRPr="008136BC">
      <w:rPr>
        <w:lang w:val="en-US"/>
      </w:rPr>
      <w:fldChar w:fldCharType="begin"/>
    </w:r>
    <w:r w:rsidRPr="008136BC">
      <w:rPr>
        <w:lang w:val="en-US"/>
      </w:rPr>
      <w:instrText xml:space="preserve"> NUMPAGES </w:instrText>
    </w:r>
    <w:r w:rsidR="00F309CD" w:rsidRPr="008136BC">
      <w:rPr>
        <w:lang w:val="en-US"/>
      </w:rPr>
      <w:fldChar w:fldCharType="separate"/>
    </w:r>
    <w:r w:rsidR="00D92B9D">
      <w:rPr>
        <w:noProof/>
        <w:lang w:val="en-US"/>
      </w:rPr>
      <w:t>12</w:t>
    </w:r>
    <w:r w:rsidR="00F309CD"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55437C9" w14:textId="77777777" w:rsidR="00D61B0C" w:rsidRDefault="00D61B0C" w:rsidP="009E1230">
      <w:r>
        <w:separator/>
      </w:r>
    </w:p>
  </w:footnote>
  <w:footnote w:type="continuationSeparator" w:id="0">
    <w:p w14:paraId="30E95E5C" w14:textId="77777777" w:rsidR="00D61B0C" w:rsidRDefault="00D61B0C"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043509C" w14:textId="77777777" w:rsidR="003E3262" w:rsidRDefault="00D92B9D">
    <w:pPr>
      <w:pStyle w:val="Header"/>
    </w:pPr>
    <w:r>
      <w:rPr>
        <w:noProof/>
      </w:rPr>
      <w:pict w14:anchorId="32F3E14A">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55pt;height:164.85pt;rotation:315;z-index:-251654144;mso-wrap-edited:f;mso-position-horizontal:center;mso-position-horizontal-relative:margin;mso-position-vertical:center;mso-position-vertical-relative:margin" wrapcoords="21403 3338 14290 3436 11865 3632 11373 2454 11045 3436 10423 8247 8325 3829 7964 3534 7374 3240 622 3338 491 3436 426 3730 426 16887 622 17476 2458 17574 3048 17181 3539 16494 3900 15414 5309 17672 5342 17476 5703 17574 5801 17378 5834 12272 6293 11389 7866 16003 8816 18163 9144 17574 9964 17574 10062 17280 10390 14825 10685 13352 11340 13254 12389 16200 13340 18065 13569 17574 14257 17476 14487 17672 14847 17378 14880 17181 14880 12665 15208 11290 16617 11192 19403 17672 19436 17476 19797 17574 19961 17378 19993 14629 20616 5301 21468 5301 21501 3632 21403 3338" fillcolor="#bfbfbf" stroked="f">
          <v:textpath style="font-family:&quot;Arial&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01FA622" w14:textId="77777777" w:rsidR="003E3262" w:rsidRDefault="00D92B9D" w:rsidP="008136BC">
    <w:pPr>
      <w:jc w:val="center"/>
      <w:rPr>
        <w:rFonts w:cs="Arial"/>
        <w:sz w:val="20"/>
        <w:highlight w:val="yellow"/>
      </w:rPr>
    </w:pPr>
    <w:r>
      <w:rPr>
        <w:noProof/>
      </w:rPr>
      <w:pict w14:anchorId="511696D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94.55pt;height:164.85pt;rotation:315;z-index:-251656192;mso-wrap-edited:f;mso-position-horizontal:center;mso-position-horizontal-relative:margin;mso-position-vertical:center;mso-position-vertical-relative:margin" wrapcoords="21403 3338 14290 3436 11865 3632 11373 2454 11045 3436 10423 8247 8325 3829 7964 3534 7374 3240 622 3338 491 3436 426 3730 426 16887 622 17476 2458 17574 3048 17181 3539 16494 3900 15414 5309 17672 5342 17476 5703 17574 5801 17378 5834 12272 6293 11389 7866 16003 8816 18163 9144 17574 9964 17574 10062 17280 10390 14825 10685 13352 11340 13254 12389 16200 13340 18065 13569 17574 14257 17476 14487 17672 14847 17378 14880 17181 14880 12665 15208 11290 16617 11192 19403 17672 19436 17476 19797 17574 19961 17378 19993 14629 20616 5301 21468 5301 21501 3632 21403 3338" fillcolor="#bfbfbf" stroked="f">
          <v:textpath style="font-family:&quot;Arial&quot;;font-size:1pt" string="DRAFT"/>
          <w10:wrap anchorx="margin" anchory="margin"/>
        </v:shape>
      </w:pict>
    </w:r>
    <w:r w:rsidR="003E3262">
      <w:rPr>
        <w:rFonts w:cs="Arial"/>
        <w:sz w:val="20"/>
        <w:highlight w:val="yellow"/>
      </w:rPr>
      <w:t xml:space="preserve">Guideline #### – </w:t>
    </w:r>
    <w:r w:rsidR="003C6FD2">
      <w:rPr>
        <w:rFonts w:cs="Arial"/>
        <w:sz w:val="20"/>
        <w:highlight w:val="yellow"/>
      </w:rPr>
      <w:t>Communications in Polar Areas</w:t>
    </w:r>
  </w:p>
  <w:p w14:paraId="193529F1" w14:textId="77777777" w:rsidR="003E3262" w:rsidRDefault="003E3262"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2796AFE2" w14:textId="77777777" w:rsidR="003E3262" w:rsidRDefault="003E3262">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276BF27" w14:textId="77777777" w:rsidR="003E3262" w:rsidRDefault="00D92B9D">
    <w:pPr>
      <w:pStyle w:val="Header"/>
    </w:pPr>
    <w:r>
      <w:rPr>
        <w:noProof/>
      </w:rPr>
      <w:pict w14:anchorId="6AA6AB52">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55pt;height:164.85pt;rotation:315;z-index:-251652096;mso-wrap-edited:f;mso-position-horizontal:center;mso-position-horizontal-relative:margin;mso-position-vertical:center;mso-position-vertical-relative:margin" wrapcoords="21403 3338 14290 3436 11865 3632 11373 2454 11045 3436 10423 8247 8325 3829 7964 3534 7374 3240 622 3338 491 3436 426 3730 426 16887 622 17476 2458 17574 3048 17181 3539 16494 3900 15414 5309 17672 5342 17476 5703 17574 5801 17378 5834 12272 6293 11389 7866 16003 8816 18163 9144 17574 9964 17574 10062 17280 10390 14825 10685 13352 11340 13254 12389 16200 13340 18065 13569 17574 14257 17476 14487 17672 14847 17378 14880 17181 14880 12665 15208 11290 16617 11192 19403 17672 19436 17476 19797 17574 19961 17378 19993 14629 20616 5301 21468 5301 21501 3632 21403 3338" fillcolor="#bfbfbf" stroked="f">
          <v:textpath style="font-family:&quot;Arial&quot;;font-size:1pt" string="DRAFT"/>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316801"/>
    <w:multiLevelType w:val="hybridMultilevel"/>
    <w:tmpl w:val="EDF21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D3013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9C37E91"/>
    <w:multiLevelType w:val="multilevel"/>
    <w:tmpl w:val="7CFA1AA4"/>
    <w:lvl w:ilvl="0">
      <w:start w:val="1"/>
      <w:numFmt w:val="decimal"/>
      <w:pStyle w:val="Heading1"/>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BB0AD9"/>
    <w:multiLevelType w:val="multilevel"/>
    <w:tmpl w:val="C1B265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4">
    <w:nsid w:val="602661BF"/>
    <w:multiLevelType w:val="hybridMultilevel"/>
    <w:tmpl w:val="4798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5"/>
  </w:num>
  <w:num w:numId="2">
    <w:abstractNumId w:val="1"/>
  </w:num>
  <w:num w:numId="3">
    <w:abstractNumId w:val="7"/>
  </w:num>
  <w:num w:numId="4">
    <w:abstractNumId w:val="11"/>
  </w:num>
  <w:num w:numId="5">
    <w:abstractNumId w:val="3"/>
  </w:num>
  <w:num w:numId="6">
    <w:abstractNumId w:val="17"/>
  </w:num>
  <w:num w:numId="7">
    <w:abstractNumId w:val="10"/>
  </w:num>
  <w:num w:numId="8">
    <w:abstractNumId w:val="16"/>
  </w:num>
  <w:num w:numId="9">
    <w:abstractNumId w:val="18"/>
  </w:num>
  <w:num w:numId="10">
    <w:abstractNumId w:val="13"/>
  </w:num>
  <w:num w:numId="11">
    <w:abstractNumId w:val="0"/>
  </w:num>
  <w:num w:numId="12">
    <w:abstractNumId w:val="6"/>
  </w:num>
  <w:num w:numId="13">
    <w:abstractNumId w:val="12"/>
  </w:num>
  <w:num w:numId="14">
    <w:abstractNumId w:val="8"/>
  </w:num>
  <w:num w:numId="15">
    <w:abstractNumId w:val="5"/>
  </w:num>
  <w:num w:numId="16">
    <w:abstractNumId w:val="4"/>
  </w:num>
  <w:num w:numId="17">
    <w:abstractNumId w:val="2"/>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clickAndTypeStyle w:val="BodyText"/>
  <w:drawingGridHorizontalSpacing w:val="110"/>
  <w:displayHorizontalDrawingGridEvery w:val="2"/>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E0CD1"/>
    <w:rsid w:val="00032948"/>
    <w:rsid w:val="000420D8"/>
    <w:rsid w:val="000436BF"/>
    <w:rsid w:val="00043E54"/>
    <w:rsid w:val="000448A8"/>
    <w:rsid w:val="0007003C"/>
    <w:rsid w:val="00080B72"/>
    <w:rsid w:val="000C690D"/>
    <w:rsid w:val="000D00B8"/>
    <w:rsid w:val="000D5AA0"/>
    <w:rsid w:val="000E4131"/>
    <w:rsid w:val="000E4413"/>
    <w:rsid w:val="000F0764"/>
    <w:rsid w:val="00144BF4"/>
    <w:rsid w:val="001451D1"/>
    <w:rsid w:val="00162C42"/>
    <w:rsid w:val="0018656F"/>
    <w:rsid w:val="00190B2B"/>
    <w:rsid w:val="00193E26"/>
    <w:rsid w:val="001A2B50"/>
    <w:rsid w:val="001D2FE3"/>
    <w:rsid w:val="001D3B7C"/>
    <w:rsid w:val="001D5DFD"/>
    <w:rsid w:val="00204A4E"/>
    <w:rsid w:val="00207DD1"/>
    <w:rsid w:val="00220EBD"/>
    <w:rsid w:val="00244044"/>
    <w:rsid w:val="00246AAB"/>
    <w:rsid w:val="00267D58"/>
    <w:rsid w:val="00277327"/>
    <w:rsid w:val="002835CE"/>
    <w:rsid w:val="00294BD3"/>
    <w:rsid w:val="002A6AAB"/>
    <w:rsid w:val="002B0E89"/>
    <w:rsid w:val="002B111E"/>
    <w:rsid w:val="002B4786"/>
    <w:rsid w:val="002C282E"/>
    <w:rsid w:val="002D5DDA"/>
    <w:rsid w:val="002E7CE7"/>
    <w:rsid w:val="002F2173"/>
    <w:rsid w:val="002F7535"/>
    <w:rsid w:val="00317D7F"/>
    <w:rsid w:val="0032752D"/>
    <w:rsid w:val="0033786C"/>
    <w:rsid w:val="00371BEF"/>
    <w:rsid w:val="00380C7B"/>
    <w:rsid w:val="00390B02"/>
    <w:rsid w:val="00395D68"/>
    <w:rsid w:val="003A2960"/>
    <w:rsid w:val="003A4769"/>
    <w:rsid w:val="003B32D1"/>
    <w:rsid w:val="003C25A1"/>
    <w:rsid w:val="003C6FD2"/>
    <w:rsid w:val="003E3062"/>
    <w:rsid w:val="003E3262"/>
    <w:rsid w:val="003F23D2"/>
    <w:rsid w:val="00403856"/>
    <w:rsid w:val="00422E65"/>
    <w:rsid w:val="00460028"/>
    <w:rsid w:val="0048091C"/>
    <w:rsid w:val="00480CF3"/>
    <w:rsid w:val="00481F3B"/>
    <w:rsid w:val="004A3893"/>
    <w:rsid w:val="004C2F5C"/>
    <w:rsid w:val="004C537E"/>
    <w:rsid w:val="004D35AB"/>
    <w:rsid w:val="004E0CD1"/>
    <w:rsid w:val="004E4A57"/>
    <w:rsid w:val="004F17F7"/>
    <w:rsid w:val="004F3CAB"/>
    <w:rsid w:val="004F72F9"/>
    <w:rsid w:val="0052391D"/>
    <w:rsid w:val="005247B9"/>
    <w:rsid w:val="00525B19"/>
    <w:rsid w:val="005377CA"/>
    <w:rsid w:val="00541DD3"/>
    <w:rsid w:val="005436F1"/>
    <w:rsid w:val="00544E22"/>
    <w:rsid w:val="00564600"/>
    <w:rsid w:val="00582569"/>
    <w:rsid w:val="00586162"/>
    <w:rsid w:val="005A25D3"/>
    <w:rsid w:val="005A6C35"/>
    <w:rsid w:val="005C0D29"/>
    <w:rsid w:val="005C1481"/>
    <w:rsid w:val="005D5FF8"/>
    <w:rsid w:val="005F5DA2"/>
    <w:rsid w:val="006021B3"/>
    <w:rsid w:val="00625960"/>
    <w:rsid w:val="00632734"/>
    <w:rsid w:val="006427BF"/>
    <w:rsid w:val="006436D2"/>
    <w:rsid w:val="006512E4"/>
    <w:rsid w:val="00655287"/>
    <w:rsid w:val="00666C42"/>
    <w:rsid w:val="006A431F"/>
    <w:rsid w:val="006F5BF7"/>
    <w:rsid w:val="00700670"/>
    <w:rsid w:val="00702A71"/>
    <w:rsid w:val="0070749F"/>
    <w:rsid w:val="00721DBE"/>
    <w:rsid w:val="007367B0"/>
    <w:rsid w:val="007379A8"/>
    <w:rsid w:val="007471E4"/>
    <w:rsid w:val="0075170E"/>
    <w:rsid w:val="00752173"/>
    <w:rsid w:val="00767FC6"/>
    <w:rsid w:val="0077511D"/>
    <w:rsid w:val="007B76CF"/>
    <w:rsid w:val="007E2EAB"/>
    <w:rsid w:val="007E43BC"/>
    <w:rsid w:val="007F5291"/>
    <w:rsid w:val="008136BC"/>
    <w:rsid w:val="00834661"/>
    <w:rsid w:val="00853FE6"/>
    <w:rsid w:val="0085586E"/>
    <w:rsid w:val="0085639A"/>
    <w:rsid w:val="00857962"/>
    <w:rsid w:val="00863D8E"/>
    <w:rsid w:val="0087060C"/>
    <w:rsid w:val="00870A1B"/>
    <w:rsid w:val="0087112A"/>
    <w:rsid w:val="008A28AE"/>
    <w:rsid w:val="008C68EF"/>
    <w:rsid w:val="008D3E6A"/>
    <w:rsid w:val="008E4A52"/>
    <w:rsid w:val="008F44B8"/>
    <w:rsid w:val="008F5390"/>
    <w:rsid w:val="00921872"/>
    <w:rsid w:val="00922B53"/>
    <w:rsid w:val="0093229E"/>
    <w:rsid w:val="00932AEE"/>
    <w:rsid w:val="009346B6"/>
    <w:rsid w:val="00934B4F"/>
    <w:rsid w:val="009426DC"/>
    <w:rsid w:val="00946747"/>
    <w:rsid w:val="00947E4F"/>
    <w:rsid w:val="009504E2"/>
    <w:rsid w:val="00956293"/>
    <w:rsid w:val="00963A4E"/>
    <w:rsid w:val="0097697C"/>
    <w:rsid w:val="00983B71"/>
    <w:rsid w:val="009857CF"/>
    <w:rsid w:val="00986D5A"/>
    <w:rsid w:val="00991BB4"/>
    <w:rsid w:val="00997065"/>
    <w:rsid w:val="009A0D07"/>
    <w:rsid w:val="009A2C02"/>
    <w:rsid w:val="009A3330"/>
    <w:rsid w:val="009B30D7"/>
    <w:rsid w:val="009B54A0"/>
    <w:rsid w:val="009C22FA"/>
    <w:rsid w:val="009D215E"/>
    <w:rsid w:val="009D42EC"/>
    <w:rsid w:val="009E1230"/>
    <w:rsid w:val="009E2F87"/>
    <w:rsid w:val="009F1A2B"/>
    <w:rsid w:val="00A10C41"/>
    <w:rsid w:val="00A14A4B"/>
    <w:rsid w:val="00A163D8"/>
    <w:rsid w:val="00A21909"/>
    <w:rsid w:val="00A2351A"/>
    <w:rsid w:val="00A27A7A"/>
    <w:rsid w:val="00A27B7B"/>
    <w:rsid w:val="00A41A5C"/>
    <w:rsid w:val="00A44622"/>
    <w:rsid w:val="00A6234F"/>
    <w:rsid w:val="00A70AB1"/>
    <w:rsid w:val="00A750F1"/>
    <w:rsid w:val="00A91A87"/>
    <w:rsid w:val="00AA4DEF"/>
    <w:rsid w:val="00AB5CAB"/>
    <w:rsid w:val="00AC2C6D"/>
    <w:rsid w:val="00AC5F56"/>
    <w:rsid w:val="00AD060C"/>
    <w:rsid w:val="00AE5700"/>
    <w:rsid w:val="00AF615B"/>
    <w:rsid w:val="00AF7DF9"/>
    <w:rsid w:val="00B07B66"/>
    <w:rsid w:val="00B31FF5"/>
    <w:rsid w:val="00B43C65"/>
    <w:rsid w:val="00B534F2"/>
    <w:rsid w:val="00B55BDA"/>
    <w:rsid w:val="00B6686E"/>
    <w:rsid w:val="00B66DC6"/>
    <w:rsid w:val="00B75C73"/>
    <w:rsid w:val="00B86C8A"/>
    <w:rsid w:val="00BA215B"/>
    <w:rsid w:val="00BA4110"/>
    <w:rsid w:val="00BA6DE8"/>
    <w:rsid w:val="00BC65DA"/>
    <w:rsid w:val="00BD11AF"/>
    <w:rsid w:val="00BD4609"/>
    <w:rsid w:val="00BD53A4"/>
    <w:rsid w:val="00BE1BEC"/>
    <w:rsid w:val="00BF4A78"/>
    <w:rsid w:val="00C114E0"/>
    <w:rsid w:val="00C26254"/>
    <w:rsid w:val="00C528B9"/>
    <w:rsid w:val="00C531DA"/>
    <w:rsid w:val="00C75503"/>
    <w:rsid w:val="00C76178"/>
    <w:rsid w:val="00C91E67"/>
    <w:rsid w:val="00C92711"/>
    <w:rsid w:val="00CA1F41"/>
    <w:rsid w:val="00CB5315"/>
    <w:rsid w:val="00CB5860"/>
    <w:rsid w:val="00CB7676"/>
    <w:rsid w:val="00CD337F"/>
    <w:rsid w:val="00CD7575"/>
    <w:rsid w:val="00CE5828"/>
    <w:rsid w:val="00CF063B"/>
    <w:rsid w:val="00D31B1C"/>
    <w:rsid w:val="00D3428B"/>
    <w:rsid w:val="00D3500B"/>
    <w:rsid w:val="00D50131"/>
    <w:rsid w:val="00D52150"/>
    <w:rsid w:val="00D55C1B"/>
    <w:rsid w:val="00D61B0C"/>
    <w:rsid w:val="00D750FA"/>
    <w:rsid w:val="00D75BAE"/>
    <w:rsid w:val="00D83688"/>
    <w:rsid w:val="00D847AD"/>
    <w:rsid w:val="00D86532"/>
    <w:rsid w:val="00D879DA"/>
    <w:rsid w:val="00D92B9D"/>
    <w:rsid w:val="00DB585F"/>
    <w:rsid w:val="00DC1CA6"/>
    <w:rsid w:val="00DC2E06"/>
    <w:rsid w:val="00DD6174"/>
    <w:rsid w:val="00DE75A0"/>
    <w:rsid w:val="00DE7FF5"/>
    <w:rsid w:val="00E37CF6"/>
    <w:rsid w:val="00E62001"/>
    <w:rsid w:val="00E711D8"/>
    <w:rsid w:val="00E7550C"/>
    <w:rsid w:val="00E96B82"/>
    <w:rsid w:val="00ED156D"/>
    <w:rsid w:val="00ED2684"/>
    <w:rsid w:val="00EE59FC"/>
    <w:rsid w:val="00F11318"/>
    <w:rsid w:val="00F140F0"/>
    <w:rsid w:val="00F1531A"/>
    <w:rsid w:val="00F155DC"/>
    <w:rsid w:val="00F161AC"/>
    <w:rsid w:val="00F21B16"/>
    <w:rsid w:val="00F3019D"/>
    <w:rsid w:val="00F309CD"/>
    <w:rsid w:val="00F5619C"/>
    <w:rsid w:val="00F710A0"/>
    <w:rsid w:val="00F752DE"/>
    <w:rsid w:val="00F77C56"/>
    <w:rsid w:val="00F87F67"/>
    <w:rsid w:val="00F97474"/>
    <w:rsid w:val="00FB02D4"/>
    <w:rsid w:val="00FB5A77"/>
    <w:rsid w:val="00FD090E"/>
    <w:rsid w:val="00FE0F98"/>
    <w:rsid w:val="00FE4F51"/>
    <w:rsid w:val="00FF28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0264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37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iala-aism@wanadoo.fr"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templates\IALA-Guidelline%20Template_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FB72D-53F7-FC45-AB53-D03CAEF20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\templates\IALA-Guidelline Template_Sep10.dotx</Template>
  <TotalTime>1</TotalTime>
  <Pages>12</Pages>
  <Words>2307</Words>
  <Characters>13152</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Guidelline Template</vt:lpstr>
    </vt:vector>
  </TitlesOfParts>
  <Company>United States Coast Guard</Company>
  <LinksUpToDate>false</LinksUpToDate>
  <CharactersWithSpaces>15429</CharactersWithSpaces>
  <SharedDoc>false</SharedDoc>
  <HLinks>
    <vt:vector size="102" baseType="variant">
      <vt:variant>
        <vt:i4>1900596</vt:i4>
      </vt:variant>
      <vt:variant>
        <vt:i4>92</vt:i4>
      </vt:variant>
      <vt:variant>
        <vt:i4>0</vt:i4>
      </vt:variant>
      <vt:variant>
        <vt:i4>5</vt:i4>
      </vt:variant>
      <vt:variant>
        <vt:lpwstr/>
      </vt:variant>
      <vt:variant>
        <vt:lpwstr>_Toc216488874</vt:lpwstr>
      </vt:variant>
      <vt:variant>
        <vt:i4>1966132</vt:i4>
      </vt:variant>
      <vt:variant>
        <vt:i4>83</vt:i4>
      </vt:variant>
      <vt:variant>
        <vt:i4>0</vt:i4>
      </vt:variant>
      <vt:variant>
        <vt:i4>5</vt:i4>
      </vt:variant>
      <vt:variant>
        <vt:lpwstr/>
      </vt:variant>
      <vt:variant>
        <vt:lpwstr>_Toc216488847</vt:lpwstr>
      </vt:variant>
      <vt:variant>
        <vt:i4>1638454</vt:i4>
      </vt:variant>
      <vt:variant>
        <vt:i4>74</vt:i4>
      </vt:variant>
      <vt:variant>
        <vt:i4>0</vt:i4>
      </vt:variant>
      <vt:variant>
        <vt:i4>5</vt:i4>
      </vt:variant>
      <vt:variant>
        <vt:lpwstr/>
      </vt:variant>
      <vt:variant>
        <vt:lpwstr>_Toc317749617</vt:lpwstr>
      </vt:variant>
      <vt:variant>
        <vt:i4>1638454</vt:i4>
      </vt:variant>
      <vt:variant>
        <vt:i4>68</vt:i4>
      </vt:variant>
      <vt:variant>
        <vt:i4>0</vt:i4>
      </vt:variant>
      <vt:variant>
        <vt:i4>5</vt:i4>
      </vt:variant>
      <vt:variant>
        <vt:lpwstr/>
      </vt:variant>
      <vt:variant>
        <vt:lpwstr>_Toc317749616</vt:lpwstr>
      </vt:variant>
      <vt:variant>
        <vt:i4>1638454</vt:i4>
      </vt:variant>
      <vt:variant>
        <vt:i4>62</vt:i4>
      </vt:variant>
      <vt:variant>
        <vt:i4>0</vt:i4>
      </vt:variant>
      <vt:variant>
        <vt:i4>5</vt:i4>
      </vt:variant>
      <vt:variant>
        <vt:lpwstr/>
      </vt:variant>
      <vt:variant>
        <vt:lpwstr>_Toc317749615</vt:lpwstr>
      </vt:variant>
      <vt:variant>
        <vt:i4>1638454</vt:i4>
      </vt:variant>
      <vt:variant>
        <vt:i4>56</vt:i4>
      </vt:variant>
      <vt:variant>
        <vt:i4>0</vt:i4>
      </vt:variant>
      <vt:variant>
        <vt:i4>5</vt:i4>
      </vt:variant>
      <vt:variant>
        <vt:lpwstr/>
      </vt:variant>
      <vt:variant>
        <vt:lpwstr>_Toc317749614</vt:lpwstr>
      </vt:variant>
      <vt:variant>
        <vt:i4>1638454</vt:i4>
      </vt:variant>
      <vt:variant>
        <vt:i4>50</vt:i4>
      </vt:variant>
      <vt:variant>
        <vt:i4>0</vt:i4>
      </vt:variant>
      <vt:variant>
        <vt:i4>5</vt:i4>
      </vt:variant>
      <vt:variant>
        <vt:lpwstr/>
      </vt:variant>
      <vt:variant>
        <vt:lpwstr>_Toc317749613</vt:lpwstr>
      </vt:variant>
      <vt:variant>
        <vt:i4>1638454</vt:i4>
      </vt:variant>
      <vt:variant>
        <vt:i4>44</vt:i4>
      </vt:variant>
      <vt:variant>
        <vt:i4>0</vt:i4>
      </vt:variant>
      <vt:variant>
        <vt:i4>5</vt:i4>
      </vt:variant>
      <vt:variant>
        <vt:lpwstr/>
      </vt:variant>
      <vt:variant>
        <vt:lpwstr>_Toc317749612</vt:lpwstr>
      </vt:variant>
      <vt:variant>
        <vt:i4>1638454</vt:i4>
      </vt:variant>
      <vt:variant>
        <vt:i4>38</vt:i4>
      </vt:variant>
      <vt:variant>
        <vt:i4>0</vt:i4>
      </vt:variant>
      <vt:variant>
        <vt:i4>5</vt:i4>
      </vt:variant>
      <vt:variant>
        <vt:lpwstr/>
      </vt:variant>
      <vt:variant>
        <vt:lpwstr>_Toc317749611</vt:lpwstr>
      </vt:variant>
      <vt:variant>
        <vt:i4>1638454</vt:i4>
      </vt:variant>
      <vt:variant>
        <vt:i4>32</vt:i4>
      </vt:variant>
      <vt:variant>
        <vt:i4>0</vt:i4>
      </vt:variant>
      <vt:variant>
        <vt:i4>5</vt:i4>
      </vt:variant>
      <vt:variant>
        <vt:lpwstr/>
      </vt:variant>
      <vt:variant>
        <vt:lpwstr>_Toc317749610</vt:lpwstr>
      </vt:variant>
      <vt:variant>
        <vt:i4>1572918</vt:i4>
      </vt:variant>
      <vt:variant>
        <vt:i4>26</vt:i4>
      </vt:variant>
      <vt:variant>
        <vt:i4>0</vt:i4>
      </vt:variant>
      <vt:variant>
        <vt:i4>5</vt:i4>
      </vt:variant>
      <vt:variant>
        <vt:lpwstr/>
      </vt:variant>
      <vt:variant>
        <vt:lpwstr>_Toc317749609</vt:lpwstr>
      </vt:variant>
      <vt:variant>
        <vt:i4>1572918</vt:i4>
      </vt:variant>
      <vt:variant>
        <vt:i4>20</vt:i4>
      </vt:variant>
      <vt:variant>
        <vt:i4>0</vt:i4>
      </vt:variant>
      <vt:variant>
        <vt:i4>5</vt:i4>
      </vt:variant>
      <vt:variant>
        <vt:lpwstr/>
      </vt:variant>
      <vt:variant>
        <vt:lpwstr>_Toc317749608</vt:lpwstr>
      </vt:variant>
      <vt:variant>
        <vt:i4>1572918</vt:i4>
      </vt:variant>
      <vt:variant>
        <vt:i4>14</vt:i4>
      </vt:variant>
      <vt:variant>
        <vt:i4>0</vt:i4>
      </vt:variant>
      <vt:variant>
        <vt:i4>5</vt:i4>
      </vt:variant>
      <vt:variant>
        <vt:lpwstr/>
      </vt:variant>
      <vt:variant>
        <vt:lpwstr>_Toc317749607</vt:lpwstr>
      </vt:variant>
      <vt:variant>
        <vt:i4>1572918</vt:i4>
      </vt:variant>
      <vt:variant>
        <vt:i4>8</vt:i4>
      </vt:variant>
      <vt:variant>
        <vt:i4>0</vt:i4>
      </vt:variant>
      <vt:variant>
        <vt:i4>5</vt:i4>
      </vt:variant>
      <vt:variant>
        <vt:lpwstr/>
      </vt:variant>
      <vt:variant>
        <vt:lpwstr>_Toc317749606</vt:lpwstr>
      </vt:variant>
      <vt:variant>
        <vt:i4>1572918</vt:i4>
      </vt:variant>
      <vt:variant>
        <vt:i4>2</vt:i4>
      </vt:variant>
      <vt:variant>
        <vt:i4>0</vt:i4>
      </vt:variant>
      <vt:variant>
        <vt:i4>5</vt:i4>
      </vt:variant>
      <vt:variant>
        <vt:lpwstr/>
      </vt:variant>
      <vt:variant>
        <vt:lpwstr>_Toc317749605</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PHArnstein</dc:creator>
  <cp:lastModifiedBy>Mike Hadley (Home)</cp:lastModifiedBy>
  <cp:revision>3</cp:revision>
  <cp:lastPrinted>2012-02-23T14:47:00Z</cp:lastPrinted>
  <dcterms:created xsi:type="dcterms:W3CDTF">2012-03-30T06:33:00Z</dcterms:created>
  <dcterms:modified xsi:type="dcterms:W3CDTF">2012-06-03T12:11:00Z</dcterms:modified>
</cp:coreProperties>
</file>